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0E624" w14:textId="7AC2569A" w:rsidR="004D67A3" w:rsidRPr="003F182F" w:rsidRDefault="007F66FF" w:rsidP="678F097C">
      <w:pPr>
        <w:spacing w:after="240" w:line="276" w:lineRule="auto"/>
        <w:jc w:val="both"/>
        <w:rPr>
          <w:rStyle w:val="Seitenzahl"/>
          <w:b/>
          <w:bCs/>
          <w:sz w:val="24"/>
          <w:szCs w:val="24"/>
        </w:rPr>
      </w:pPr>
      <w:r>
        <w:rPr>
          <w:rStyle w:val="Seitenzahl"/>
          <w:b/>
          <w:sz w:val="24"/>
        </w:rPr>
        <w:t>Documentation</w:t>
      </w:r>
      <w:r w:rsidR="004D5745">
        <w:rPr>
          <w:rStyle w:val="Seitenzahl"/>
          <w:b/>
          <w:sz w:val="24"/>
        </w:rPr>
        <w:t xml:space="preserve"> of the commercial and legal eligibility check on a potential recipient</w:t>
      </w:r>
      <w:r w:rsidR="00F52350" w:rsidRPr="678F097C">
        <w:rPr>
          <w:rStyle w:val="Funotenzeichen"/>
          <w:b/>
          <w:bCs/>
          <w:sz w:val="24"/>
          <w:szCs w:val="24"/>
        </w:rPr>
        <w:footnoteReference w:id="2"/>
      </w:r>
    </w:p>
    <w:p w14:paraId="28891069" w14:textId="4DD3A40B" w:rsidR="00743259" w:rsidRPr="00CF67A5" w:rsidRDefault="001D4E29" w:rsidP="00FD49F0">
      <w:pPr>
        <w:jc w:val="both"/>
        <w:rPr>
          <w:rStyle w:val="Seitenzahl"/>
          <w:b/>
          <w:sz w:val="18"/>
          <w:szCs w:val="18"/>
        </w:rPr>
      </w:pPr>
      <w:r>
        <w:rPr>
          <w:color w:val="333333"/>
          <w:sz w:val="18"/>
        </w:rPr>
        <w:t xml:space="preserve">For the commercial and legal eligibility check, the contractor may request advice and support from the </w:t>
      </w:r>
      <w:r w:rsidR="007F66FF">
        <w:rPr>
          <w:color w:val="333333"/>
          <w:sz w:val="18"/>
        </w:rPr>
        <w:t xml:space="preserve">project’s </w:t>
      </w:r>
      <w:r>
        <w:rPr>
          <w:color w:val="333333"/>
          <w:sz w:val="18"/>
        </w:rPr>
        <w:t xml:space="preserve">officer responsible for the commission or from a national/international auditor </w:t>
      </w:r>
      <w:r w:rsidR="007F66FF">
        <w:rPr>
          <w:color w:val="333333"/>
          <w:sz w:val="18"/>
        </w:rPr>
        <w:t xml:space="preserve">(where </w:t>
      </w:r>
      <w:r w:rsidR="00FF5262">
        <w:rPr>
          <w:color w:val="333333"/>
          <w:sz w:val="18"/>
        </w:rPr>
        <w:t xml:space="preserve">own TORs </w:t>
      </w:r>
      <w:r w:rsidR="007F66FF">
        <w:rPr>
          <w:color w:val="333333"/>
          <w:sz w:val="18"/>
        </w:rPr>
        <w:t xml:space="preserve">provide for </w:t>
      </w:r>
      <w:r w:rsidR="00FF5262">
        <w:rPr>
          <w:color w:val="333333"/>
          <w:sz w:val="18"/>
        </w:rPr>
        <w:t>this</w:t>
      </w:r>
      <w:r>
        <w:rPr>
          <w:color w:val="333333"/>
          <w:sz w:val="18"/>
        </w:rPr>
        <w:t>). Under no circumstances may the potential recipient itself be involved in carrying out the checks.</w:t>
      </w:r>
    </w:p>
    <w:p w14:paraId="4C3909B6" w14:textId="77777777" w:rsidR="00B83B0A" w:rsidRDefault="00B83B0A" w:rsidP="00743259">
      <w:pPr>
        <w:rPr>
          <w:rStyle w:val="Seitenzahl"/>
          <w:b/>
        </w:rPr>
      </w:pPr>
    </w:p>
    <w:p w14:paraId="2D4749E3" w14:textId="77777777" w:rsidR="00BC7E0B" w:rsidRPr="003A0762" w:rsidRDefault="00BC7E0B" w:rsidP="00743259">
      <w:pPr>
        <w:rPr>
          <w:rStyle w:val="Seitenzahl"/>
          <w:b/>
          <w:sz w:val="12"/>
        </w:rPr>
      </w:pPr>
    </w:p>
    <w:tbl>
      <w:tblPr>
        <w:tblStyle w:val="Tabellenraster"/>
        <w:tblW w:w="9351" w:type="dxa"/>
        <w:tblLook w:val="04A0" w:firstRow="1" w:lastRow="0" w:firstColumn="1" w:lastColumn="0" w:noHBand="0" w:noVBand="1"/>
      </w:tblPr>
      <w:tblGrid>
        <w:gridCol w:w="3823"/>
        <w:gridCol w:w="5528"/>
      </w:tblGrid>
      <w:tr w:rsidR="00206B31" w:rsidRPr="007D5F75" w14:paraId="0A299D7D" w14:textId="77777777" w:rsidTr="007D5F75">
        <w:tc>
          <w:tcPr>
            <w:tcW w:w="3823" w:type="dxa"/>
          </w:tcPr>
          <w:p w14:paraId="674CBE84" w14:textId="296141EF" w:rsidR="00206B31" w:rsidRDefault="00206B31" w:rsidP="00206B31">
            <w:pPr>
              <w:spacing w:before="120" w:after="120"/>
              <w:rPr>
                <w:rStyle w:val="Seitenzahl"/>
                <w:b/>
                <w:sz w:val="24"/>
              </w:rPr>
            </w:pPr>
            <w:r>
              <w:rPr>
                <w:rStyle w:val="Seitenzahl"/>
                <w:b/>
                <w:sz w:val="24"/>
              </w:rPr>
              <w:t xml:space="preserve">Potential recipient, </w:t>
            </w:r>
            <w:r w:rsidR="007F66FF">
              <w:rPr>
                <w:rStyle w:val="Seitenzahl"/>
                <w:b/>
                <w:sz w:val="24"/>
              </w:rPr>
              <w:t>registered office</w:t>
            </w:r>
          </w:p>
          <w:p w14:paraId="22EA56B8" w14:textId="3DC11E52" w:rsidR="007F12E5" w:rsidRPr="009B6798" w:rsidRDefault="007F12E5" w:rsidP="00206B31">
            <w:pPr>
              <w:spacing w:before="120" w:after="120"/>
              <w:rPr>
                <w:rStyle w:val="Seitenzahl"/>
                <w:sz w:val="24"/>
              </w:rPr>
            </w:pPr>
            <w:r>
              <w:rPr>
                <w:rStyle w:val="Seitenzahl"/>
                <w:sz w:val="18"/>
              </w:rPr>
              <w:t>(N</w:t>
            </w:r>
            <w:r w:rsidR="007F66FF">
              <w:rPr>
                <w:rStyle w:val="Seitenzahl"/>
                <w:sz w:val="18"/>
              </w:rPr>
              <w:t>ote</w:t>
            </w:r>
            <w:r>
              <w:rPr>
                <w:rStyle w:val="Seitenzahl"/>
                <w:sz w:val="18"/>
              </w:rPr>
              <w:t>: check the eligibility of the direct contractual partner, not that of a local branch as this is not an independent legal entity)</w:t>
            </w:r>
          </w:p>
        </w:tc>
        <w:tc>
          <w:tcPr>
            <w:tcW w:w="5528" w:type="dxa"/>
          </w:tcPr>
          <w:p w14:paraId="130D8EBD" w14:textId="75CED746" w:rsidR="00206B31" w:rsidRPr="007D5F75" w:rsidRDefault="00206B31" w:rsidP="00206B31">
            <w:pPr>
              <w:spacing w:before="120" w:after="120"/>
              <w:rPr>
                <w:rStyle w:val="Seitenzahl"/>
                <w:sz w:val="24"/>
              </w:rPr>
            </w:pPr>
            <w:r w:rsidRPr="007D5F75">
              <w:rPr>
                <w:rStyle w:val="Seitenzahl"/>
                <w:sz w:val="24"/>
              </w:rPr>
              <w:fldChar w:fldCharType="begin" w:fldLock="1">
                <w:ffData>
                  <w:name w:val="Text1"/>
                  <w:enabled/>
                  <w:calcOnExit w:val="0"/>
                  <w:textInput/>
                </w:ffData>
              </w:fldChar>
            </w:r>
            <w:r w:rsidRPr="007D5F75">
              <w:rPr>
                <w:rStyle w:val="Seitenzahl"/>
                <w:sz w:val="24"/>
              </w:rPr>
              <w:instrText xml:space="preserve"> FORMTEXT </w:instrText>
            </w:r>
            <w:r w:rsidRPr="007D5F75">
              <w:rPr>
                <w:rStyle w:val="Seitenzahl"/>
                <w:sz w:val="24"/>
              </w:rPr>
            </w:r>
            <w:r w:rsidRPr="007D5F75">
              <w:rPr>
                <w:rStyle w:val="Seitenzahl"/>
                <w:sz w:val="24"/>
              </w:rPr>
              <w:fldChar w:fldCharType="separate"/>
            </w:r>
            <w:r>
              <w:rPr>
                <w:rStyle w:val="Seitenzahl"/>
                <w:sz w:val="24"/>
              </w:rPr>
              <w:t>     </w:t>
            </w:r>
            <w:r w:rsidRPr="007D5F75">
              <w:rPr>
                <w:rStyle w:val="Seitenzahl"/>
                <w:sz w:val="24"/>
              </w:rPr>
              <w:fldChar w:fldCharType="end"/>
            </w:r>
          </w:p>
        </w:tc>
      </w:tr>
    </w:tbl>
    <w:p w14:paraId="798B7A0E" w14:textId="685BFEB2" w:rsidR="00743259" w:rsidRDefault="00743259" w:rsidP="004D67A3">
      <w:pPr>
        <w:rPr>
          <w:rStyle w:val="Seitenzahl"/>
          <w:b/>
        </w:rPr>
      </w:pPr>
    </w:p>
    <w:p w14:paraId="1B2F4403" w14:textId="77777777" w:rsidR="00F26D97" w:rsidRDefault="004D67A3" w:rsidP="004D67A3">
      <w:pPr>
        <w:rPr>
          <w:rStyle w:val="Seitenzahl"/>
          <w:b/>
        </w:rPr>
      </w:pPr>
      <w:r>
        <w:rPr>
          <w:rStyle w:val="Seitenzahl"/>
          <w:b/>
        </w:rPr>
        <w:t>People involved in the eligibility checking process</w:t>
      </w:r>
    </w:p>
    <w:tbl>
      <w:tblPr>
        <w:tblStyle w:val="Tabellenraster"/>
        <w:tblpPr w:leftFromText="141" w:rightFromText="141" w:vertAnchor="text" w:horzAnchor="margin" w:tblpY="125"/>
        <w:tblW w:w="0" w:type="auto"/>
        <w:tblLook w:val="04A0" w:firstRow="1" w:lastRow="0" w:firstColumn="1" w:lastColumn="0" w:noHBand="0" w:noVBand="1"/>
      </w:tblPr>
      <w:tblGrid>
        <w:gridCol w:w="1526"/>
        <w:gridCol w:w="4565"/>
      </w:tblGrid>
      <w:tr w:rsidR="00FE3138" w14:paraId="13F6F4B1" w14:textId="77777777" w:rsidTr="00AA431D">
        <w:tc>
          <w:tcPr>
            <w:tcW w:w="1526" w:type="dxa"/>
          </w:tcPr>
          <w:p w14:paraId="7F50E0DB" w14:textId="00E7F5C0" w:rsidR="00FE3138" w:rsidRDefault="006B70D0" w:rsidP="00FE3138">
            <w:pPr>
              <w:spacing w:before="120" w:after="120" w:line="276" w:lineRule="auto"/>
              <w:rPr>
                <w:rStyle w:val="Seitenzahl"/>
                <w:b/>
              </w:rPr>
            </w:pPr>
            <w:r>
              <w:rPr>
                <w:rStyle w:val="Seitenzahl"/>
              </w:rPr>
              <w:t>Full first and last n</w:t>
            </w:r>
            <w:r w:rsidR="00FE3138">
              <w:rPr>
                <w:rStyle w:val="Seitenzahl"/>
              </w:rPr>
              <w:t>ame(s)</w:t>
            </w:r>
          </w:p>
        </w:tc>
        <w:tc>
          <w:tcPr>
            <w:tcW w:w="4565" w:type="dxa"/>
          </w:tcPr>
          <w:p w14:paraId="5CCF337C" w14:textId="33B83957" w:rsidR="00FE3138" w:rsidRDefault="00FE3138" w:rsidP="00FE3138">
            <w:pPr>
              <w:spacing w:before="120" w:after="120"/>
              <w:rPr>
                <w:rStyle w:val="Seitenzahl"/>
                <w:b/>
              </w:rPr>
            </w:pPr>
            <w:r>
              <w:rPr>
                <w:rStyle w:val="Seitenzahl"/>
              </w:rPr>
              <w:fldChar w:fldCharType="begin" w:fldLock="1">
                <w:ffData>
                  <w:name w:val="Text1"/>
                  <w:enabled/>
                  <w:calcOnExit w:val="0"/>
                  <w:textInput/>
                </w:ffData>
              </w:fldChar>
            </w:r>
            <w:r>
              <w:rPr>
                <w:rStyle w:val="Seitenzahl"/>
              </w:rPr>
              <w:instrText xml:space="preserve"> FORMTEXT </w:instrText>
            </w:r>
            <w:r>
              <w:rPr>
                <w:rStyle w:val="Seitenzahl"/>
              </w:rPr>
            </w:r>
            <w:r>
              <w:rPr>
                <w:rStyle w:val="Seitenzahl"/>
              </w:rPr>
              <w:fldChar w:fldCharType="separate"/>
            </w:r>
            <w:r>
              <w:rPr>
                <w:rStyle w:val="Seitenzahl"/>
              </w:rPr>
              <w:t>     </w:t>
            </w:r>
            <w:r>
              <w:rPr>
                <w:rStyle w:val="Seitenzahl"/>
              </w:rPr>
              <w:fldChar w:fldCharType="end"/>
            </w:r>
          </w:p>
        </w:tc>
      </w:tr>
      <w:tr w:rsidR="00FE3138" w14:paraId="436D5DCA" w14:textId="77777777" w:rsidTr="00AA431D">
        <w:trPr>
          <w:trHeight w:val="373"/>
        </w:trPr>
        <w:tc>
          <w:tcPr>
            <w:tcW w:w="1526" w:type="dxa"/>
          </w:tcPr>
          <w:p w14:paraId="0415D936" w14:textId="77777777" w:rsidR="00FE3138" w:rsidRDefault="00FE3138" w:rsidP="00FE3138">
            <w:pPr>
              <w:spacing w:before="120" w:after="120" w:line="276" w:lineRule="auto"/>
              <w:rPr>
                <w:rStyle w:val="Seitenzahl"/>
                <w:b/>
              </w:rPr>
            </w:pPr>
            <w:r>
              <w:rPr>
                <w:rStyle w:val="Seitenzahl"/>
              </w:rPr>
              <w:t>Organisational unit, company (where relevant)</w:t>
            </w:r>
          </w:p>
        </w:tc>
        <w:tc>
          <w:tcPr>
            <w:tcW w:w="4565" w:type="dxa"/>
          </w:tcPr>
          <w:p w14:paraId="553A94DA" w14:textId="77777777" w:rsidR="00FE3138" w:rsidRDefault="00FE3138" w:rsidP="00FE3138">
            <w:pPr>
              <w:spacing w:before="120" w:after="120"/>
              <w:rPr>
                <w:rStyle w:val="Seitenzahl"/>
                <w:b/>
              </w:rPr>
            </w:pPr>
            <w:r>
              <w:rPr>
                <w:rStyle w:val="Seitenzahl"/>
              </w:rPr>
              <w:fldChar w:fldCharType="begin" w:fldLock="1">
                <w:ffData>
                  <w:name w:val="Text1"/>
                  <w:enabled/>
                  <w:calcOnExit w:val="0"/>
                  <w:textInput/>
                </w:ffData>
              </w:fldChar>
            </w:r>
            <w:bookmarkStart w:id="0" w:name="Text1"/>
            <w:r>
              <w:rPr>
                <w:rStyle w:val="Seitenzahl"/>
              </w:rPr>
              <w:instrText xml:space="preserve"> FORMTEXT </w:instrText>
            </w:r>
            <w:r>
              <w:rPr>
                <w:rStyle w:val="Seitenzahl"/>
              </w:rPr>
            </w:r>
            <w:r>
              <w:rPr>
                <w:rStyle w:val="Seitenzahl"/>
              </w:rPr>
              <w:fldChar w:fldCharType="separate"/>
            </w:r>
            <w:r>
              <w:rPr>
                <w:rStyle w:val="Seitenzahl"/>
              </w:rPr>
              <w:t>     </w:t>
            </w:r>
            <w:r>
              <w:rPr>
                <w:rStyle w:val="Seitenzahl"/>
              </w:rPr>
              <w:fldChar w:fldCharType="end"/>
            </w:r>
            <w:bookmarkEnd w:id="0"/>
          </w:p>
        </w:tc>
      </w:tr>
    </w:tbl>
    <w:tbl>
      <w:tblPr>
        <w:tblStyle w:val="Tabellenraster"/>
        <w:tblpPr w:leftFromText="141" w:rightFromText="141" w:vertAnchor="text" w:horzAnchor="page" w:tblpX="7964" w:tblpY="125"/>
        <w:tblW w:w="0" w:type="auto"/>
        <w:tblLook w:val="04A0" w:firstRow="1" w:lastRow="0" w:firstColumn="1" w:lastColumn="0" w:noHBand="0" w:noVBand="1"/>
      </w:tblPr>
      <w:tblGrid>
        <w:gridCol w:w="973"/>
        <w:gridCol w:w="1849"/>
      </w:tblGrid>
      <w:tr w:rsidR="00FE3138" w14:paraId="385C78F1" w14:textId="77777777" w:rsidTr="007D5F75">
        <w:trPr>
          <w:trHeight w:val="535"/>
        </w:trPr>
        <w:tc>
          <w:tcPr>
            <w:tcW w:w="846" w:type="dxa"/>
          </w:tcPr>
          <w:p w14:paraId="55B3EC1E" w14:textId="77777777" w:rsidR="00FE3138" w:rsidRDefault="00FE3138" w:rsidP="007D5F75">
            <w:pPr>
              <w:spacing w:before="120" w:after="120"/>
              <w:rPr>
                <w:rStyle w:val="Seitenzahl"/>
              </w:rPr>
            </w:pPr>
            <w:r>
              <w:rPr>
                <w:rStyle w:val="Seitenzahl"/>
              </w:rPr>
              <w:t>Location</w:t>
            </w:r>
          </w:p>
        </w:tc>
        <w:tc>
          <w:tcPr>
            <w:tcW w:w="1849" w:type="dxa"/>
          </w:tcPr>
          <w:p w14:paraId="72761DA7" w14:textId="77777777" w:rsidR="00FE3138" w:rsidRDefault="00FE3138" w:rsidP="007D5F75">
            <w:pPr>
              <w:spacing w:before="120" w:after="120"/>
              <w:rPr>
                <w:rStyle w:val="Seitenzahl"/>
              </w:rPr>
            </w:pPr>
            <w:r>
              <w:rPr>
                <w:rStyle w:val="Seitenzahl"/>
              </w:rPr>
              <w:fldChar w:fldCharType="begin" w:fldLock="1">
                <w:ffData>
                  <w:name w:val="Text1"/>
                  <w:enabled/>
                  <w:calcOnExit w:val="0"/>
                  <w:textInput/>
                </w:ffData>
              </w:fldChar>
            </w:r>
            <w:r>
              <w:rPr>
                <w:rStyle w:val="Seitenzahl"/>
              </w:rPr>
              <w:instrText xml:space="preserve"> FORMTEXT </w:instrText>
            </w:r>
            <w:r>
              <w:rPr>
                <w:rStyle w:val="Seitenzahl"/>
              </w:rPr>
            </w:r>
            <w:r>
              <w:rPr>
                <w:rStyle w:val="Seitenzahl"/>
              </w:rPr>
              <w:fldChar w:fldCharType="separate"/>
            </w:r>
            <w:r>
              <w:rPr>
                <w:rStyle w:val="Seitenzahl"/>
              </w:rPr>
              <w:t>     </w:t>
            </w:r>
            <w:r>
              <w:rPr>
                <w:rStyle w:val="Seitenzahl"/>
              </w:rPr>
              <w:fldChar w:fldCharType="end"/>
            </w:r>
          </w:p>
        </w:tc>
      </w:tr>
      <w:tr w:rsidR="00FE3138" w14:paraId="463DCECD" w14:textId="77777777" w:rsidTr="007D5F75">
        <w:trPr>
          <w:trHeight w:val="478"/>
        </w:trPr>
        <w:tc>
          <w:tcPr>
            <w:tcW w:w="846" w:type="dxa"/>
          </w:tcPr>
          <w:p w14:paraId="4E989755" w14:textId="77777777" w:rsidR="00FE3138" w:rsidRDefault="00FE3138" w:rsidP="007D5F75">
            <w:pPr>
              <w:spacing w:before="120" w:after="120"/>
              <w:rPr>
                <w:rStyle w:val="Seitenzahl"/>
              </w:rPr>
            </w:pPr>
            <w:r>
              <w:rPr>
                <w:rStyle w:val="Seitenzahl"/>
              </w:rPr>
              <w:t>Date</w:t>
            </w:r>
          </w:p>
        </w:tc>
        <w:tc>
          <w:tcPr>
            <w:tcW w:w="1849" w:type="dxa"/>
          </w:tcPr>
          <w:p w14:paraId="4EF2734A" w14:textId="77777777" w:rsidR="00FE3138" w:rsidRDefault="00FE3138" w:rsidP="007D5F75">
            <w:pPr>
              <w:spacing w:before="120" w:after="120"/>
              <w:rPr>
                <w:rStyle w:val="Seitenzahl"/>
              </w:rPr>
            </w:pPr>
            <w:r>
              <w:rPr>
                <w:rStyle w:val="Seitenzahl"/>
              </w:rPr>
              <w:fldChar w:fldCharType="begin" w:fldLock="1">
                <w:ffData>
                  <w:name w:val="Text1"/>
                  <w:enabled/>
                  <w:calcOnExit w:val="0"/>
                  <w:textInput/>
                </w:ffData>
              </w:fldChar>
            </w:r>
            <w:r>
              <w:rPr>
                <w:rStyle w:val="Seitenzahl"/>
              </w:rPr>
              <w:instrText xml:space="preserve"> FORMTEXT </w:instrText>
            </w:r>
            <w:r>
              <w:rPr>
                <w:rStyle w:val="Seitenzahl"/>
              </w:rPr>
            </w:r>
            <w:r>
              <w:rPr>
                <w:rStyle w:val="Seitenzahl"/>
              </w:rPr>
              <w:fldChar w:fldCharType="separate"/>
            </w:r>
            <w:r>
              <w:rPr>
                <w:rStyle w:val="Seitenzahl"/>
              </w:rPr>
              <w:t>     </w:t>
            </w:r>
            <w:r>
              <w:rPr>
                <w:rStyle w:val="Seitenzahl"/>
              </w:rPr>
              <w:fldChar w:fldCharType="end"/>
            </w:r>
          </w:p>
        </w:tc>
      </w:tr>
    </w:tbl>
    <w:p w14:paraId="4C335E0C" w14:textId="136DA60C" w:rsidR="004D67A3" w:rsidRPr="003A0762" w:rsidRDefault="004D67A3" w:rsidP="004D67A3">
      <w:pPr>
        <w:rPr>
          <w:rStyle w:val="Seitenzahl"/>
          <w:sz w:val="12"/>
        </w:rPr>
      </w:pPr>
    </w:p>
    <w:p w14:paraId="7087DDA4" w14:textId="77777777" w:rsidR="00D7520B" w:rsidRDefault="00D7520B" w:rsidP="004D67A3">
      <w:pPr>
        <w:rPr>
          <w:rStyle w:val="Seitenzahl"/>
        </w:rPr>
      </w:pPr>
    </w:p>
    <w:p w14:paraId="1E53AD47" w14:textId="77777777" w:rsidR="007F66FF" w:rsidRDefault="007F66FF" w:rsidP="004D67A3">
      <w:pPr>
        <w:rPr>
          <w:rStyle w:val="Seitenzahl"/>
          <w:b/>
        </w:rPr>
      </w:pPr>
    </w:p>
    <w:p w14:paraId="14F5A113" w14:textId="77777777" w:rsidR="007F66FF" w:rsidRDefault="007F66FF" w:rsidP="004D67A3">
      <w:pPr>
        <w:rPr>
          <w:rStyle w:val="Seitenzahl"/>
          <w:b/>
        </w:rPr>
      </w:pPr>
    </w:p>
    <w:p w14:paraId="72C5D962" w14:textId="0B2B3DFC" w:rsidR="004D67A3" w:rsidRDefault="004D67A3" w:rsidP="004D67A3">
      <w:pPr>
        <w:rPr>
          <w:rStyle w:val="Seitenzahl"/>
          <w:b/>
        </w:rPr>
      </w:pPr>
      <w:r>
        <w:rPr>
          <w:rStyle w:val="Seitenzahl"/>
          <w:b/>
        </w:rPr>
        <w:t>Details of the potential recipient</w:t>
      </w:r>
    </w:p>
    <w:p w14:paraId="2B316689" w14:textId="77777777" w:rsidR="004D67A3" w:rsidRPr="003F182F" w:rsidRDefault="004D67A3" w:rsidP="004D67A3">
      <w:pPr>
        <w:rPr>
          <w:rStyle w:val="Seitenzahl"/>
        </w:rPr>
      </w:pPr>
      <w:r>
        <w:rPr>
          <w:rStyle w:val="Seitenzahl"/>
        </w:rPr>
        <w:t>(Please summarise key information here and attach any explanatory notes as an appendix)</w:t>
      </w:r>
    </w:p>
    <w:p w14:paraId="213758D5" w14:textId="77777777" w:rsidR="004D67A3" w:rsidRDefault="004D67A3" w:rsidP="00206B31">
      <w:pPr>
        <w:rPr>
          <w:rStyle w:val="Seitenzahl"/>
        </w:rPr>
      </w:pPr>
    </w:p>
    <w:tbl>
      <w:tblPr>
        <w:tblStyle w:val="Tabellenraster"/>
        <w:tblW w:w="9286" w:type="dxa"/>
        <w:tblLayout w:type="fixed"/>
        <w:tblLook w:val="06A0" w:firstRow="1" w:lastRow="0" w:firstColumn="1" w:lastColumn="0" w:noHBand="1" w:noVBand="1"/>
      </w:tblPr>
      <w:tblGrid>
        <w:gridCol w:w="3964"/>
        <w:gridCol w:w="5322"/>
      </w:tblGrid>
      <w:tr w:rsidR="004D67A3" w:rsidRPr="007F17E4" w14:paraId="2E690C02" w14:textId="77777777" w:rsidTr="00D70875">
        <w:tc>
          <w:tcPr>
            <w:tcW w:w="3964" w:type="dxa"/>
            <w:shd w:val="clear" w:color="auto" w:fill="D9D9D9" w:themeFill="background1" w:themeFillShade="D9"/>
          </w:tcPr>
          <w:p w14:paraId="6357ACA8" w14:textId="77777777" w:rsidR="004D67A3" w:rsidRPr="007F17E4" w:rsidRDefault="004D67A3" w:rsidP="00757E56">
            <w:pPr>
              <w:spacing w:line="276" w:lineRule="auto"/>
              <w:jc w:val="both"/>
              <w:rPr>
                <w:rStyle w:val="Seitenzahl"/>
                <w:rFonts w:cs="Arial"/>
                <w:b/>
              </w:rPr>
            </w:pPr>
            <w:r>
              <w:rPr>
                <w:rStyle w:val="Seitenzahl"/>
                <w:b/>
              </w:rPr>
              <w:t>Eligibility criteria</w:t>
            </w:r>
          </w:p>
        </w:tc>
        <w:tc>
          <w:tcPr>
            <w:tcW w:w="5322" w:type="dxa"/>
            <w:shd w:val="clear" w:color="auto" w:fill="D9D9D9" w:themeFill="background1" w:themeFillShade="D9"/>
          </w:tcPr>
          <w:p w14:paraId="35879B99" w14:textId="77777777" w:rsidR="004D67A3" w:rsidRPr="007F17E4" w:rsidRDefault="00EA531A" w:rsidP="00757E56">
            <w:pPr>
              <w:spacing w:line="276" w:lineRule="auto"/>
              <w:jc w:val="both"/>
              <w:rPr>
                <w:rStyle w:val="Seitenzahl"/>
                <w:rFonts w:cs="Arial"/>
                <w:b/>
              </w:rPr>
            </w:pPr>
            <w:r>
              <w:rPr>
                <w:rStyle w:val="Seitenzahl"/>
                <w:b/>
              </w:rPr>
              <w:t>Assessment</w:t>
            </w:r>
          </w:p>
        </w:tc>
      </w:tr>
    </w:tbl>
    <w:p w14:paraId="0EFE70E3" w14:textId="7E0D2840" w:rsidR="00102C33" w:rsidRPr="007F17E4" w:rsidRDefault="00102C33">
      <w:pPr>
        <w:rPr>
          <w:rFonts w:cs="Arial"/>
          <w:sz w:val="20"/>
          <w:szCs w:val="20"/>
        </w:rPr>
      </w:pPr>
    </w:p>
    <w:tbl>
      <w:tblPr>
        <w:tblStyle w:val="Tabellenraster"/>
        <w:tblW w:w="9286" w:type="dxa"/>
        <w:tblLayout w:type="fixed"/>
        <w:tblLook w:val="06A0" w:firstRow="1" w:lastRow="0" w:firstColumn="1" w:lastColumn="0" w:noHBand="1" w:noVBand="1"/>
      </w:tblPr>
      <w:tblGrid>
        <w:gridCol w:w="3964"/>
        <w:gridCol w:w="5322"/>
      </w:tblGrid>
      <w:tr w:rsidR="00CF0C3A" w:rsidRPr="007F17E4" w14:paraId="5635CE21" w14:textId="77777777" w:rsidTr="00D70875">
        <w:tc>
          <w:tcPr>
            <w:tcW w:w="3964" w:type="dxa"/>
            <w:shd w:val="clear" w:color="auto" w:fill="F2F2F2" w:themeFill="background1" w:themeFillShade="F2"/>
          </w:tcPr>
          <w:p w14:paraId="6CDCC2B8" w14:textId="789E8A21" w:rsidR="00CF0C3A" w:rsidRPr="007F17E4" w:rsidRDefault="00014574" w:rsidP="00014574">
            <w:pPr>
              <w:spacing w:line="276" w:lineRule="auto"/>
              <w:jc w:val="both"/>
              <w:rPr>
                <w:rStyle w:val="Seitenzahl"/>
                <w:rFonts w:cs="Arial"/>
                <w:b/>
                <w:highlight w:val="yellow"/>
              </w:rPr>
            </w:pPr>
            <w:r>
              <w:rPr>
                <w:rStyle w:val="Seitenzahl"/>
                <w:b/>
              </w:rPr>
              <w:t>1. Sanctions list check</w:t>
            </w:r>
          </w:p>
          <w:p w14:paraId="0E36467B" w14:textId="19BD3E39" w:rsidR="00CF0C3A" w:rsidRPr="007F17E4" w:rsidRDefault="00CA002F" w:rsidP="00F277B0">
            <w:pPr>
              <w:spacing w:line="276" w:lineRule="auto"/>
              <w:jc w:val="both"/>
              <w:rPr>
                <w:rStyle w:val="Seitenzahl"/>
                <w:rFonts w:cs="Arial"/>
              </w:rPr>
            </w:pPr>
            <w:r>
              <w:rPr>
                <w:rStyle w:val="Seitenzahl"/>
              </w:rPr>
              <w:t xml:space="preserve">(The GIZ project will </w:t>
            </w:r>
            <w:r w:rsidR="000A63B2">
              <w:rPr>
                <w:rStyle w:val="Seitenzahl"/>
              </w:rPr>
              <w:t>perform</w:t>
            </w:r>
            <w:r>
              <w:rPr>
                <w:rStyle w:val="Seitenzahl"/>
              </w:rPr>
              <w:t xml:space="preserve"> a manual sanctions list check (in accordance with P+R 517) at the contractor’s request).</w:t>
            </w:r>
          </w:p>
          <w:p w14:paraId="6D1FC59B" w14:textId="77777777" w:rsidR="00014574" w:rsidRPr="007F17E4" w:rsidRDefault="00014574" w:rsidP="00F277B0">
            <w:pPr>
              <w:spacing w:line="276" w:lineRule="auto"/>
              <w:jc w:val="both"/>
              <w:rPr>
                <w:rStyle w:val="Seitenzahl"/>
                <w:rFonts w:cs="Arial"/>
              </w:rPr>
            </w:pPr>
          </w:p>
          <w:p w14:paraId="7B81EDBE" w14:textId="50BAB14D" w:rsidR="00014574" w:rsidRPr="007F17E4" w:rsidRDefault="00014574" w:rsidP="008E5E28">
            <w:pPr>
              <w:spacing w:line="276" w:lineRule="auto"/>
              <w:jc w:val="both"/>
              <w:rPr>
                <w:rStyle w:val="Seitenzahl"/>
                <w:rFonts w:cs="Arial"/>
                <w:color w:val="000000" w:themeColor="text1"/>
              </w:rPr>
            </w:pPr>
          </w:p>
        </w:tc>
        <w:tc>
          <w:tcPr>
            <w:tcW w:w="5322" w:type="dxa"/>
          </w:tcPr>
          <w:p w14:paraId="5F7F445F" w14:textId="22EEDDBD" w:rsidR="00CF0C3A" w:rsidRPr="007F17E4" w:rsidRDefault="00415F65" w:rsidP="0A5907E8">
            <w:pPr>
              <w:spacing w:line="276" w:lineRule="auto"/>
              <w:jc w:val="both"/>
              <w:rPr>
                <w:rStyle w:val="Seitenzahl"/>
                <w:rFonts w:cs="Arial"/>
              </w:rPr>
            </w:pPr>
            <w:sdt>
              <w:sdtPr>
                <w:rPr>
                  <w:rStyle w:val="Seitenzahl"/>
                  <w:rFonts w:cs="Arial"/>
                  <w:b/>
                  <w:bCs/>
                  <w:shd w:val="clear" w:color="auto" w:fill="BFBFBF" w:themeFill="background1" w:themeFillShade="BF"/>
                </w:rPr>
                <w:id w:val="307448114"/>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shd w:val="clear" w:color="auto" w:fill="BFBFBF" w:themeFill="background1" w:themeFillShade="BF"/>
                  </w:rPr>
                  <w:t>☐</w:t>
                </w:r>
              </w:sdtContent>
            </w:sdt>
            <w:r w:rsidR="00B64032">
              <w:rPr>
                <w:rStyle w:val="Seitenzahl"/>
                <w:b/>
              </w:rPr>
              <w:t xml:space="preserve"> </w:t>
            </w:r>
            <w:r w:rsidR="00B64032">
              <w:rPr>
                <w:rStyle w:val="Seitenzahl"/>
              </w:rPr>
              <w:t xml:space="preserve">The sanctions list check was carried out on </w:t>
            </w:r>
            <w:r w:rsidR="00824438">
              <w:rPr>
                <w:rStyle w:val="Seitenzahl"/>
              </w:rPr>
              <w:fldChar w:fldCharType="begin" w:fldLock="1">
                <w:ffData>
                  <w:name w:val="Text1"/>
                  <w:enabled/>
                  <w:calcOnExit w:val="0"/>
                  <w:textInput/>
                </w:ffData>
              </w:fldChar>
            </w:r>
            <w:r w:rsidR="00824438">
              <w:rPr>
                <w:rStyle w:val="Seitenzahl"/>
              </w:rPr>
              <w:instrText xml:space="preserve"> FORMTEXT </w:instrText>
            </w:r>
            <w:r w:rsidR="00824438">
              <w:rPr>
                <w:rStyle w:val="Seitenzahl"/>
              </w:rPr>
            </w:r>
            <w:r w:rsidR="00824438">
              <w:rPr>
                <w:rStyle w:val="Seitenzahl"/>
              </w:rPr>
              <w:fldChar w:fldCharType="separate"/>
            </w:r>
            <w:r w:rsidR="00B64032">
              <w:rPr>
                <w:rStyle w:val="Seitenzahl"/>
              </w:rPr>
              <w:t>     </w:t>
            </w:r>
            <w:r w:rsidR="00824438">
              <w:rPr>
                <w:rStyle w:val="Seitenzahl"/>
              </w:rPr>
              <w:fldChar w:fldCharType="end"/>
            </w:r>
            <w:r w:rsidR="00B64032">
              <w:rPr>
                <w:rStyle w:val="Seitenzahl"/>
              </w:rPr>
              <w:t xml:space="preserve">. There were no hits. </w:t>
            </w:r>
          </w:p>
          <w:p w14:paraId="61A2515B" w14:textId="43892168" w:rsidR="00CF0C3A" w:rsidRPr="007F17E4" w:rsidRDefault="0A5907E8" w:rsidP="00CB3DFD">
            <w:pPr>
              <w:spacing w:line="276" w:lineRule="auto"/>
              <w:jc w:val="both"/>
              <w:rPr>
                <w:rStyle w:val="Seitenzahl"/>
                <w:rFonts w:eastAsiaTheme="minorHAnsi" w:cs="Arial"/>
                <w:sz w:val="22"/>
                <w:szCs w:val="22"/>
              </w:rPr>
            </w:pPr>
            <w:r>
              <w:rPr>
                <w:rStyle w:val="Seitenzahl"/>
              </w:rPr>
              <w:t xml:space="preserve">                                                  </w:t>
            </w:r>
          </w:p>
          <w:p w14:paraId="6E319F75" w14:textId="7A15DBFD" w:rsidR="00CF0C3A" w:rsidRPr="007F17E4" w:rsidRDefault="0A5907E8" w:rsidP="00CB3DFD">
            <w:pPr>
              <w:spacing w:line="276" w:lineRule="auto"/>
              <w:jc w:val="both"/>
              <w:rPr>
                <w:rStyle w:val="Seitenzahl"/>
                <w:rFonts w:eastAsiaTheme="minorHAnsi" w:cs="Arial"/>
                <w:sz w:val="22"/>
                <w:szCs w:val="22"/>
              </w:rPr>
            </w:pPr>
            <w:r>
              <w:rPr>
                <w:rStyle w:val="Seitenzahl"/>
              </w:rPr>
              <w:t xml:space="preserve"> </w:t>
            </w:r>
          </w:p>
          <w:p w14:paraId="428A7EF8" w14:textId="370C52BD" w:rsidR="00DE00ED" w:rsidRPr="007F17E4" w:rsidRDefault="0A5907E8" w:rsidP="00D70875">
            <w:pPr>
              <w:spacing w:line="276" w:lineRule="auto"/>
              <w:jc w:val="both"/>
              <w:rPr>
                <w:rStyle w:val="Seitenzahl"/>
                <w:rFonts w:eastAsia="Calibri" w:cs="Arial"/>
              </w:rPr>
            </w:pPr>
            <w:r>
              <w:rPr>
                <w:rStyle w:val="Seitenzahl"/>
                <w:i/>
              </w:rPr>
              <w:t xml:space="preserve">Note: if the check reveals a match on the sanctions list, i.e. there is a suspicion that the potential recipient is on the sanctions list, </w:t>
            </w:r>
            <w:r w:rsidR="000A63B2">
              <w:rPr>
                <w:rStyle w:val="Seitenzahl"/>
                <w:i/>
              </w:rPr>
              <w:t>no further steps may be taken if the check is performed manually</w:t>
            </w:r>
            <w:r>
              <w:rPr>
                <w:rStyle w:val="Seitenzahl"/>
                <w:i/>
              </w:rPr>
              <w:t xml:space="preserve">. </w:t>
            </w:r>
          </w:p>
        </w:tc>
      </w:tr>
    </w:tbl>
    <w:p w14:paraId="47ED3550" w14:textId="77777777" w:rsidR="00CF0C3A" w:rsidRPr="007F17E4" w:rsidRDefault="00CF0C3A">
      <w:pPr>
        <w:rPr>
          <w:rFonts w:cs="Arial"/>
          <w:sz w:val="20"/>
          <w:szCs w:val="20"/>
        </w:rPr>
      </w:pPr>
    </w:p>
    <w:tbl>
      <w:tblPr>
        <w:tblStyle w:val="Tabellenraster"/>
        <w:tblW w:w="9286" w:type="dxa"/>
        <w:tblLayout w:type="fixed"/>
        <w:tblLook w:val="06A0" w:firstRow="1" w:lastRow="0" w:firstColumn="1" w:lastColumn="0" w:noHBand="1" w:noVBand="1"/>
      </w:tblPr>
      <w:tblGrid>
        <w:gridCol w:w="3964"/>
        <w:gridCol w:w="5322"/>
      </w:tblGrid>
      <w:tr w:rsidR="00446785" w:rsidRPr="007F17E4" w14:paraId="7825A352" w14:textId="77777777" w:rsidTr="00D70875">
        <w:tc>
          <w:tcPr>
            <w:tcW w:w="3964" w:type="dxa"/>
            <w:shd w:val="clear" w:color="auto" w:fill="F2F2F2" w:themeFill="background1" w:themeFillShade="F2"/>
          </w:tcPr>
          <w:p w14:paraId="523D64DE" w14:textId="4B04535E" w:rsidR="00446785" w:rsidRPr="007F17E4" w:rsidRDefault="00014574" w:rsidP="00757E56">
            <w:pPr>
              <w:spacing w:before="120" w:line="276" w:lineRule="auto"/>
              <w:jc w:val="both"/>
              <w:rPr>
                <w:rStyle w:val="Seitenzahl"/>
                <w:rFonts w:cs="Arial"/>
                <w:b/>
              </w:rPr>
            </w:pPr>
            <w:r>
              <w:rPr>
                <w:rStyle w:val="Seitenzahl"/>
                <w:b/>
              </w:rPr>
              <w:t>2. Legal personality</w:t>
            </w:r>
          </w:p>
          <w:p w14:paraId="18537F87" w14:textId="4146E4AD" w:rsidR="00446785" w:rsidRPr="007F17E4" w:rsidRDefault="00446785" w:rsidP="00757E56">
            <w:pPr>
              <w:spacing w:line="276" w:lineRule="auto"/>
              <w:jc w:val="both"/>
              <w:rPr>
                <w:rStyle w:val="Seitenzahl"/>
                <w:rFonts w:cs="Arial"/>
              </w:rPr>
            </w:pPr>
            <w:r>
              <w:rPr>
                <w:rStyle w:val="Seitenzahl"/>
              </w:rPr>
              <w:t xml:space="preserve">What is the legal form of the potential recipient? How is the potential recipient registered? Provide evidence of legal form and registration in accordance with the </w:t>
            </w:r>
            <w:r w:rsidR="003163BB">
              <w:rPr>
                <w:rStyle w:val="Seitenzahl"/>
              </w:rPr>
              <w:t>legal regulations</w:t>
            </w:r>
            <w:r>
              <w:rPr>
                <w:rStyle w:val="Seitenzahl"/>
              </w:rPr>
              <w:t xml:space="preserve"> applicable in the country in which the institution/organisation is based. Please attach extracts from the appropriate register/formation documents showing the location of the institution/organisation’s registered office and the year it was established (if not shown in the register entry)/tax number or </w:t>
            </w:r>
            <w:r>
              <w:rPr>
                <w:rStyle w:val="Seitenzahl"/>
              </w:rPr>
              <w:lastRenderedPageBreak/>
              <w:t>other forms of substantiating documentation generally required in the country.</w:t>
            </w:r>
          </w:p>
          <w:p w14:paraId="56502094" w14:textId="220F8614" w:rsidR="00014574" w:rsidRPr="007F17E4" w:rsidRDefault="00446785" w:rsidP="0066000C">
            <w:pPr>
              <w:spacing w:line="276" w:lineRule="auto"/>
              <w:jc w:val="both"/>
              <w:rPr>
                <w:rStyle w:val="Seitenzahl"/>
                <w:rFonts w:cs="Arial"/>
                <w:color w:val="000000" w:themeColor="text1"/>
              </w:rPr>
            </w:pPr>
            <w:r>
              <w:rPr>
                <w:rStyle w:val="Seitenzahl"/>
              </w:rPr>
              <w:t>In the case of ministries and state institutions, does it have a permanent or temporary mandate?</w:t>
            </w:r>
          </w:p>
        </w:tc>
        <w:tc>
          <w:tcPr>
            <w:tcW w:w="5322" w:type="dxa"/>
          </w:tcPr>
          <w:p w14:paraId="3328BA34" w14:textId="0D252C32" w:rsidR="007027E5" w:rsidRPr="007F17E4" w:rsidRDefault="007027E5" w:rsidP="007027E5">
            <w:pPr>
              <w:spacing w:line="276" w:lineRule="auto"/>
              <w:jc w:val="both"/>
              <w:rPr>
                <w:rStyle w:val="Seitenzahl"/>
                <w:rFonts w:cs="Arial"/>
                <w:color w:val="000000" w:themeColor="text1"/>
              </w:rPr>
            </w:pPr>
            <w:r w:rsidRPr="007F17E4">
              <w:rPr>
                <w:rStyle w:val="Seitenzahl"/>
                <w:rFonts w:cs="Arial"/>
                <w:color w:val="000000" w:themeColor="text1"/>
              </w:rPr>
              <w:lastRenderedPageBreak/>
              <w:fldChar w:fldCharType="begin" w:fldLock="1">
                <w:ffData>
                  <w:name w:val="Text1"/>
                  <w:enabled/>
                  <w:calcOnExit w:val="0"/>
                  <w:textInput/>
                </w:ffData>
              </w:fldChar>
            </w:r>
            <w:r w:rsidRPr="007F17E4">
              <w:rPr>
                <w:rStyle w:val="Seitenzahl"/>
                <w:rFonts w:cs="Arial"/>
                <w:color w:val="000000" w:themeColor="text1"/>
              </w:rPr>
              <w:instrText xml:space="preserve"> FORMTEXT </w:instrText>
            </w:r>
            <w:r w:rsidRPr="007F17E4">
              <w:rPr>
                <w:rStyle w:val="Seitenzahl"/>
                <w:rFonts w:cs="Arial"/>
                <w:color w:val="000000" w:themeColor="text1"/>
              </w:rPr>
            </w:r>
            <w:r w:rsidRPr="007F17E4">
              <w:rPr>
                <w:rStyle w:val="Seitenzahl"/>
                <w:rFonts w:cs="Arial"/>
                <w:color w:val="000000" w:themeColor="text1"/>
              </w:rPr>
              <w:fldChar w:fldCharType="separate"/>
            </w:r>
            <w:r>
              <w:rPr>
                <w:rStyle w:val="Seitenzahl"/>
                <w:color w:val="000000" w:themeColor="text1"/>
              </w:rPr>
              <w:t>     </w:t>
            </w:r>
            <w:r w:rsidRPr="007F17E4">
              <w:rPr>
                <w:rStyle w:val="Seitenzahl"/>
                <w:rFonts w:cs="Arial"/>
                <w:color w:val="000000" w:themeColor="text1"/>
              </w:rPr>
              <w:fldChar w:fldCharType="end"/>
            </w:r>
          </w:p>
          <w:p w14:paraId="342E7B05" w14:textId="77777777" w:rsidR="00446785" w:rsidRPr="007F17E4" w:rsidRDefault="00446785" w:rsidP="00757E56">
            <w:pPr>
              <w:spacing w:line="276" w:lineRule="auto"/>
              <w:jc w:val="both"/>
              <w:rPr>
                <w:rStyle w:val="Seitenzahl"/>
                <w:rFonts w:cs="Arial"/>
              </w:rPr>
            </w:pPr>
          </w:p>
          <w:p w14:paraId="7F14E97D" w14:textId="48977160" w:rsidR="00EE710E" w:rsidRDefault="00EE710E" w:rsidP="00757E56">
            <w:pPr>
              <w:spacing w:line="276" w:lineRule="auto"/>
              <w:jc w:val="both"/>
              <w:rPr>
                <w:rStyle w:val="Seitenzahl"/>
                <w:rFonts w:cs="Arial"/>
              </w:rPr>
            </w:pPr>
          </w:p>
          <w:p w14:paraId="74E54DFB" w14:textId="1BED9BC9" w:rsidR="0066000C" w:rsidRDefault="0066000C" w:rsidP="00757E56">
            <w:pPr>
              <w:spacing w:line="276" w:lineRule="auto"/>
              <w:jc w:val="both"/>
              <w:rPr>
                <w:rStyle w:val="Seitenzahl"/>
                <w:rFonts w:cs="Arial"/>
              </w:rPr>
            </w:pPr>
          </w:p>
          <w:p w14:paraId="057E1C67" w14:textId="111C0700" w:rsidR="0066000C" w:rsidRDefault="0066000C" w:rsidP="00757E56">
            <w:pPr>
              <w:spacing w:line="276" w:lineRule="auto"/>
              <w:jc w:val="both"/>
              <w:rPr>
                <w:rStyle w:val="Seitenzahl"/>
                <w:rFonts w:cs="Arial"/>
              </w:rPr>
            </w:pPr>
          </w:p>
          <w:p w14:paraId="7B453E06" w14:textId="77777777" w:rsidR="00746488" w:rsidRPr="007F17E4" w:rsidRDefault="00746488" w:rsidP="00757E56">
            <w:pPr>
              <w:spacing w:line="276" w:lineRule="auto"/>
              <w:jc w:val="both"/>
              <w:rPr>
                <w:rStyle w:val="Seitenzahl"/>
                <w:rFonts w:cs="Arial"/>
              </w:rPr>
            </w:pPr>
          </w:p>
          <w:p w14:paraId="5AFEB2FE" w14:textId="4355E424" w:rsidR="00EE710E" w:rsidRPr="007F17E4" w:rsidRDefault="00EE710E" w:rsidP="00EE710E">
            <w:pPr>
              <w:spacing w:line="276" w:lineRule="auto"/>
              <w:jc w:val="both"/>
              <w:rPr>
                <w:rStyle w:val="Seitenzahl"/>
                <w:rFonts w:cs="Arial"/>
              </w:rPr>
            </w:pPr>
          </w:p>
        </w:tc>
      </w:tr>
    </w:tbl>
    <w:p w14:paraId="56F773F4" w14:textId="4233FBD1" w:rsidR="00102C33" w:rsidRPr="007F17E4" w:rsidRDefault="00102C33">
      <w:pPr>
        <w:rPr>
          <w:rFonts w:cs="Arial"/>
          <w:sz w:val="20"/>
          <w:szCs w:val="20"/>
        </w:rPr>
      </w:pPr>
    </w:p>
    <w:tbl>
      <w:tblPr>
        <w:tblStyle w:val="Tabellenraster"/>
        <w:tblW w:w="9286" w:type="dxa"/>
        <w:tblLayout w:type="fixed"/>
        <w:tblLook w:val="06A0" w:firstRow="1" w:lastRow="0" w:firstColumn="1" w:lastColumn="0" w:noHBand="1" w:noVBand="1"/>
      </w:tblPr>
      <w:tblGrid>
        <w:gridCol w:w="4786"/>
        <w:gridCol w:w="4500"/>
      </w:tblGrid>
      <w:tr w:rsidR="00446785" w:rsidRPr="007F17E4" w14:paraId="4F0EA915" w14:textId="77777777" w:rsidTr="5DD066FC">
        <w:tc>
          <w:tcPr>
            <w:tcW w:w="4786" w:type="dxa"/>
            <w:shd w:val="clear" w:color="auto" w:fill="F2F2F2" w:themeFill="background1" w:themeFillShade="F2"/>
          </w:tcPr>
          <w:p w14:paraId="3B716F6B" w14:textId="4383908A" w:rsidR="0014104A" w:rsidRPr="00130122" w:rsidRDefault="00014574" w:rsidP="00130122">
            <w:pPr>
              <w:spacing w:before="120" w:line="276" w:lineRule="auto"/>
              <w:jc w:val="both"/>
              <w:rPr>
                <w:rFonts w:cs="Arial"/>
                <w:b/>
              </w:rPr>
            </w:pPr>
            <w:r>
              <w:rPr>
                <w:b/>
              </w:rPr>
              <w:t>3. Public-benefit status</w:t>
            </w:r>
            <w:r w:rsidR="00F747EF" w:rsidRPr="007F17E4">
              <w:rPr>
                <w:rStyle w:val="Funotenzeichen"/>
                <w:rFonts w:cs="Arial"/>
              </w:rPr>
              <w:footnoteReference w:id="3"/>
            </w:r>
          </w:p>
          <w:p w14:paraId="09CC3411" w14:textId="77777777" w:rsidR="0014104A" w:rsidRPr="007F17E4" w:rsidRDefault="0014104A" w:rsidP="0014104A">
            <w:pPr>
              <w:spacing w:line="276" w:lineRule="auto"/>
              <w:jc w:val="both"/>
              <w:rPr>
                <w:rFonts w:cs="Arial"/>
              </w:rPr>
            </w:pPr>
          </w:p>
          <w:p w14:paraId="38C603D0" w14:textId="23DDDA13" w:rsidR="00842197" w:rsidRDefault="0014104A" w:rsidP="0014104A">
            <w:pPr>
              <w:spacing w:line="276" w:lineRule="auto"/>
              <w:jc w:val="both"/>
              <w:rPr>
                <w:rFonts w:cs="Arial"/>
              </w:rPr>
            </w:pPr>
            <w:r>
              <w:t>If the potential recipient</w:t>
            </w:r>
            <w:r w:rsidR="003163BB">
              <w:t xml:space="preserve">’s </w:t>
            </w:r>
            <w:r w:rsidR="00FF5262">
              <w:t>official location</w:t>
            </w:r>
            <w:r w:rsidR="003163BB">
              <w:t xml:space="preserve"> </w:t>
            </w:r>
            <w:r>
              <w:t xml:space="preserve">is </w:t>
            </w:r>
            <w:r w:rsidR="003163BB">
              <w:t>outside Germany,</w:t>
            </w:r>
            <w:r>
              <w:t xml:space="preserve"> you will need to check whether the actual content of the project intended for funding is compliant with German public-benefit legislation (i.e. whether the activity benefits the general public and would therefore also be tax-privileged under the German Fiscal Code were it to be pursued in Germany).</w:t>
            </w:r>
          </w:p>
          <w:p w14:paraId="0328915D" w14:textId="77777777" w:rsidR="00842197" w:rsidRDefault="00842197" w:rsidP="0014104A">
            <w:pPr>
              <w:spacing w:line="276" w:lineRule="auto"/>
              <w:jc w:val="both"/>
              <w:rPr>
                <w:rFonts w:cs="Arial"/>
              </w:rPr>
            </w:pPr>
          </w:p>
          <w:p w14:paraId="7202EC1A" w14:textId="31B39A6F" w:rsidR="00030C8C" w:rsidRPr="007F17E4" w:rsidRDefault="00030C8C" w:rsidP="0014104A">
            <w:pPr>
              <w:spacing w:line="276" w:lineRule="auto"/>
              <w:jc w:val="both"/>
              <w:rPr>
                <w:rFonts w:cs="Arial"/>
              </w:rPr>
            </w:pPr>
            <w:r>
              <w:t xml:space="preserve">To determine whether the potential recipient is serving public-benefit purposes under their articles of association or through their usual course of business, it may help to examine the relevant articles of association, registration details, etc. To do so, you could ask the recipient for corresponding documentation, </w:t>
            </w:r>
            <w:r w:rsidR="00AE2F13">
              <w:t>performs online re</w:t>
            </w:r>
            <w:r>
              <w:t>search</w:t>
            </w:r>
            <w:r w:rsidR="00AE2F13">
              <w:t>,</w:t>
            </w:r>
            <w:r>
              <w:t xml:space="preserve"> etc. and contact the officer responsible for the commission at GIZ if need be.</w:t>
            </w:r>
          </w:p>
          <w:p w14:paraId="16457592" w14:textId="77777777" w:rsidR="008F131C" w:rsidRPr="007F17E4" w:rsidRDefault="008F131C" w:rsidP="0014104A">
            <w:pPr>
              <w:spacing w:line="276" w:lineRule="auto"/>
              <w:jc w:val="both"/>
              <w:rPr>
                <w:rStyle w:val="Seitenzahl"/>
                <w:rFonts w:cs="Arial"/>
                <w:bCs/>
              </w:rPr>
            </w:pPr>
          </w:p>
          <w:p w14:paraId="2604BE10" w14:textId="723D1E73" w:rsidR="007A5CD5" w:rsidRPr="007F17E4" w:rsidRDefault="007A5CD5" w:rsidP="00757E56">
            <w:pPr>
              <w:spacing w:line="276" w:lineRule="auto"/>
              <w:jc w:val="both"/>
              <w:rPr>
                <w:rStyle w:val="Seitenzahl"/>
                <w:rFonts w:cs="Arial"/>
                <w:b/>
              </w:rPr>
            </w:pPr>
          </w:p>
        </w:tc>
        <w:tc>
          <w:tcPr>
            <w:tcW w:w="4500" w:type="dxa"/>
          </w:tcPr>
          <w:p w14:paraId="7A8F348D" w14:textId="39381726" w:rsidR="0014104A" w:rsidRPr="007F17E4" w:rsidRDefault="0014104A" w:rsidP="0014104A">
            <w:pPr>
              <w:spacing w:line="276" w:lineRule="auto"/>
              <w:jc w:val="both"/>
              <w:rPr>
                <w:rStyle w:val="Seitenzahl"/>
                <w:rFonts w:cs="Arial"/>
                <w:b/>
                <w:bCs/>
              </w:rPr>
            </w:pPr>
            <w:r>
              <w:rPr>
                <w:rStyle w:val="Seitenzahl"/>
                <w:b/>
              </w:rPr>
              <w:t xml:space="preserve">1.) </w:t>
            </w:r>
            <w:r>
              <w:rPr>
                <w:rStyle w:val="Seitenzahl"/>
                <w:b/>
                <w:u w:val="single"/>
              </w:rPr>
              <w:t>Official location of the potential recipient</w:t>
            </w:r>
          </w:p>
          <w:p w14:paraId="62DFEC66" w14:textId="6CD67F64" w:rsidR="0014104A" w:rsidRPr="007F17E4" w:rsidRDefault="0014104A" w:rsidP="007A5CD5">
            <w:pPr>
              <w:spacing w:line="276" w:lineRule="auto"/>
              <w:ind w:left="203" w:hanging="203"/>
              <w:jc w:val="both"/>
              <w:rPr>
                <w:rStyle w:val="Seitenzahl"/>
                <w:rFonts w:cs="Arial"/>
              </w:rPr>
            </w:pPr>
            <w:r>
              <w:rPr>
                <w:rStyle w:val="Seitenzahl"/>
              </w:rPr>
              <w:t xml:space="preserve">Does the potential recipient have their </w:t>
            </w:r>
            <w:r>
              <w:rPr>
                <w:rStyle w:val="Seitenzahl"/>
                <w:u w:val="single"/>
              </w:rPr>
              <w:t>registered office in Germany</w:t>
            </w:r>
            <w:r>
              <w:rPr>
                <w:rStyle w:val="Seitenzahl"/>
              </w:rPr>
              <w:t>?</w:t>
            </w:r>
          </w:p>
          <w:p w14:paraId="437CE38A" w14:textId="7375DA1C" w:rsidR="0014104A" w:rsidRPr="007F17E4" w:rsidRDefault="00415F65" w:rsidP="00B83B0A">
            <w:pPr>
              <w:spacing w:line="276" w:lineRule="auto"/>
              <w:ind w:left="633"/>
              <w:jc w:val="both"/>
              <w:rPr>
                <w:rStyle w:val="Seitenzahl"/>
                <w:rFonts w:eastAsiaTheme="minorHAnsi" w:cs="Arial"/>
                <w:sz w:val="22"/>
                <w:szCs w:val="22"/>
              </w:rPr>
            </w:pPr>
            <w:sdt>
              <w:sdtPr>
                <w:rPr>
                  <w:rStyle w:val="Seitenzahl"/>
                  <w:rFonts w:cs="Arial"/>
                  <w:b/>
                  <w:bCs/>
                  <w:color w:val="000000" w:themeColor="text1"/>
                  <w:shd w:val="clear" w:color="auto" w:fill="BFBFBF" w:themeFill="background1" w:themeFillShade="BF"/>
                </w:rPr>
                <w:id w:val="-344410210"/>
                <w14:checkbox>
                  <w14:checked w14:val="0"/>
                  <w14:checkedState w14:val="2612" w14:font="MS Gothic"/>
                  <w14:uncheckedState w14:val="2610" w14:font="MS Gothic"/>
                </w14:checkbox>
              </w:sdtPr>
              <w:sdtEndPr>
                <w:rPr>
                  <w:rStyle w:val="Seitenzahl"/>
                </w:rPr>
              </w:sdtEndPr>
              <w:sdtContent>
                <w:r w:rsidR="004E33B9">
                  <w:rPr>
                    <w:rStyle w:val="Seitenzahl"/>
                    <w:rFonts w:ascii="MS Gothic" w:eastAsia="MS Gothic" w:hAnsi="MS Gothic" w:cs="Arial" w:hint="eastAsia"/>
                    <w:b/>
                    <w:bCs/>
                    <w:color w:val="000000" w:themeColor="text1"/>
                    <w:shd w:val="clear" w:color="auto" w:fill="BFBFBF" w:themeFill="background1" w:themeFillShade="BF"/>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67959293"/>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096CD48E" w14:textId="77777777" w:rsidR="00995BEE" w:rsidRPr="007F17E4" w:rsidRDefault="00995BEE" w:rsidP="0014104A">
            <w:pPr>
              <w:spacing w:line="276" w:lineRule="auto"/>
              <w:jc w:val="both"/>
              <w:rPr>
                <w:rStyle w:val="Seitenzahl"/>
                <w:rFonts w:cs="Arial"/>
              </w:rPr>
            </w:pPr>
          </w:p>
          <w:p w14:paraId="7E5744E4" w14:textId="7BE208C0" w:rsidR="0014104A" w:rsidRPr="002C5A27" w:rsidRDefault="0014104A" w:rsidP="00995BEE">
            <w:pPr>
              <w:pStyle w:val="Listenabsatz"/>
              <w:numPr>
                <w:ilvl w:val="0"/>
                <w:numId w:val="21"/>
              </w:numPr>
              <w:spacing w:line="276" w:lineRule="auto"/>
              <w:jc w:val="both"/>
              <w:rPr>
                <w:rStyle w:val="Seitenzahl"/>
                <w:rFonts w:cs="Arial"/>
              </w:rPr>
            </w:pPr>
            <w:r>
              <w:rPr>
                <w:rStyle w:val="Seitenzahl"/>
                <w:b/>
              </w:rPr>
              <w:t>If no</w:t>
            </w:r>
            <w:r>
              <w:rPr>
                <w:rStyle w:val="Seitenzahl"/>
              </w:rPr>
              <w:t xml:space="preserve">, continue to </w:t>
            </w:r>
            <w:r>
              <w:rPr>
                <w:rStyle w:val="Seitenzahl"/>
                <w:b/>
              </w:rPr>
              <w:t>2.)</w:t>
            </w:r>
          </w:p>
          <w:p w14:paraId="6B4ED0D9" w14:textId="32F861B6" w:rsidR="0014104A" w:rsidRPr="002C5A27" w:rsidRDefault="0014104A" w:rsidP="00280AB9">
            <w:pPr>
              <w:pStyle w:val="Listenabsatz"/>
              <w:numPr>
                <w:ilvl w:val="0"/>
                <w:numId w:val="21"/>
              </w:numPr>
              <w:tabs>
                <w:tab w:val="left" w:pos="560"/>
              </w:tabs>
              <w:spacing w:line="276" w:lineRule="auto"/>
              <w:jc w:val="both"/>
              <w:rPr>
                <w:rStyle w:val="Seitenzahl"/>
                <w:rFonts w:cs="Arial"/>
              </w:rPr>
            </w:pPr>
            <w:r>
              <w:rPr>
                <w:rStyle w:val="Seitenzahl"/>
                <w:b/>
              </w:rPr>
              <w:t>If yes</w:t>
            </w:r>
            <w:r>
              <w:rPr>
                <w:rStyle w:val="Seitenzahl"/>
              </w:rPr>
              <w:t xml:space="preserve">, no funding from local </w:t>
            </w:r>
            <w:r w:rsidR="009602FF">
              <w:rPr>
                <w:rStyle w:val="Seitenzahl"/>
              </w:rPr>
              <w:t xml:space="preserve">contributions </w:t>
            </w:r>
            <w:r>
              <w:rPr>
                <w:rStyle w:val="Seitenzahl"/>
              </w:rPr>
              <w:t xml:space="preserve">can be provided via a consulting firm </w:t>
            </w:r>
            <w:r>
              <w:rPr>
                <w:rStyle w:val="Seitenzahl"/>
                <w:i/>
              </w:rPr>
              <w:t>(check is to be terminated at this point)</w:t>
            </w:r>
          </w:p>
          <w:p w14:paraId="3C1CD603" w14:textId="77777777" w:rsidR="005F21F8" w:rsidRPr="007F17E4" w:rsidRDefault="005F21F8" w:rsidP="0014104A">
            <w:pPr>
              <w:spacing w:line="276" w:lineRule="auto"/>
              <w:jc w:val="both"/>
              <w:rPr>
                <w:rStyle w:val="Seitenzahl"/>
                <w:rFonts w:cs="Arial"/>
              </w:rPr>
            </w:pPr>
          </w:p>
          <w:p w14:paraId="5A65676F" w14:textId="1FB4CC2A" w:rsidR="0014104A" w:rsidRPr="007F17E4" w:rsidRDefault="60AD9FDB" w:rsidP="0014104A">
            <w:pPr>
              <w:spacing w:line="276" w:lineRule="auto"/>
              <w:jc w:val="both"/>
              <w:rPr>
                <w:rStyle w:val="Seitenzahl"/>
                <w:rFonts w:cs="Arial"/>
                <w:b/>
                <w:bCs/>
                <w:u w:val="single"/>
              </w:rPr>
            </w:pPr>
            <w:r>
              <w:rPr>
                <w:rStyle w:val="Seitenzahl"/>
                <w:b/>
                <w:u w:val="single"/>
              </w:rPr>
              <w:t>2.) Limited tax liability of the potential recipient</w:t>
            </w:r>
          </w:p>
          <w:p w14:paraId="0486ABAF" w14:textId="77777777" w:rsidR="0014104A" w:rsidRPr="007F17E4" w:rsidRDefault="0014104A" w:rsidP="007A5CD5">
            <w:pPr>
              <w:spacing w:line="276" w:lineRule="auto"/>
              <w:ind w:left="203" w:hanging="203"/>
              <w:jc w:val="both"/>
              <w:rPr>
                <w:rStyle w:val="Seitenzahl"/>
                <w:rFonts w:cs="Arial"/>
              </w:rPr>
            </w:pPr>
            <w:r>
              <w:rPr>
                <w:rStyle w:val="Seitenzahl"/>
              </w:rPr>
              <w:t xml:space="preserve">a. Does the recipient have a </w:t>
            </w:r>
            <w:r>
              <w:rPr>
                <w:rStyle w:val="Seitenzahl"/>
                <w:u w:val="single"/>
              </w:rPr>
              <w:t>limited tax liability</w:t>
            </w:r>
            <w:r>
              <w:rPr>
                <w:rStyle w:val="Seitenzahl"/>
              </w:rPr>
              <w:t xml:space="preserve"> in Germany? </w:t>
            </w:r>
          </w:p>
          <w:p w14:paraId="3D751019" w14:textId="728B7BD3" w:rsidR="0014104A" w:rsidRPr="007F17E4" w:rsidRDefault="00415F65" w:rsidP="00B83B0A">
            <w:pPr>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1550565657"/>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613933986"/>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1277FB4C" w14:textId="77777777" w:rsidR="00382562" w:rsidRDefault="00382562" w:rsidP="00382562">
            <w:pPr>
              <w:pStyle w:val="Listenabsatz"/>
              <w:tabs>
                <w:tab w:val="left" w:pos="629"/>
              </w:tabs>
              <w:spacing w:line="276" w:lineRule="auto"/>
              <w:ind w:left="580"/>
              <w:jc w:val="both"/>
              <w:rPr>
                <w:rStyle w:val="Seitenzahl"/>
                <w:rFonts w:cs="Arial"/>
              </w:rPr>
            </w:pPr>
          </w:p>
          <w:p w14:paraId="6F788D83" w14:textId="2E318B05" w:rsidR="00382562" w:rsidRPr="005C4D5C" w:rsidRDefault="0014104A" w:rsidP="00382562">
            <w:pPr>
              <w:pStyle w:val="Listenabsatz"/>
              <w:numPr>
                <w:ilvl w:val="0"/>
                <w:numId w:val="21"/>
              </w:numPr>
              <w:tabs>
                <w:tab w:val="left" w:pos="629"/>
              </w:tabs>
              <w:spacing w:line="276" w:lineRule="auto"/>
              <w:jc w:val="both"/>
              <w:rPr>
                <w:rStyle w:val="Seitenzahl"/>
                <w:rFonts w:cs="Arial"/>
              </w:rPr>
            </w:pPr>
            <w:r>
              <w:rPr>
                <w:rStyle w:val="Seitenzahl"/>
              </w:rPr>
              <w:t xml:space="preserve"> </w:t>
            </w:r>
            <w:r>
              <w:rPr>
                <w:rStyle w:val="Seitenzahl"/>
                <w:b/>
                <w:bCs/>
              </w:rPr>
              <w:t>If yes</w:t>
            </w:r>
            <w:r>
              <w:rPr>
                <w:rStyle w:val="Seitenzahl"/>
              </w:rPr>
              <w:t xml:space="preserve">, no funding from local </w:t>
            </w:r>
            <w:r w:rsidR="009602FF">
              <w:rPr>
                <w:rStyle w:val="Seitenzahl"/>
              </w:rPr>
              <w:t xml:space="preserve">contributions </w:t>
            </w:r>
            <w:r>
              <w:rPr>
                <w:rStyle w:val="Seitenzahl"/>
              </w:rPr>
              <w:t xml:space="preserve">can be provided via a consulting firm </w:t>
            </w:r>
            <w:r>
              <w:rPr>
                <w:rStyle w:val="Seitenzahl"/>
                <w:i/>
              </w:rPr>
              <w:t>(check is to be terminated at this point)</w:t>
            </w:r>
          </w:p>
          <w:p w14:paraId="4EF75969" w14:textId="7ED9CAE7" w:rsidR="0014104A" w:rsidRPr="007F17E4" w:rsidRDefault="0014104A" w:rsidP="0014104A">
            <w:pPr>
              <w:spacing w:line="276" w:lineRule="auto"/>
              <w:jc w:val="both"/>
              <w:rPr>
                <w:rStyle w:val="Seitenzahl"/>
                <w:rFonts w:cs="Arial"/>
              </w:rPr>
            </w:pPr>
          </w:p>
          <w:p w14:paraId="07AF5FEE" w14:textId="3110088B" w:rsidR="00FD5C85" w:rsidRPr="007F17E4" w:rsidRDefault="00FD5C85" w:rsidP="00FD5C85">
            <w:pPr>
              <w:pStyle w:val="Listenabsatz"/>
              <w:numPr>
                <w:ilvl w:val="0"/>
                <w:numId w:val="21"/>
              </w:numPr>
              <w:spacing w:line="276" w:lineRule="auto"/>
              <w:jc w:val="both"/>
              <w:rPr>
                <w:rStyle w:val="Seitenzahl"/>
                <w:rFonts w:cs="Arial"/>
              </w:rPr>
            </w:pPr>
            <w:r>
              <w:rPr>
                <w:rStyle w:val="Seitenzahl"/>
                <w:b/>
              </w:rPr>
              <w:t>If no,</w:t>
            </w:r>
            <w:r>
              <w:rPr>
                <w:rStyle w:val="Seitenzahl"/>
              </w:rPr>
              <w:t xml:space="preserve"> please </w:t>
            </w:r>
            <w:r w:rsidR="009602FF">
              <w:rPr>
                <w:rStyle w:val="Seitenzahl"/>
              </w:rPr>
              <w:t>observe</w:t>
            </w:r>
            <w:r>
              <w:rPr>
                <w:rStyle w:val="Seitenzahl"/>
              </w:rPr>
              <w:t xml:space="preserve"> EU state aid law²) insofar as the content of the project serves the public benefit according to the project proposal (</w:t>
            </w:r>
            <w:r w:rsidR="00F747EF">
              <w:rPr>
                <w:rStyle w:val="Seitenzahl"/>
              </w:rPr>
              <w:t xml:space="preserve">recipient’s </w:t>
            </w:r>
            <w:r>
              <w:rPr>
                <w:rStyle w:val="Seitenzahl"/>
              </w:rPr>
              <w:t>articles of association or similar may indicate that this is the case).</w:t>
            </w:r>
            <w:r>
              <w:rPr>
                <w:rStyle w:val="Seitenzahl"/>
              </w:rPr>
              <w:br/>
            </w:r>
          </w:p>
          <w:p w14:paraId="40B31078" w14:textId="4F249117" w:rsidR="00FD5C85" w:rsidRPr="007F17E4" w:rsidRDefault="00FD5C85" w:rsidP="00FD5C85">
            <w:pPr>
              <w:pStyle w:val="Listenabsatz"/>
              <w:numPr>
                <w:ilvl w:val="0"/>
                <w:numId w:val="21"/>
              </w:numPr>
              <w:spacing w:line="276" w:lineRule="auto"/>
              <w:jc w:val="both"/>
              <w:rPr>
                <w:rStyle w:val="Seitenzahl"/>
                <w:rFonts w:cs="Arial"/>
              </w:rPr>
            </w:pPr>
            <w:r>
              <w:rPr>
                <w:rStyle w:val="Seitenzahl"/>
              </w:rPr>
              <w:t xml:space="preserve">Please explain the extent to which the use of funds </w:t>
            </w:r>
            <w:r w:rsidR="00F747EF">
              <w:rPr>
                <w:rStyle w:val="Seitenzahl"/>
              </w:rPr>
              <w:t>to be used for</w:t>
            </w:r>
            <w:r>
              <w:rPr>
                <w:rStyle w:val="Seitenzahl"/>
              </w:rPr>
              <w:t xml:space="preserve"> the project according to the project proposal is to deliver tangible benefits to the general public in the developing country:</w:t>
            </w:r>
          </w:p>
          <w:p w14:paraId="30CCFAC8" w14:textId="77777777" w:rsidR="005C7919" w:rsidRPr="007F17E4" w:rsidRDefault="005C7919" w:rsidP="005C7919">
            <w:pPr>
              <w:pStyle w:val="Listenabsatz"/>
              <w:spacing w:line="276" w:lineRule="auto"/>
              <w:ind w:left="580"/>
              <w:jc w:val="both"/>
              <w:rPr>
                <w:rStyle w:val="Seitenzahl"/>
                <w:rFonts w:cs="Arial"/>
              </w:rPr>
            </w:pPr>
          </w:p>
          <w:p w14:paraId="04D236D5" w14:textId="447B2980" w:rsidR="001607E0" w:rsidRPr="007F17E4" w:rsidRDefault="001607E0" w:rsidP="001607E0">
            <w:pPr>
              <w:spacing w:line="276" w:lineRule="auto"/>
              <w:ind w:left="580"/>
              <w:jc w:val="both"/>
              <w:rPr>
                <w:rStyle w:val="Seitenzahl"/>
                <w:rFonts w:cs="Arial"/>
                <w:color w:val="000000" w:themeColor="text1"/>
              </w:rPr>
            </w:pPr>
            <w:r>
              <w:rPr>
                <w:rStyle w:val="Seitenzahl"/>
                <w:color w:val="000000" w:themeColor="text1"/>
              </w:rPr>
              <w:t xml:space="preserve">Please explain: </w:t>
            </w:r>
            <w:r w:rsidRPr="007F17E4">
              <w:rPr>
                <w:rStyle w:val="Seitenzahl"/>
                <w:rFonts w:cs="Arial"/>
                <w:color w:val="000000" w:themeColor="text1"/>
              </w:rPr>
              <w:fldChar w:fldCharType="begin" w:fldLock="1">
                <w:ffData>
                  <w:name w:val="Text1"/>
                  <w:enabled/>
                  <w:calcOnExit w:val="0"/>
                  <w:textInput/>
                </w:ffData>
              </w:fldChar>
            </w:r>
            <w:r w:rsidRPr="007F17E4">
              <w:rPr>
                <w:rStyle w:val="Seitenzahl"/>
                <w:rFonts w:cs="Arial"/>
                <w:color w:val="000000" w:themeColor="text1"/>
              </w:rPr>
              <w:instrText xml:space="preserve"> FORMTEXT </w:instrText>
            </w:r>
            <w:r w:rsidRPr="007F17E4">
              <w:rPr>
                <w:rStyle w:val="Seitenzahl"/>
                <w:rFonts w:cs="Arial"/>
                <w:color w:val="000000" w:themeColor="text1"/>
              </w:rPr>
            </w:r>
            <w:r w:rsidRPr="007F17E4">
              <w:rPr>
                <w:rStyle w:val="Seitenzahl"/>
                <w:rFonts w:cs="Arial"/>
                <w:color w:val="000000" w:themeColor="text1"/>
              </w:rPr>
              <w:fldChar w:fldCharType="separate"/>
            </w:r>
            <w:r>
              <w:rPr>
                <w:rStyle w:val="Seitenzahl"/>
                <w:color w:val="000000" w:themeColor="text1"/>
              </w:rPr>
              <w:t>     </w:t>
            </w:r>
            <w:r w:rsidRPr="007F17E4">
              <w:rPr>
                <w:rStyle w:val="Seitenzahl"/>
                <w:rFonts w:cs="Arial"/>
                <w:color w:val="000000" w:themeColor="text1"/>
              </w:rPr>
              <w:fldChar w:fldCharType="end"/>
            </w:r>
          </w:p>
          <w:p w14:paraId="1EFC45CE" w14:textId="6F8F45FC" w:rsidR="00446785" w:rsidRPr="007F17E4" w:rsidRDefault="00446785" w:rsidP="00382562">
            <w:pPr>
              <w:spacing w:line="276" w:lineRule="auto"/>
              <w:jc w:val="both"/>
              <w:rPr>
                <w:rStyle w:val="Seitenzahl"/>
                <w:rFonts w:cs="Arial"/>
              </w:rPr>
            </w:pPr>
          </w:p>
        </w:tc>
      </w:tr>
    </w:tbl>
    <w:p w14:paraId="00795BC8" w14:textId="48CFAEA1" w:rsidR="00102C33" w:rsidRPr="007F17E4" w:rsidRDefault="00102C33">
      <w:pPr>
        <w:rPr>
          <w:rFonts w:cs="Arial"/>
          <w:sz w:val="20"/>
          <w:szCs w:val="20"/>
        </w:rPr>
      </w:pPr>
    </w:p>
    <w:tbl>
      <w:tblPr>
        <w:tblStyle w:val="Tabellenraster"/>
        <w:tblW w:w="9286" w:type="dxa"/>
        <w:tblLayout w:type="fixed"/>
        <w:tblLook w:val="06A0" w:firstRow="1" w:lastRow="0" w:firstColumn="1" w:lastColumn="0" w:noHBand="1" w:noVBand="1"/>
      </w:tblPr>
      <w:tblGrid>
        <w:gridCol w:w="4786"/>
        <w:gridCol w:w="4500"/>
      </w:tblGrid>
      <w:tr w:rsidR="00293840" w:rsidRPr="007F17E4" w14:paraId="4ED51039" w14:textId="77777777" w:rsidTr="599511EE">
        <w:tc>
          <w:tcPr>
            <w:tcW w:w="4786" w:type="dxa"/>
            <w:shd w:val="clear" w:color="auto" w:fill="F2F2F2" w:themeFill="background1" w:themeFillShade="F2"/>
          </w:tcPr>
          <w:p w14:paraId="60384256" w14:textId="0FE03487" w:rsidR="00293840" w:rsidRPr="007F17E4" w:rsidRDefault="00014574" w:rsidP="00293840">
            <w:pPr>
              <w:spacing w:before="120" w:line="276" w:lineRule="auto"/>
              <w:jc w:val="both"/>
              <w:rPr>
                <w:rFonts w:cs="Arial"/>
                <w:b/>
                <w:color w:val="000000" w:themeColor="text1"/>
              </w:rPr>
            </w:pPr>
            <w:r>
              <w:rPr>
                <w:b/>
                <w:color w:val="000000" w:themeColor="text1"/>
              </w:rPr>
              <w:t>4. Accounting</w:t>
            </w:r>
          </w:p>
          <w:p w14:paraId="6955D400" w14:textId="30A52F31" w:rsidR="00293840" w:rsidRPr="007F17E4" w:rsidRDefault="00754B9C" w:rsidP="00293840">
            <w:pPr>
              <w:spacing w:line="276" w:lineRule="auto"/>
              <w:jc w:val="both"/>
              <w:rPr>
                <w:rFonts w:cs="Arial"/>
                <w:color w:val="000000" w:themeColor="text1"/>
              </w:rPr>
            </w:pPr>
            <w:r>
              <w:rPr>
                <w:color w:val="000000" w:themeColor="text1"/>
              </w:rPr>
              <w:t xml:space="preserve">As a basic principle, the bookkeeping system should make it possible for an expert third party to gain an overview of the company’s business transactions and financial situation within a reasonable amount of </w:t>
            </w:r>
            <w:r>
              <w:rPr>
                <w:color w:val="000000" w:themeColor="text1"/>
              </w:rPr>
              <w:lastRenderedPageBreak/>
              <w:t>time. It should be checked whether an appropriate bookkeeping system exists and is used by qualified staff. Also check the time recording system.</w:t>
            </w:r>
          </w:p>
          <w:p w14:paraId="083C8686" w14:textId="75F3B4BA" w:rsidR="00014574" w:rsidRPr="007F17E4" w:rsidRDefault="00014574" w:rsidP="00293840">
            <w:pPr>
              <w:spacing w:line="276" w:lineRule="auto"/>
              <w:jc w:val="both"/>
              <w:rPr>
                <w:rFonts w:cs="Arial"/>
              </w:rPr>
            </w:pPr>
          </w:p>
          <w:p w14:paraId="21694067" w14:textId="35DAD68F" w:rsidR="00754B9C" w:rsidRPr="007F17E4" w:rsidRDefault="00754B9C" w:rsidP="00293840">
            <w:pPr>
              <w:spacing w:line="276" w:lineRule="auto"/>
              <w:jc w:val="both"/>
              <w:rPr>
                <w:rFonts w:cs="Arial"/>
              </w:rPr>
            </w:pPr>
          </w:p>
          <w:p w14:paraId="2765FCB9" w14:textId="5E9FBA1B" w:rsidR="00754B9C" w:rsidRPr="007F17E4" w:rsidRDefault="00754B9C" w:rsidP="00293840">
            <w:pPr>
              <w:spacing w:line="276" w:lineRule="auto"/>
              <w:jc w:val="both"/>
              <w:rPr>
                <w:rFonts w:cs="Arial"/>
              </w:rPr>
            </w:pPr>
          </w:p>
          <w:p w14:paraId="30B375C7" w14:textId="26371906" w:rsidR="00754B9C" w:rsidRPr="007F17E4" w:rsidRDefault="00754B9C" w:rsidP="00293840">
            <w:pPr>
              <w:spacing w:line="276" w:lineRule="auto"/>
              <w:jc w:val="both"/>
              <w:rPr>
                <w:rFonts w:cs="Arial"/>
              </w:rPr>
            </w:pPr>
          </w:p>
          <w:p w14:paraId="2AC7D399" w14:textId="679ADF69" w:rsidR="00754B9C" w:rsidRPr="007F17E4" w:rsidRDefault="00754B9C" w:rsidP="00293840">
            <w:pPr>
              <w:spacing w:line="276" w:lineRule="auto"/>
              <w:jc w:val="both"/>
              <w:rPr>
                <w:rFonts w:cs="Arial"/>
              </w:rPr>
            </w:pPr>
          </w:p>
          <w:p w14:paraId="3B79A2CD" w14:textId="4BE364EA" w:rsidR="00754B9C" w:rsidRPr="007F17E4" w:rsidRDefault="00754B9C" w:rsidP="00293840">
            <w:pPr>
              <w:spacing w:line="276" w:lineRule="auto"/>
              <w:jc w:val="both"/>
              <w:rPr>
                <w:rFonts w:cs="Arial"/>
              </w:rPr>
            </w:pPr>
          </w:p>
          <w:p w14:paraId="6DA33EFF" w14:textId="20F4C575" w:rsidR="00754B9C" w:rsidRPr="007F17E4" w:rsidRDefault="00754B9C" w:rsidP="00293840">
            <w:pPr>
              <w:spacing w:line="276" w:lineRule="auto"/>
              <w:jc w:val="both"/>
              <w:rPr>
                <w:rFonts w:cs="Arial"/>
              </w:rPr>
            </w:pPr>
          </w:p>
          <w:p w14:paraId="6947E69A" w14:textId="55946F61" w:rsidR="00754B9C" w:rsidRPr="007F17E4" w:rsidRDefault="00754B9C" w:rsidP="00293840">
            <w:pPr>
              <w:spacing w:line="276" w:lineRule="auto"/>
              <w:jc w:val="both"/>
              <w:rPr>
                <w:rFonts w:cs="Arial"/>
              </w:rPr>
            </w:pPr>
          </w:p>
          <w:p w14:paraId="3A81B195" w14:textId="26C88723" w:rsidR="00754B9C" w:rsidRPr="007F17E4" w:rsidRDefault="00754B9C" w:rsidP="00293840">
            <w:pPr>
              <w:spacing w:line="276" w:lineRule="auto"/>
              <w:jc w:val="both"/>
              <w:rPr>
                <w:rFonts w:cs="Arial"/>
              </w:rPr>
            </w:pPr>
          </w:p>
          <w:p w14:paraId="75F506EE" w14:textId="47565135" w:rsidR="00754B9C" w:rsidRPr="007F17E4" w:rsidRDefault="00754B9C" w:rsidP="00293840">
            <w:pPr>
              <w:spacing w:line="276" w:lineRule="auto"/>
              <w:jc w:val="both"/>
              <w:rPr>
                <w:rFonts w:cs="Arial"/>
              </w:rPr>
            </w:pPr>
          </w:p>
          <w:p w14:paraId="5576261C" w14:textId="14C39F68" w:rsidR="00754B9C" w:rsidRPr="007F17E4" w:rsidRDefault="00754B9C" w:rsidP="00293840">
            <w:pPr>
              <w:spacing w:line="276" w:lineRule="auto"/>
              <w:jc w:val="both"/>
              <w:rPr>
                <w:rFonts w:cs="Arial"/>
              </w:rPr>
            </w:pPr>
          </w:p>
          <w:p w14:paraId="2FC70CA2" w14:textId="77777777" w:rsidR="00754B9C" w:rsidRPr="007F17E4" w:rsidRDefault="00754B9C" w:rsidP="00293840">
            <w:pPr>
              <w:spacing w:line="276" w:lineRule="auto"/>
              <w:jc w:val="both"/>
              <w:rPr>
                <w:rFonts w:cs="Arial"/>
              </w:rPr>
            </w:pPr>
          </w:p>
          <w:p w14:paraId="6901DDDE" w14:textId="77777777" w:rsidR="00754B9C" w:rsidRPr="007F17E4" w:rsidRDefault="00754B9C" w:rsidP="00293840">
            <w:pPr>
              <w:spacing w:line="276" w:lineRule="auto"/>
              <w:jc w:val="both"/>
              <w:rPr>
                <w:rFonts w:cs="Arial"/>
              </w:rPr>
            </w:pPr>
          </w:p>
          <w:p w14:paraId="130A18CF" w14:textId="77777777" w:rsidR="00BB74A8" w:rsidRDefault="00BB74A8" w:rsidP="00014574">
            <w:pPr>
              <w:spacing w:line="276" w:lineRule="auto"/>
              <w:jc w:val="both"/>
              <w:rPr>
                <w:rStyle w:val="Seitenzahl"/>
                <w:rFonts w:cs="Arial"/>
                <w:color w:val="000000" w:themeColor="text1"/>
              </w:rPr>
            </w:pPr>
          </w:p>
          <w:p w14:paraId="44AD1DA7" w14:textId="77777777" w:rsidR="00BB74A8" w:rsidRDefault="00BB74A8" w:rsidP="00014574">
            <w:pPr>
              <w:spacing w:line="276" w:lineRule="auto"/>
              <w:jc w:val="both"/>
              <w:rPr>
                <w:rStyle w:val="Seitenzahl"/>
                <w:rFonts w:cs="Arial"/>
                <w:color w:val="000000" w:themeColor="text1"/>
              </w:rPr>
            </w:pPr>
          </w:p>
          <w:p w14:paraId="1F5DA5E4" w14:textId="680E1C8A" w:rsidR="00BB74A8" w:rsidRPr="00BB74A8" w:rsidRDefault="00E20BE5" w:rsidP="00014574">
            <w:pPr>
              <w:spacing w:line="276" w:lineRule="auto"/>
              <w:jc w:val="both"/>
              <w:rPr>
                <w:rStyle w:val="Seitenzahl"/>
                <w:rFonts w:cs="Arial"/>
                <w:i/>
                <w:iCs/>
                <w:color w:val="000000" w:themeColor="text1"/>
              </w:rPr>
            </w:pPr>
            <w:r>
              <w:rPr>
                <w:rStyle w:val="Seitenzahl"/>
                <w:rFonts w:cs="Arial"/>
                <w:i/>
                <w:iCs/>
                <w:color w:val="000000" w:themeColor="text1"/>
                <w:lang w:val="en-US"/>
              </w:rPr>
              <w:t>Template</w:t>
            </w:r>
            <w:r w:rsidR="007F4ADE">
              <w:rPr>
                <w:rStyle w:val="Seitenzahl"/>
                <w:rFonts w:cs="Arial"/>
                <w:i/>
                <w:iCs/>
                <w:color w:val="000000" w:themeColor="text1"/>
                <w:lang w:val="en-US"/>
              </w:rPr>
              <w:t xml:space="preserve"> for </w:t>
            </w:r>
            <w:r w:rsidRPr="00EB755F">
              <w:rPr>
                <w:rStyle w:val="Seitenzahl"/>
                <w:rFonts w:cs="Arial"/>
                <w:i/>
                <w:iCs/>
                <w:color w:val="000000" w:themeColor="text1"/>
                <w:lang w:val="en-US"/>
              </w:rPr>
              <w:t xml:space="preserve">voluntary commitment: </w:t>
            </w:r>
            <w:r>
              <w:rPr>
                <w:rStyle w:val="Seitenzahl"/>
                <w:rFonts w:cs="Arial"/>
                <w:i/>
                <w:iCs/>
                <w:color w:val="000000" w:themeColor="text1"/>
                <w:lang w:val="en-US"/>
              </w:rPr>
              <w:t>‘</w:t>
            </w:r>
            <w:r w:rsidRPr="00EB755F">
              <w:rPr>
                <w:rStyle w:val="Seitenzahl"/>
                <w:rFonts w:cs="Arial"/>
                <w:i/>
                <w:iCs/>
                <w:color w:val="000000" w:themeColor="text1"/>
                <w:lang w:val="en-US"/>
              </w:rPr>
              <w:t>By signing this document, we commit ourselves to i</w:t>
            </w:r>
            <w:r w:rsidR="007F4ADE">
              <w:rPr>
                <w:rStyle w:val="Seitenzahl"/>
                <w:rFonts w:cs="Arial"/>
                <w:i/>
                <w:iCs/>
                <w:color w:val="000000" w:themeColor="text1"/>
                <w:lang w:val="en-US"/>
              </w:rPr>
              <w:t>mplementing</w:t>
            </w:r>
            <w:r w:rsidRPr="00EB755F">
              <w:rPr>
                <w:rStyle w:val="Seitenzahl"/>
                <w:rFonts w:cs="Arial"/>
                <w:i/>
                <w:iCs/>
                <w:color w:val="000000" w:themeColor="text1"/>
                <w:lang w:val="en-US"/>
              </w:rPr>
              <w:t xml:space="preserve"> a manual or electronic time recording system that is used to record the actual number of working hours spent on the project and that presents these hours in verifiable form.</w:t>
            </w:r>
            <w:r w:rsidR="007F4ADE">
              <w:rPr>
                <w:rStyle w:val="Seitenzahl"/>
                <w:rFonts w:cs="Arial"/>
                <w:i/>
                <w:iCs/>
                <w:color w:val="000000" w:themeColor="text1"/>
                <w:lang w:val="en-US"/>
              </w:rPr>
              <w:t>’</w:t>
            </w:r>
            <w:r>
              <w:t>”</w:t>
            </w:r>
          </w:p>
        </w:tc>
        <w:tc>
          <w:tcPr>
            <w:tcW w:w="4500" w:type="dxa"/>
          </w:tcPr>
          <w:p w14:paraId="50AD6FBD" w14:textId="77777777" w:rsidR="00513C3F" w:rsidRDefault="00513C3F" w:rsidP="006657D9">
            <w:pPr>
              <w:spacing w:line="276" w:lineRule="auto"/>
              <w:jc w:val="both"/>
              <w:rPr>
                <w:rStyle w:val="Seitenzahl"/>
                <w:rFonts w:cs="Arial"/>
              </w:rPr>
            </w:pPr>
          </w:p>
          <w:p w14:paraId="50C688FF" w14:textId="35C7E51E" w:rsidR="006657D9" w:rsidRPr="007F17E4" w:rsidRDefault="006657D9" w:rsidP="006657D9">
            <w:pPr>
              <w:spacing w:line="276" w:lineRule="auto"/>
              <w:jc w:val="both"/>
              <w:rPr>
                <w:rStyle w:val="Seitenzahl"/>
                <w:rFonts w:cs="Arial"/>
              </w:rPr>
            </w:pPr>
            <w:r>
              <w:rPr>
                <w:rStyle w:val="Seitenzahl"/>
              </w:rPr>
              <w:t>Is the national accounting standard complied with?</w:t>
            </w:r>
          </w:p>
          <w:p w14:paraId="6B826E48" w14:textId="00BA1775" w:rsidR="006657D9" w:rsidRPr="007F17E4" w:rsidRDefault="00415F65" w:rsidP="00B83B0A">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961719025"/>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029074070"/>
                <w14:checkbox>
                  <w14:checked w14:val="0"/>
                  <w14:checkedState w14:val="2612" w14:font="MS Gothic"/>
                  <w14:uncheckedState w14:val="2610" w14:font="MS Gothic"/>
                </w14:checkbox>
              </w:sdtPr>
              <w:sdtEndPr>
                <w:rPr>
                  <w:rStyle w:val="Seitenzahl"/>
                </w:rPr>
              </w:sdtEndPr>
              <w:sdtContent>
                <w:r w:rsidR="004821EB"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2ED53437" w14:textId="77777777" w:rsidR="006657D9" w:rsidRPr="007F17E4" w:rsidRDefault="006657D9" w:rsidP="006657D9">
            <w:pPr>
              <w:spacing w:line="276" w:lineRule="auto"/>
              <w:jc w:val="both"/>
              <w:rPr>
                <w:rStyle w:val="Seitenzahl"/>
                <w:rFonts w:cs="Arial"/>
                <w:color w:val="000000" w:themeColor="text1"/>
              </w:rPr>
            </w:pPr>
          </w:p>
          <w:p w14:paraId="38E9F932" w14:textId="14D227B1" w:rsidR="006657D9" w:rsidRPr="007F17E4" w:rsidRDefault="006657D9" w:rsidP="006657D9">
            <w:pPr>
              <w:spacing w:line="276" w:lineRule="auto"/>
              <w:jc w:val="both"/>
              <w:rPr>
                <w:rStyle w:val="Seitenzahl"/>
                <w:rFonts w:cs="Arial"/>
              </w:rPr>
            </w:pPr>
            <w:r>
              <w:rPr>
                <w:rStyle w:val="Seitenzahl"/>
              </w:rPr>
              <w:t>Are there lists of income and expenditures?</w:t>
            </w:r>
          </w:p>
          <w:p w14:paraId="03FAA468" w14:textId="2E261DBF"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1830663085"/>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657648643"/>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40E84BB0" w14:textId="4C1B0A09" w:rsidR="00AB2653" w:rsidRDefault="004345CD" w:rsidP="00AB2653">
            <w:pPr>
              <w:spacing w:before="120" w:after="120" w:line="276" w:lineRule="auto"/>
              <w:jc w:val="both"/>
              <w:rPr>
                <w:rFonts w:cs="Arial"/>
              </w:rPr>
            </w:pPr>
            <w:r>
              <w:t xml:space="preserve">(minimum standard for local </w:t>
            </w:r>
            <w:r w:rsidR="00F747EF">
              <w:rPr>
                <w:rStyle w:val="Seitenzahl"/>
              </w:rPr>
              <w:t xml:space="preserve">contributions </w:t>
            </w:r>
            <w:r>
              <w:t xml:space="preserve">(see </w:t>
            </w:r>
            <w:r w:rsidR="00F747EF">
              <w:t>G</w:t>
            </w:r>
            <w:r>
              <w:t xml:space="preserve">uideline on </w:t>
            </w:r>
            <w:r w:rsidR="006712D3">
              <w:t xml:space="preserve">local </w:t>
            </w:r>
            <w:r w:rsidR="006712D3">
              <w:rPr>
                <w:rStyle w:val="Seitenzahl"/>
              </w:rPr>
              <w:t>contributions</w:t>
            </w:r>
            <w:r w:rsidR="00D91719">
              <w:t xml:space="preserve"> </w:t>
            </w:r>
            <w:r w:rsidR="00D91719" w:rsidRPr="00D91719">
              <w:rPr>
                <w:rStyle w:val="Seitenzahl"/>
              </w:rPr>
              <w:t>in consulting contracts</w:t>
            </w:r>
            <w:r>
              <w:t>))</w:t>
            </w:r>
          </w:p>
          <w:p w14:paraId="56BFE739" w14:textId="77777777" w:rsidR="00AB2653" w:rsidRPr="007F17E4" w:rsidRDefault="00AB2653" w:rsidP="006657D9">
            <w:pPr>
              <w:spacing w:line="276" w:lineRule="auto"/>
              <w:jc w:val="both"/>
              <w:rPr>
                <w:rStyle w:val="Seitenzahl"/>
                <w:rFonts w:cs="Arial"/>
                <w:color w:val="000000" w:themeColor="text1"/>
              </w:rPr>
            </w:pPr>
          </w:p>
          <w:p w14:paraId="62501E72" w14:textId="13D0EA33" w:rsidR="006657D9" w:rsidRPr="007F17E4" w:rsidRDefault="006657D9" w:rsidP="006657D9">
            <w:pPr>
              <w:spacing w:line="276" w:lineRule="auto"/>
              <w:jc w:val="both"/>
              <w:rPr>
                <w:rStyle w:val="Seitenzahl"/>
                <w:rFonts w:cs="Arial"/>
              </w:rPr>
            </w:pPr>
            <w:r>
              <w:rPr>
                <w:rStyle w:val="Seitenzahl"/>
              </w:rPr>
              <w:t>Is there an electronic bookkeeping system?</w:t>
            </w:r>
          </w:p>
          <w:p w14:paraId="650C991B" w14:textId="40396048"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1776521157"/>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571277543"/>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108B4FFA" w14:textId="77777777" w:rsidR="00B81B46" w:rsidRDefault="00B81B46" w:rsidP="00B83B0A">
            <w:pPr>
              <w:spacing w:line="276" w:lineRule="auto"/>
              <w:ind w:left="633"/>
              <w:jc w:val="both"/>
              <w:rPr>
                <w:rStyle w:val="Seitenzahl"/>
                <w:rFonts w:eastAsiaTheme="minorHAnsi" w:cs="Arial"/>
                <w:color w:val="000000" w:themeColor="text1"/>
                <w:sz w:val="22"/>
                <w:szCs w:val="22"/>
                <w:lang w:eastAsia="en-US"/>
              </w:rPr>
            </w:pPr>
          </w:p>
          <w:p w14:paraId="73E9CBB0" w14:textId="3B1A90CF" w:rsidR="006657D9" w:rsidRPr="007F17E4" w:rsidRDefault="006657D9" w:rsidP="006657D9">
            <w:pPr>
              <w:spacing w:line="276" w:lineRule="auto"/>
              <w:jc w:val="both"/>
              <w:rPr>
                <w:rStyle w:val="Seitenzahl"/>
                <w:rFonts w:cs="Arial"/>
              </w:rPr>
            </w:pPr>
            <w:r>
              <w:rPr>
                <w:rStyle w:val="Seitenzahl"/>
              </w:rPr>
              <w:t>Are the annual financial statements drawn up properly?</w:t>
            </w:r>
          </w:p>
          <w:p w14:paraId="438870F1" w14:textId="11345AF1"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608198714"/>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824038926"/>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622C63F7" w14:textId="70DA816C" w:rsidR="006657D9" w:rsidRPr="007F17E4" w:rsidRDefault="006657D9" w:rsidP="006657D9">
            <w:pPr>
              <w:spacing w:line="276" w:lineRule="auto"/>
              <w:jc w:val="both"/>
              <w:rPr>
                <w:rStyle w:val="Seitenzahl"/>
                <w:rFonts w:cs="Arial"/>
                <w:color w:val="000000" w:themeColor="text1"/>
              </w:rPr>
            </w:pPr>
          </w:p>
          <w:p w14:paraId="4CB504C4" w14:textId="1202902D" w:rsidR="006657D9" w:rsidRPr="007F17E4" w:rsidRDefault="006657D9" w:rsidP="006657D9">
            <w:pPr>
              <w:spacing w:line="276" w:lineRule="auto"/>
              <w:jc w:val="both"/>
              <w:rPr>
                <w:rStyle w:val="Seitenzahl"/>
                <w:rFonts w:cs="Arial"/>
              </w:rPr>
            </w:pPr>
            <w:r>
              <w:rPr>
                <w:rStyle w:val="Seitenzahl"/>
              </w:rPr>
              <w:t>Is there qualified staff?</w:t>
            </w:r>
          </w:p>
          <w:p w14:paraId="6AE86DA7" w14:textId="758BE5C7"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2036790692"/>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346469821"/>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09A3FE5B" w14:textId="397A0F94" w:rsidR="006657D9" w:rsidRPr="007F17E4" w:rsidRDefault="006657D9" w:rsidP="006657D9">
            <w:pPr>
              <w:spacing w:line="276" w:lineRule="auto"/>
              <w:jc w:val="both"/>
              <w:rPr>
                <w:rStyle w:val="Seitenzahl"/>
                <w:rFonts w:cs="Arial"/>
                <w:color w:val="000000" w:themeColor="text1"/>
              </w:rPr>
            </w:pPr>
          </w:p>
          <w:p w14:paraId="5C03E6DA" w14:textId="23491AA9" w:rsidR="006657D9" w:rsidRPr="007F17E4" w:rsidRDefault="006657D9" w:rsidP="006657D9">
            <w:pPr>
              <w:spacing w:line="276" w:lineRule="auto"/>
              <w:jc w:val="both"/>
              <w:rPr>
                <w:rStyle w:val="Seitenzahl"/>
                <w:rFonts w:cs="Arial"/>
                <w:color w:val="000000" w:themeColor="text1"/>
              </w:rPr>
            </w:pPr>
            <w:r>
              <w:rPr>
                <w:rStyle w:val="Seitenzahl"/>
                <w:color w:val="000000" w:themeColor="text1"/>
              </w:rPr>
              <w:t>Is there a time recording system?</w:t>
            </w:r>
          </w:p>
          <w:p w14:paraId="3654A1D0" w14:textId="44A2E507"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1690023441"/>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07944039"/>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7EEADF86" w14:textId="77777777" w:rsidR="001607E0" w:rsidRPr="007F17E4" w:rsidRDefault="001607E0" w:rsidP="006657D9">
            <w:pPr>
              <w:spacing w:line="276" w:lineRule="auto"/>
              <w:jc w:val="both"/>
              <w:rPr>
                <w:rStyle w:val="Seitenzahl"/>
                <w:rFonts w:cs="Arial"/>
                <w:color w:val="000000" w:themeColor="text1"/>
              </w:rPr>
            </w:pPr>
          </w:p>
          <w:p w14:paraId="0BC676E1" w14:textId="21E8EA4A" w:rsidR="00754B9C" w:rsidRPr="007F17E4" w:rsidRDefault="00754B9C" w:rsidP="00B83B0A">
            <w:pPr>
              <w:spacing w:line="276" w:lineRule="auto"/>
              <w:ind w:left="633"/>
              <w:jc w:val="both"/>
              <w:rPr>
                <w:rStyle w:val="Seitenzahl"/>
                <w:rFonts w:eastAsiaTheme="minorHAnsi" w:cs="Arial"/>
                <w:color w:val="000000" w:themeColor="text1"/>
                <w:sz w:val="22"/>
                <w:szCs w:val="22"/>
              </w:rPr>
            </w:pPr>
            <w:r>
              <w:rPr>
                <w:rStyle w:val="Seitenzahl"/>
                <w:color w:val="000000" w:themeColor="text1"/>
              </w:rPr>
              <w:t xml:space="preserve">If </w:t>
            </w:r>
            <w:r>
              <w:rPr>
                <w:rStyle w:val="Seitenzahl"/>
                <w:b/>
                <w:bCs/>
                <w:color w:val="000000" w:themeColor="text1"/>
              </w:rPr>
              <w:t>yes</w:t>
            </w:r>
            <w:r>
              <w:rPr>
                <w:rStyle w:val="Seitenzahl"/>
                <w:color w:val="000000" w:themeColor="text1"/>
              </w:rPr>
              <w:t xml:space="preserve">: </w:t>
            </w:r>
          </w:p>
          <w:p w14:paraId="4B153F6D" w14:textId="0710AC27"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1225367642"/>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manual              </w:t>
            </w:r>
            <w:sdt>
              <w:sdtPr>
                <w:rPr>
                  <w:rStyle w:val="Seitenzahl"/>
                  <w:rFonts w:cs="Arial"/>
                  <w:b/>
                  <w:bCs/>
                  <w:color w:val="000000" w:themeColor="text1"/>
                  <w:shd w:val="clear" w:color="auto" w:fill="BFBFBF" w:themeFill="background1" w:themeFillShade="BF"/>
                </w:rPr>
                <w:id w:val="-1265764785"/>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electronic</w:t>
            </w:r>
          </w:p>
          <w:p w14:paraId="7780750F" w14:textId="77777777" w:rsidR="00BB6B65" w:rsidRPr="007F17E4" w:rsidRDefault="00BB6B65" w:rsidP="006657D9">
            <w:pPr>
              <w:spacing w:line="276" w:lineRule="auto"/>
              <w:jc w:val="both"/>
              <w:rPr>
                <w:rStyle w:val="Seitenzahl"/>
                <w:rFonts w:cs="Arial"/>
                <w:color w:val="000000" w:themeColor="text1"/>
              </w:rPr>
            </w:pPr>
          </w:p>
          <w:p w14:paraId="7B400BD2" w14:textId="33687753" w:rsidR="00BB6B65" w:rsidRPr="007F17E4" w:rsidRDefault="00BB6B65" w:rsidP="00B83B0A">
            <w:pPr>
              <w:spacing w:line="276" w:lineRule="auto"/>
              <w:ind w:left="634" w:hanging="1"/>
              <w:jc w:val="both"/>
              <w:rPr>
                <w:rFonts w:cs="Arial"/>
                <w:color w:val="000000" w:themeColor="text1"/>
              </w:rPr>
            </w:pPr>
            <w:r>
              <w:rPr>
                <w:color w:val="000000" w:themeColor="text1"/>
              </w:rPr>
              <w:t xml:space="preserve">If </w:t>
            </w:r>
            <w:r>
              <w:rPr>
                <w:b/>
                <w:bCs/>
                <w:color w:val="000000" w:themeColor="text1"/>
              </w:rPr>
              <w:t>no</w:t>
            </w:r>
            <w:r>
              <w:rPr>
                <w:color w:val="000000" w:themeColor="text1"/>
              </w:rPr>
              <w:t xml:space="preserve">, a voluntary commitment </w:t>
            </w:r>
            <w:r w:rsidR="00E633B2">
              <w:rPr>
                <w:color w:val="000000" w:themeColor="text1"/>
              </w:rPr>
              <w:t>is</w:t>
            </w:r>
            <w:r>
              <w:rPr>
                <w:color w:val="000000" w:themeColor="text1"/>
              </w:rPr>
              <w:t xml:space="preserve"> required (see text on the left).</w:t>
            </w:r>
          </w:p>
          <w:p w14:paraId="66B1D213" w14:textId="488556F9" w:rsidR="00BB6B65" w:rsidRPr="007F17E4" w:rsidRDefault="00BB6B65" w:rsidP="006657D9">
            <w:pPr>
              <w:spacing w:line="276" w:lineRule="auto"/>
              <w:jc w:val="both"/>
              <w:rPr>
                <w:rFonts w:cs="Arial"/>
                <w:color w:val="000000" w:themeColor="text1"/>
              </w:rPr>
            </w:pPr>
          </w:p>
        </w:tc>
      </w:tr>
    </w:tbl>
    <w:p w14:paraId="6DA5A631" w14:textId="029FA0D8" w:rsidR="00754B9C" w:rsidRDefault="00754B9C">
      <w:pPr>
        <w:rPr>
          <w:rFonts w:cs="Arial"/>
          <w:sz w:val="20"/>
          <w:szCs w:val="20"/>
        </w:rPr>
      </w:pPr>
    </w:p>
    <w:p w14:paraId="40EA376A" w14:textId="08709C81" w:rsidR="004821EB" w:rsidRDefault="004821EB">
      <w:pPr>
        <w:rPr>
          <w:rFonts w:cs="Arial"/>
          <w:sz w:val="20"/>
          <w:szCs w:val="20"/>
        </w:rPr>
      </w:pPr>
    </w:p>
    <w:p w14:paraId="6330B982" w14:textId="77777777" w:rsidR="004821EB" w:rsidRPr="007F17E4" w:rsidRDefault="004821EB">
      <w:pPr>
        <w:rPr>
          <w:rFonts w:cs="Arial"/>
          <w:sz w:val="20"/>
          <w:szCs w:val="20"/>
        </w:rPr>
      </w:pPr>
    </w:p>
    <w:tbl>
      <w:tblPr>
        <w:tblStyle w:val="Tabellenraster"/>
        <w:tblW w:w="0" w:type="auto"/>
        <w:tblLayout w:type="fixed"/>
        <w:tblLook w:val="06A0" w:firstRow="1" w:lastRow="0" w:firstColumn="1" w:lastColumn="0" w:noHBand="1" w:noVBand="1"/>
      </w:tblPr>
      <w:tblGrid>
        <w:gridCol w:w="4786"/>
        <w:gridCol w:w="4500"/>
      </w:tblGrid>
      <w:tr w:rsidR="004D67A3" w:rsidRPr="007F17E4" w14:paraId="14532B00" w14:textId="77777777" w:rsidTr="00D70875">
        <w:trPr>
          <w:trHeight w:val="4739"/>
        </w:trPr>
        <w:tc>
          <w:tcPr>
            <w:tcW w:w="4786" w:type="dxa"/>
            <w:shd w:val="clear" w:color="auto" w:fill="F2F2F2" w:themeFill="background1" w:themeFillShade="F2"/>
          </w:tcPr>
          <w:p w14:paraId="40ECCFA0" w14:textId="2AFFD7D4" w:rsidR="004D67A3" w:rsidRPr="007F17E4" w:rsidRDefault="00014574" w:rsidP="00757E56">
            <w:pPr>
              <w:spacing w:before="120" w:line="276" w:lineRule="auto"/>
              <w:jc w:val="both"/>
              <w:rPr>
                <w:rFonts w:cs="Arial"/>
                <w:b/>
                <w:color w:val="000000" w:themeColor="text1"/>
              </w:rPr>
            </w:pPr>
            <w:r>
              <w:rPr>
                <w:b/>
                <w:color w:val="000000" w:themeColor="text1"/>
              </w:rPr>
              <w:t>5. Contract award procedure</w:t>
            </w:r>
          </w:p>
          <w:p w14:paraId="3001D3C1" w14:textId="5889B67E" w:rsidR="00454510" w:rsidRPr="007F17E4" w:rsidRDefault="0AE334BE" w:rsidP="00757E56">
            <w:pPr>
              <w:spacing w:line="276" w:lineRule="auto"/>
              <w:jc w:val="both"/>
              <w:rPr>
                <w:rFonts w:cs="Arial"/>
                <w:color w:val="000000" w:themeColor="text1"/>
              </w:rPr>
            </w:pPr>
            <w:r>
              <w:rPr>
                <w:color w:val="000000" w:themeColor="text1"/>
              </w:rPr>
              <w:t>(valid legislation on public procurement, implementation, assessment results)</w:t>
            </w:r>
          </w:p>
          <w:p w14:paraId="2A768908" w14:textId="47905E76" w:rsidR="004D67A3" w:rsidRPr="007F17E4" w:rsidRDefault="004D67A3" w:rsidP="00757E56">
            <w:pPr>
              <w:spacing w:line="276" w:lineRule="auto"/>
              <w:jc w:val="both"/>
              <w:rPr>
                <w:rStyle w:val="Seitenzahl"/>
                <w:rFonts w:cs="Arial"/>
                <w:color w:val="000000" w:themeColor="text1"/>
              </w:rPr>
            </w:pPr>
          </w:p>
          <w:p w14:paraId="0884BB26" w14:textId="2B1A4B1E" w:rsidR="00014574" w:rsidRPr="007F17E4" w:rsidRDefault="00014574" w:rsidP="00757E56">
            <w:pPr>
              <w:spacing w:line="276" w:lineRule="auto"/>
              <w:jc w:val="both"/>
              <w:rPr>
                <w:rStyle w:val="Seitenzahl"/>
                <w:rFonts w:cs="Arial"/>
                <w:color w:val="000000" w:themeColor="text1"/>
              </w:rPr>
            </w:pPr>
          </w:p>
          <w:p w14:paraId="6778D6DA" w14:textId="5A3E96E7" w:rsidR="00014574" w:rsidRPr="007F17E4" w:rsidRDefault="00B83068" w:rsidP="00757E56">
            <w:pPr>
              <w:spacing w:line="276" w:lineRule="auto"/>
              <w:jc w:val="both"/>
              <w:rPr>
                <w:rStyle w:val="Seitenzahl"/>
                <w:rFonts w:cs="Arial"/>
                <w:color w:val="000000" w:themeColor="text1"/>
              </w:rPr>
            </w:pPr>
            <w:r>
              <w:rPr>
                <w:color w:val="242424"/>
              </w:rPr>
              <w:t>If procurements are included retrospectively, this eligibility criterion must be reviewed again.</w:t>
            </w:r>
          </w:p>
          <w:p w14:paraId="2BD3EC29" w14:textId="34245DFD" w:rsidR="00014574" w:rsidRPr="007F17E4" w:rsidRDefault="00014574" w:rsidP="00757E56">
            <w:pPr>
              <w:spacing w:line="276" w:lineRule="auto"/>
              <w:jc w:val="both"/>
              <w:rPr>
                <w:rStyle w:val="Seitenzahl"/>
                <w:rFonts w:cs="Arial"/>
                <w:color w:val="000000" w:themeColor="text1"/>
              </w:rPr>
            </w:pPr>
          </w:p>
          <w:p w14:paraId="72368DF2" w14:textId="7638EE24" w:rsidR="00014574" w:rsidRPr="007F17E4" w:rsidRDefault="00014574" w:rsidP="00757E56">
            <w:pPr>
              <w:spacing w:line="276" w:lineRule="auto"/>
              <w:jc w:val="both"/>
              <w:rPr>
                <w:rStyle w:val="Seitenzahl"/>
                <w:rFonts w:cs="Arial"/>
                <w:color w:val="000000" w:themeColor="text1"/>
              </w:rPr>
            </w:pPr>
          </w:p>
          <w:p w14:paraId="0114D4FE" w14:textId="2158B02C" w:rsidR="00014574" w:rsidRPr="007F17E4" w:rsidRDefault="00014574" w:rsidP="00757E56">
            <w:pPr>
              <w:spacing w:line="276" w:lineRule="auto"/>
              <w:jc w:val="both"/>
              <w:rPr>
                <w:rStyle w:val="Seitenzahl"/>
                <w:rFonts w:cs="Arial"/>
                <w:color w:val="000000" w:themeColor="text1"/>
              </w:rPr>
            </w:pPr>
          </w:p>
          <w:p w14:paraId="00646503" w14:textId="240E5B93" w:rsidR="00014574" w:rsidRPr="007F17E4" w:rsidRDefault="00014574" w:rsidP="00757E56">
            <w:pPr>
              <w:spacing w:line="276" w:lineRule="auto"/>
              <w:jc w:val="both"/>
              <w:rPr>
                <w:rStyle w:val="Seitenzahl"/>
                <w:rFonts w:cs="Arial"/>
                <w:color w:val="000000" w:themeColor="text1"/>
              </w:rPr>
            </w:pPr>
          </w:p>
          <w:p w14:paraId="55DBD5A4" w14:textId="47A5C766" w:rsidR="00014574" w:rsidRPr="007F17E4" w:rsidRDefault="00014574" w:rsidP="00757E56">
            <w:pPr>
              <w:spacing w:line="276" w:lineRule="auto"/>
              <w:jc w:val="both"/>
              <w:rPr>
                <w:rStyle w:val="Seitenzahl"/>
                <w:rFonts w:cs="Arial"/>
                <w:color w:val="000000" w:themeColor="text1"/>
              </w:rPr>
            </w:pPr>
          </w:p>
          <w:p w14:paraId="3DDF70E4" w14:textId="28674B02" w:rsidR="00014574" w:rsidRPr="007F17E4" w:rsidRDefault="00014574" w:rsidP="00757E56">
            <w:pPr>
              <w:spacing w:line="276" w:lineRule="auto"/>
              <w:jc w:val="both"/>
              <w:rPr>
                <w:rStyle w:val="Seitenzahl"/>
                <w:rFonts w:cs="Arial"/>
                <w:color w:val="000000" w:themeColor="text1"/>
              </w:rPr>
            </w:pPr>
          </w:p>
          <w:p w14:paraId="51256C94" w14:textId="098BC8E5" w:rsidR="00014574" w:rsidRPr="007F17E4" w:rsidRDefault="00014574" w:rsidP="00014574">
            <w:pPr>
              <w:spacing w:line="276" w:lineRule="auto"/>
              <w:jc w:val="both"/>
              <w:rPr>
                <w:rStyle w:val="Seitenzahl"/>
                <w:rFonts w:cs="Arial"/>
                <w:color w:val="000000" w:themeColor="text1"/>
              </w:rPr>
            </w:pPr>
          </w:p>
        </w:tc>
        <w:tc>
          <w:tcPr>
            <w:tcW w:w="4500" w:type="dxa"/>
          </w:tcPr>
          <w:p w14:paraId="76D8D10F" w14:textId="736892AA" w:rsidR="00014574" w:rsidRPr="007F17E4" w:rsidRDefault="00014574" w:rsidP="00757E56">
            <w:pPr>
              <w:spacing w:line="276" w:lineRule="auto"/>
              <w:jc w:val="both"/>
              <w:rPr>
                <w:rStyle w:val="Seitenzahl"/>
                <w:rFonts w:cs="Arial"/>
                <w:u w:val="single"/>
              </w:rPr>
            </w:pPr>
            <w:r>
              <w:rPr>
                <w:rStyle w:val="Seitenzahl"/>
                <w:u w:val="single"/>
              </w:rPr>
              <w:t>Information on the individual agreement:</w:t>
            </w:r>
          </w:p>
          <w:p w14:paraId="1C4AAB55" w14:textId="7682A29A" w:rsidR="00014574" w:rsidRPr="007F17E4" w:rsidRDefault="00014574" w:rsidP="00757E56">
            <w:pPr>
              <w:spacing w:line="276" w:lineRule="auto"/>
              <w:jc w:val="both"/>
              <w:rPr>
                <w:rStyle w:val="Seitenzahl"/>
                <w:rFonts w:cs="Arial"/>
              </w:rPr>
            </w:pPr>
            <w:r>
              <w:rPr>
                <w:rStyle w:val="Seitenzahl"/>
              </w:rPr>
              <w:t>Are there plans to procure materials, equipment and services?</w:t>
            </w:r>
          </w:p>
          <w:p w14:paraId="5F4ABD15" w14:textId="530289A0"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553968770"/>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175729411"/>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33DE7832" w14:textId="77777777" w:rsidR="00995C65" w:rsidRPr="007F17E4" w:rsidRDefault="00995C65" w:rsidP="00757E56">
            <w:pPr>
              <w:spacing w:line="276" w:lineRule="auto"/>
              <w:jc w:val="both"/>
              <w:rPr>
                <w:rStyle w:val="Seitenzahl"/>
                <w:rFonts w:cs="Arial"/>
              </w:rPr>
            </w:pPr>
          </w:p>
          <w:p w14:paraId="27F8B7F0" w14:textId="5AA85AD7" w:rsidR="00014574" w:rsidRPr="007F17E4" w:rsidRDefault="00014574" w:rsidP="00757E56">
            <w:pPr>
              <w:spacing w:line="276" w:lineRule="auto"/>
              <w:jc w:val="both"/>
              <w:rPr>
                <w:rStyle w:val="Seitenzahl"/>
                <w:rFonts w:cs="Arial"/>
                <w:u w:val="single"/>
              </w:rPr>
            </w:pPr>
            <w:r>
              <w:rPr>
                <w:rStyle w:val="Seitenzahl"/>
                <w:u w:val="single"/>
              </w:rPr>
              <w:t>As a general rule:</w:t>
            </w:r>
          </w:p>
          <w:p w14:paraId="168AA042" w14:textId="539C8274" w:rsidR="000A502F" w:rsidRPr="007F17E4" w:rsidRDefault="000A502F" w:rsidP="00757E56">
            <w:pPr>
              <w:spacing w:line="276" w:lineRule="auto"/>
              <w:jc w:val="both"/>
              <w:rPr>
                <w:rStyle w:val="Seitenzahl"/>
                <w:rFonts w:cs="Arial"/>
              </w:rPr>
            </w:pPr>
            <w:r>
              <w:rPr>
                <w:rStyle w:val="Seitenzahl"/>
              </w:rPr>
              <w:t>Does the potential recipient have its own written contract award rules?</w:t>
            </w:r>
          </w:p>
          <w:p w14:paraId="01EA5BB1" w14:textId="34647F3D"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465248192"/>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758940801"/>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01A7ACB9" w14:textId="77777777" w:rsidR="00275A99" w:rsidRPr="007F17E4" w:rsidRDefault="00275A99" w:rsidP="00275A99">
            <w:pPr>
              <w:spacing w:line="276" w:lineRule="auto"/>
              <w:jc w:val="both"/>
              <w:rPr>
                <w:rStyle w:val="Seitenzahl"/>
                <w:rFonts w:cs="Arial"/>
              </w:rPr>
            </w:pPr>
          </w:p>
          <w:p w14:paraId="5ECD883A" w14:textId="6C2C3E6C" w:rsidR="00275A99" w:rsidRPr="007F17E4" w:rsidRDefault="00275A99" w:rsidP="00275A99">
            <w:pPr>
              <w:spacing w:line="276" w:lineRule="auto"/>
              <w:jc w:val="both"/>
              <w:rPr>
                <w:rStyle w:val="Seitenzahl"/>
                <w:rFonts w:cs="Arial"/>
              </w:rPr>
            </w:pPr>
            <w:r>
              <w:rPr>
                <w:rStyle w:val="Seitenzahl"/>
              </w:rPr>
              <w:t>Are the regulations applied correctly by the recipient, and is there proof?</w:t>
            </w:r>
          </w:p>
          <w:p w14:paraId="5D0D82B5" w14:textId="70FA1FF2"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405304962"/>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94629964"/>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2F1FED83" w14:textId="1D6CA94B" w:rsidR="000A502F" w:rsidRPr="007F17E4" w:rsidRDefault="000A502F" w:rsidP="000A502F">
            <w:pPr>
              <w:spacing w:line="276" w:lineRule="auto"/>
              <w:jc w:val="both"/>
              <w:rPr>
                <w:rStyle w:val="Seitenzahl"/>
                <w:rFonts w:cs="Arial"/>
                <w:color w:val="000000" w:themeColor="text1"/>
              </w:rPr>
            </w:pPr>
          </w:p>
          <w:p w14:paraId="6CA76B4C" w14:textId="7D586C8A" w:rsidR="000A502F" w:rsidRPr="007F17E4" w:rsidRDefault="000A502F" w:rsidP="000A502F">
            <w:pPr>
              <w:spacing w:line="276" w:lineRule="auto"/>
              <w:jc w:val="both"/>
              <w:rPr>
                <w:rStyle w:val="Seitenzahl"/>
                <w:rFonts w:cs="Arial"/>
                <w:color w:val="000000" w:themeColor="text1"/>
              </w:rPr>
            </w:pPr>
            <w:r>
              <w:rPr>
                <w:rStyle w:val="Seitenzahl"/>
                <w:color w:val="000000" w:themeColor="text1"/>
              </w:rPr>
              <w:t>Do these regulations meet the national contract award standards?</w:t>
            </w:r>
          </w:p>
          <w:p w14:paraId="3DF2EF95" w14:textId="7F0319D2"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895585448"/>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236437644"/>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23C33EF6" w14:textId="7544F11F" w:rsidR="000A502F" w:rsidRPr="007F17E4" w:rsidRDefault="000A502F" w:rsidP="000A502F">
            <w:pPr>
              <w:spacing w:line="276" w:lineRule="auto"/>
              <w:jc w:val="both"/>
              <w:rPr>
                <w:rFonts w:cs="Arial"/>
                <w:color w:val="000000" w:themeColor="text1"/>
              </w:rPr>
            </w:pPr>
          </w:p>
        </w:tc>
      </w:tr>
    </w:tbl>
    <w:p w14:paraId="15583AC4" w14:textId="77777777" w:rsidR="007F17E4" w:rsidRPr="007F17E4" w:rsidRDefault="007F17E4">
      <w:pPr>
        <w:rPr>
          <w:rFonts w:cs="Arial"/>
          <w:sz w:val="20"/>
          <w:szCs w:val="20"/>
        </w:rPr>
      </w:pPr>
    </w:p>
    <w:tbl>
      <w:tblPr>
        <w:tblStyle w:val="Tabellenraster"/>
        <w:tblW w:w="0" w:type="auto"/>
        <w:tblLayout w:type="fixed"/>
        <w:tblLook w:val="06A0" w:firstRow="1" w:lastRow="0" w:firstColumn="1" w:lastColumn="0" w:noHBand="1" w:noVBand="1"/>
      </w:tblPr>
      <w:tblGrid>
        <w:gridCol w:w="4786"/>
        <w:gridCol w:w="4500"/>
      </w:tblGrid>
      <w:tr w:rsidR="004D67A3" w:rsidRPr="007F17E4" w14:paraId="0C466971" w14:textId="77777777" w:rsidTr="00D70875">
        <w:trPr>
          <w:trHeight w:val="3136"/>
        </w:trPr>
        <w:tc>
          <w:tcPr>
            <w:tcW w:w="4786" w:type="dxa"/>
            <w:shd w:val="clear" w:color="auto" w:fill="F2F2F2" w:themeFill="background1" w:themeFillShade="F2"/>
          </w:tcPr>
          <w:p w14:paraId="4614390E" w14:textId="3FD95C21" w:rsidR="004D67A3" w:rsidRPr="007F17E4" w:rsidRDefault="00014574" w:rsidP="00757E56">
            <w:pPr>
              <w:spacing w:before="120" w:line="276" w:lineRule="auto"/>
              <w:jc w:val="both"/>
              <w:rPr>
                <w:rFonts w:cs="Arial"/>
                <w:b/>
                <w:color w:val="000000" w:themeColor="text1"/>
              </w:rPr>
            </w:pPr>
            <w:r>
              <w:rPr>
                <w:b/>
                <w:color w:val="000000" w:themeColor="text1"/>
              </w:rPr>
              <w:lastRenderedPageBreak/>
              <w:t>6. Internal and external controls</w:t>
            </w:r>
          </w:p>
          <w:p w14:paraId="10DDB45E" w14:textId="6C445972" w:rsidR="004D67A3" w:rsidRPr="0028681B" w:rsidRDefault="00C97778" w:rsidP="00757E56">
            <w:pPr>
              <w:spacing w:line="276" w:lineRule="auto"/>
              <w:jc w:val="both"/>
              <w:rPr>
                <w:rFonts w:cs="Arial"/>
                <w:color w:val="000000" w:themeColor="text1"/>
              </w:rPr>
            </w:pPr>
            <w:r>
              <w:rPr>
                <w:color w:val="000000" w:themeColor="text1"/>
              </w:rPr>
              <w:t>Existence, mandate, quality of internal control bodies (adherence to the following principles: transparency, cross-check, separation of functions/tasks, minimum information).</w:t>
            </w:r>
          </w:p>
          <w:p w14:paraId="245D2B4E" w14:textId="07924005" w:rsidR="004D67A3" w:rsidRPr="0028681B" w:rsidRDefault="00C97778" w:rsidP="00757E56">
            <w:pPr>
              <w:spacing w:line="276" w:lineRule="auto"/>
              <w:jc w:val="both"/>
              <w:rPr>
                <w:rFonts w:cs="Arial"/>
                <w:color w:val="000000" w:themeColor="text1"/>
              </w:rPr>
            </w:pPr>
            <w:r>
              <w:rPr>
                <w:color w:val="000000" w:themeColor="text1"/>
              </w:rPr>
              <w:t xml:space="preserve">External audit bodies and audit reports, including those of other </w:t>
            </w:r>
            <w:r w:rsidR="009C2960">
              <w:rPr>
                <w:color w:val="000000" w:themeColor="text1"/>
              </w:rPr>
              <w:t>providers of funding</w:t>
            </w:r>
            <w:r>
              <w:rPr>
                <w:color w:val="000000" w:themeColor="text1"/>
              </w:rPr>
              <w:t>.</w:t>
            </w:r>
          </w:p>
          <w:p w14:paraId="66A32EC4" w14:textId="77777777" w:rsidR="00754B9C" w:rsidRPr="007F17E4" w:rsidRDefault="00754B9C" w:rsidP="00757E56">
            <w:pPr>
              <w:spacing w:line="276" w:lineRule="auto"/>
              <w:jc w:val="both"/>
              <w:rPr>
                <w:rFonts w:cs="Arial"/>
                <w:color w:val="000000" w:themeColor="text1"/>
              </w:rPr>
            </w:pPr>
          </w:p>
          <w:p w14:paraId="255308CF" w14:textId="708AEB5E" w:rsidR="00454510" w:rsidRPr="007F17E4" w:rsidRDefault="00454510" w:rsidP="00757E56">
            <w:pPr>
              <w:spacing w:line="276" w:lineRule="auto"/>
              <w:jc w:val="both"/>
              <w:rPr>
                <w:rStyle w:val="Seitenzahl"/>
                <w:rFonts w:cs="Arial"/>
                <w:color w:val="000000" w:themeColor="text1"/>
              </w:rPr>
            </w:pPr>
          </w:p>
        </w:tc>
        <w:tc>
          <w:tcPr>
            <w:tcW w:w="4500" w:type="dxa"/>
          </w:tcPr>
          <w:p w14:paraId="2E4662A6" w14:textId="77777777" w:rsidR="004D67A3" w:rsidRPr="007F17E4" w:rsidRDefault="00C83A55" w:rsidP="00757E56">
            <w:pPr>
              <w:spacing w:line="276" w:lineRule="auto"/>
              <w:jc w:val="both"/>
              <w:rPr>
                <w:rStyle w:val="Seitenzahl"/>
                <w:rFonts w:cs="Arial"/>
                <w:color w:val="000000" w:themeColor="text1"/>
              </w:rPr>
            </w:pPr>
            <w:r w:rsidRPr="007F17E4">
              <w:rPr>
                <w:rStyle w:val="Seitenzahl"/>
                <w:rFonts w:cs="Arial"/>
                <w:color w:val="000000" w:themeColor="text1"/>
              </w:rPr>
              <w:fldChar w:fldCharType="begin" w:fldLock="1">
                <w:ffData>
                  <w:name w:val="Text1"/>
                  <w:enabled/>
                  <w:calcOnExit w:val="0"/>
                  <w:textInput/>
                </w:ffData>
              </w:fldChar>
            </w:r>
            <w:r w:rsidR="00B4662C" w:rsidRPr="007F17E4">
              <w:rPr>
                <w:rStyle w:val="Seitenzahl"/>
                <w:rFonts w:cs="Arial"/>
                <w:color w:val="000000" w:themeColor="text1"/>
              </w:rPr>
              <w:instrText xml:space="preserve"> FORMTEXT </w:instrText>
            </w:r>
            <w:r w:rsidRPr="007F17E4">
              <w:rPr>
                <w:rStyle w:val="Seitenzahl"/>
                <w:rFonts w:cs="Arial"/>
                <w:color w:val="000000" w:themeColor="text1"/>
              </w:rPr>
            </w:r>
            <w:r w:rsidRPr="007F17E4">
              <w:rPr>
                <w:rStyle w:val="Seitenzahl"/>
                <w:rFonts w:cs="Arial"/>
                <w:color w:val="000000" w:themeColor="text1"/>
              </w:rPr>
              <w:fldChar w:fldCharType="separate"/>
            </w:r>
            <w:r>
              <w:rPr>
                <w:rStyle w:val="Seitenzahl"/>
                <w:color w:val="000000" w:themeColor="text1"/>
              </w:rPr>
              <w:t>     </w:t>
            </w:r>
            <w:r w:rsidRPr="007F17E4">
              <w:rPr>
                <w:rStyle w:val="Seitenzahl"/>
                <w:rFonts w:cs="Arial"/>
                <w:color w:val="000000" w:themeColor="text1"/>
              </w:rPr>
              <w:fldChar w:fldCharType="end"/>
            </w:r>
          </w:p>
          <w:p w14:paraId="7D85ACE3" w14:textId="4A6EBBBB" w:rsidR="00351857" w:rsidRPr="007F17E4" w:rsidRDefault="00351857" w:rsidP="00275A99">
            <w:pPr>
              <w:spacing w:line="276" w:lineRule="auto"/>
              <w:jc w:val="both"/>
              <w:rPr>
                <w:rFonts w:cs="Arial"/>
                <w:color w:val="000000" w:themeColor="text1"/>
              </w:rPr>
            </w:pPr>
          </w:p>
        </w:tc>
      </w:tr>
    </w:tbl>
    <w:p w14:paraId="0447D9F6" w14:textId="77777777" w:rsidR="00102C33" w:rsidRPr="007F17E4" w:rsidRDefault="00102C33">
      <w:pPr>
        <w:rPr>
          <w:rFonts w:cs="Arial"/>
          <w:sz w:val="20"/>
          <w:szCs w:val="20"/>
        </w:rPr>
      </w:pPr>
    </w:p>
    <w:tbl>
      <w:tblPr>
        <w:tblStyle w:val="Tabellenraster"/>
        <w:tblW w:w="9286" w:type="dxa"/>
        <w:tblLayout w:type="fixed"/>
        <w:tblLook w:val="06A0" w:firstRow="1" w:lastRow="0" w:firstColumn="1" w:lastColumn="0" w:noHBand="1" w:noVBand="1"/>
      </w:tblPr>
      <w:tblGrid>
        <w:gridCol w:w="4786"/>
        <w:gridCol w:w="4500"/>
      </w:tblGrid>
      <w:tr w:rsidR="00293840" w:rsidRPr="007F17E4" w14:paraId="015D1C0C" w14:textId="77777777" w:rsidTr="2D479B99">
        <w:tc>
          <w:tcPr>
            <w:tcW w:w="4786" w:type="dxa"/>
            <w:shd w:val="clear" w:color="auto" w:fill="F2F2F2" w:themeFill="background1" w:themeFillShade="F2"/>
          </w:tcPr>
          <w:p w14:paraId="7780DD56" w14:textId="77777777" w:rsidR="009C2960" w:rsidRDefault="00014574" w:rsidP="009C2960">
            <w:pPr>
              <w:spacing w:before="120" w:line="276" w:lineRule="auto"/>
              <w:jc w:val="both"/>
              <w:rPr>
                <w:b/>
                <w:color w:val="000000" w:themeColor="text1"/>
              </w:rPr>
            </w:pPr>
            <w:r>
              <w:rPr>
                <w:b/>
                <w:color w:val="000000" w:themeColor="text1"/>
              </w:rPr>
              <w:t xml:space="preserve">7. Experience of handling </w:t>
            </w:r>
            <w:r w:rsidR="009C2960">
              <w:rPr>
                <w:b/>
                <w:color w:val="000000" w:themeColor="text1"/>
              </w:rPr>
              <w:t>financing arrangements</w:t>
            </w:r>
          </w:p>
          <w:p w14:paraId="0EFFBAD0" w14:textId="1C3D5209" w:rsidR="00293840" w:rsidRPr="0059276E" w:rsidRDefault="00293840" w:rsidP="009C2960">
            <w:pPr>
              <w:spacing w:before="120" w:line="276" w:lineRule="auto"/>
              <w:jc w:val="both"/>
              <w:rPr>
                <w:rFonts w:cs="Arial"/>
                <w:color w:val="000000" w:themeColor="text1"/>
              </w:rPr>
            </w:pPr>
            <w:r>
              <w:rPr>
                <w:color w:val="000000" w:themeColor="text1"/>
              </w:rPr>
              <w:t>Scope and quality of the technical and administrative implementation of previous financing arrangements with GIZ in the relevant country (via the officer responsible for the commission at GIZ if required). Findings from financial audit reports.</w:t>
            </w:r>
          </w:p>
          <w:p w14:paraId="03AE7CF5" w14:textId="77777777" w:rsidR="00293840" w:rsidRPr="007F17E4" w:rsidRDefault="00293840" w:rsidP="00293840">
            <w:pPr>
              <w:spacing w:line="276" w:lineRule="auto"/>
              <w:jc w:val="both"/>
              <w:rPr>
                <w:rFonts w:cs="Arial"/>
                <w:color w:val="000000" w:themeColor="text1"/>
              </w:rPr>
            </w:pPr>
          </w:p>
          <w:p w14:paraId="7AE8355A" w14:textId="76526C0A" w:rsidR="00293840" w:rsidRPr="007F17E4" w:rsidRDefault="00E20BE5" w:rsidP="00293840">
            <w:pPr>
              <w:spacing w:line="276" w:lineRule="auto"/>
              <w:jc w:val="both"/>
              <w:rPr>
                <w:rStyle w:val="Seitenzahl"/>
                <w:rFonts w:cs="Arial"/>
                <w:color w:val="000000" w:themeColor="text1"/>
              </w:rPr>
            </w:pPr>
            <w:r>
              <w:t>“</w:t>
            </w:r>
            <w:r w:rsidRPr="00E633B2">
              <w:t>If GIZ has no experience of implementing financing arrangements with the potential recipient, other donors should be named (if they exist).</w:t>
            </w:r>
            <w:r>
              <w:t>”</w:t>
            </w:r>
          </w:p>
          <w:p w14:paraId="7E1A8424" w14:textId="77777777" w:rsidR="00014574" w:rsidRPr="007F17E4" w:rsidRDefault="00014574" w:rsidP="00293840">
            <w:pPr>
              <w:spacing w:line="276" w:lineRule="auto"/>
              <w:jc w:val="both"/>
              <w:rPr>
                <w:rStyle w:val="Seitenzahl"/>
                <w:rFonts w:cs="Arial"/>
                <w:color w:val="000000" w:themeColor="text1"/>
              </w:rPr>
            </w:pPr>
          </w:p>
          <w:p w14:paraId="730FAB1D" w14:textId="7A6D3C7D" w:rsidR="00014574" w:rsidRPr="007F17E4" w:rsidRDefault="00014574" w:rsidP="00014574">
            <w:pPr>
              <w:spacing w:line="276" w:lineRule="auto"/>
              <w:jc w:val="both"/>
              <w:rPr>
                <w:rStyle w:val="Seitenzahl"/>
                <w:rFonts w:cs="Arial"/>
                <w:color w:val="000000" w:themeColor="text1"/>
              </w:rPr>
            </w:pPr>
          </w:p>
        </w:tc>
        <w:tc>
          <w:tcPr>
            <w:tcW w:w="4500" w:type="dxa"/>
          </w:tcPr>
          <w:p w14:paraId="11506DEB" w14:textId="3801FC0E" w:rsidR="00293840" w:rsidRPr="00BD1E56" w:rsidRDefault="0082742F" w:rsidP="0044541A">
            <w:pPr>
              <w:spacing w:line="276" w:lineRule="auto"/>
              <w:jc w:val="both"/>
              <w:rPr>
                <w:rStyle w:val="Seitenzahl"/>
                <w:rFonts w:cs="Arial"/>
              </w:rPr>
            </w:pPr>
            <w:r>
              <w:rPr>
                <w:rStyle w:val="Seitenzahl"/>
                <w:b/>
              </w:rPr>
              <w:t>1.</w:t>
            </w:r>
            <w:r>
              <w:rPr>
                <w:rStyle w:val="Seitenzahl"/>
              </w:rPr>
              <w:t xml:space="preserve"> </w:t>
            </w:r>
            <w:r>
              <w:rPr>
                <w:rStyle w:val="Seitenzahl"/>
                <w:b/>
              </w:rPr>
              <w:t>Does GIZ have experience of implementing financing arrangements with the potential recipient?</w:t>
            </w:r>
          </w:p>
          <w:p w14:paraId="6EA20462" w14:textId="06C20323" w:rsidR="00995C65" w:rsidRPr="007F17E4" w:rsidRDefault="00415F65" w:rsidP="00995C65">
            <w:pPr>
              <w:tabs>
                <w:tab w:val="left" w:pos="736"/>
              </w:tabs>
              <w:spacing w:line="276" w:lineRule="auto"/>
              <w:ind w:left="633"/>
              <w:jc w:val="both"/>
              <w:rPr>
                <w:rStyle w:val="Seitenzahl"/>
                <w:rFonts w:eastAsiaTheme="minorHAnsi" w:cs="Arial"/>
                <w:color w:val="000000" w:themeColor="text1"/>
                <w:sz w:val="22"/>
                <w:szCs w:val="22"/>
              </w:rPr>
            </w:pPr>
            <w:sdt>
              <w:sdtPr>
                <w:rPr>
                  <w:rStyle w:val="Seitenzahl"/>
                  <w:rFonts w:cs="Arial"/>
                  <w:b/>
                  <w:bCs/>
                  <w:color w:val="000000" w:themeColor="text1"/>
                  <w:shd w:val="clear" w:color="auto" w:fill="BFBFBF" w:themeFill="background1" w:themeFillShade="BF"/>
                </w:rPr>
                <w:id w:val="1169674603"/>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794549823"/>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no</w:t>
            </w:r>
          </w:p>
          <w:p w14:paraId="12394AE7" w14:textId="73BD7F6A" w:rsidR="004E1FFD" w:rsidRDefault="004E1FFD" w:rsidP="00293840">
            <w:pPr>
              <w:spacing w:line="276" w:lineRule="auto"/>
              <w:jc w:val="both"/>
              <w:rPr>
                <w:rStyle w:val="Seitenzahl"/>
                <w:rFonts w:cs="Arial"/>
                <w:color w:val="000000" w:themeColor="text1"/>
              </w:rPr>
            </w:pPr>
          </w:p>
          <w:p w14:paraId="41543BC4" w14:textId="71B4673E" w:rsidR="0082742F" w:rsidRPr="006141B9" w:rsidRDefault="0082742F" w:rsidP="0082742F">
            <w:pPr>
              <w:pStyle w:val="Listenabsatz"/>
              <w:numPr>
                <w:ilvl w:val="0"/>
                <w:numId w:val="21"/>
              </w:numPr>
              <w:pBdr>
                <w:bottom w:val="single" w:sz="6" w:space="1" w:color="auto"/>
              </w:pBdr>
              <w:spacing w:line="276" w:lineRule="auto"/>
              <w:jc w:val="both"/>
              <w:rPr>
                <w:rStyle w:val="Seitenzahl"/>
                <w:rFonts w:cs="Arial"/>
              </w:rPr>
            </w:pPr>
            <w:r>
              <w:rPr>
                <w:rStyle w:val="Seitenzahl"/>
                <w:b/>
              </w:rPr>
              <w:t>If no</w:t>
            </w:r>
            <w:r>
              <w:rPr>
                <w:rStyle w:val="Seitenzahl"/>
              </w:rPr>
              <w:t xml:space="preserve">, continue to </w:t>
            </w:r>
            <w:r>
              <w:rPr>
                <w:rStyle w:val="Seitenzahl"/>
                <w:b/>
              </w:rPr>
              <w:t>2.)</w:t>
            </w:r>
          </w:p>
          <w:p w14:paraId="641AC2EA" w14:textId="77777777" w:rsidR="006141B9" w:rsidRDefault="006141B9" w:rsidP="00FD49F0">
            <w:pPr>
              <w:spacing w:line="276" w:lineRule="auto"/>
              <w:jc w:val="both"/>
              <w:rPr>
                <w:rStyle w:val="Seitenzahl"/>
                <w:rFonts w:cs="Arial"/>
                <w:color w:val="000000" w:themeColor="text1"/>
              </w:rPr>
            </w:pPr>
          </w:p>
          <w:p w14:paraId="10587BF1" w14:textId="0344E3D5" w:rsidR="002D38CE" w:rsidRPr="00DE00ED" w:rsidRDefault="00A93D7B" w:rsidP="00A93D7B">
            <w:pPr>
              <w:spacing w:line="276" w:lineRule="auto"/>
              <w:ind w:firstLine="60"/>
              <w:jc w:val="both"/>
              <w:rPr>
                <w:rStyle w:val="Seitenzahl"/>
                <w:rFonts w:cs="Arial"/>
              </w:rPr>
            </w:pPr>
            <w:r>
              <w:rPr>
                <w:rStyle w:val="Seitenzahl"/>
              </w:rPr>
              <w:t>1.1.</w:t>
            </w:r>
            <w:r>
              <w:rPr>
                <w:rStyle w:val="Seitenzahl"/>
              </w:rPr>
              <w:tab/>
              <w:t xml:space="preserve">Does this experience relate to </w:t>
            </w:r>
            <w:r>
              <w:rPr>
                <w:rStyle w:val="Seitenzahl"/>
                <w:u w:val="single"/>
              </w:rPr>
              <w:t>GIZ’s country offices</w:t>
            </w:r>
            <w:r>
              <w:rPr>
                <w:rStyle w:val="Seitenzahl"/>
              </w:rPr>
              <w:t>?</w:t>
            </w:r>
          </w:p>
          <w:p w14:paraId="18FF74BD" w14:textId="19C0817B" w:rsidR="004821EB" w:rsidRPr="00DE00ED" w:rsidRDefault="002D38CE" w:rsidP="00A93D7B">
            <w:pPr>
              <w:spacing w:line="276" w:lineRule="auto"/>
              <w:ind w:left="627"/>
              <w:jc w:val="both"/>
              <w:rPr>
                <w:rStyle w:val="Seitenzahl"/>
                <w:rFonts w:eastAsiaTheme="minorHAnsi" w:cs="Arial"/>
                <w:color w:val="000000" w:themeColor="text1"/>
                <w:sz w:val="22"/>
                <w:szCs w:val="22"/>
              </w:rPr>
            </w:pPr>
            <w:r>
              <w:rPr>
                <w:rStyle w:val="Seitenzahl"/>
                <w:b/>
                <w:color w:val="000000" w:themeColor="text1"/>
                <w:shd w:val="clear" w:color="auto" w:fill="FFFFFF" w:themeFill="background1"/>
              </w:rPr>
              <w:t xml:space="preserve"> </w:t>
            </w:r>
            <w:sdt>
              <w:sdtPr>
                <w:rPr>
                  <w:rStyle w:val="Seitenzahl"/>
                  <w:rFonts w:cs="Arial"/>
                  <w:b/>
                  <w:bCs/>
                  <w:color w:val="000000" w:themeColor="text1"/>
                  <w:shd w:val="clear" w:color="auto" w:fill="BFBFBF" w:themeFill="background1" w:themeFillShade="BF"/>
                </w:rPr>
                <w:id w:val="939033996"/>
                <w14:checkbox>
                  <w14:checked w14:val="0"/>
                  <w14:checkedState w14:val="2612" w14:font="MS Gothic"/>
                  <w14:uncheckedState w14:val="2610" w14:font="MS Gothic"/>
                </w14:checkbox>
              </w:sdtPr>
              <w:sdtEndPr>
                <w:rPr>
                  <w:rStyle w:val="Seitenzahl"/>
                </w:rPr>
              </w:sdtEndPr>
              <w:sdtContent>
                <w:r w:rsidRPr="00DE00ED">
                  <w:rPr>
                    <w:rStyle w:val="Seitenzahl"/>
                    <w:rFonts w:ascii="MS Gothic" w:eastAsia="MS Gothic" w:hAnsi="MS Gothic" w:cs="Arial"/>
                    <w:b/>
                    <w:bCs/>
                    <w:color w:val="000000" w:themeColor="text1"/>
                    <w:shd w:val="clear" w:color="auto" w:fill="BFBFBF" w:themeFill="background1" w:themeFillShade="BF"/>
                  </w:rPr>
                  <w:t>☐</w:t>
                </w:r>
              </w:sdtContent>
            </w:sdt>
            <w:r>
              <w:rPr>
                <w:rStyle w:val="Seitenzahl"/>
                <w:color w:val="000000" w:themeColor="text1"/>
              </w:rPr>
              <w:t xml:space="preserve"> yes               </w:t>
            </w:r>
            <w:sdt>
              <w:sdtPr>
                <w:rPr>
                  <w:rStyle w:val="Seitenzahl"/>
                  <w:rFonts w:cs="Arial"/>
                  <w:b/>
                  <w:bCs/>
                  <w:color w:val="000000" w:themeColor="text1"/>
                  <w:shd w:val="clear" w:color="auto" w:fill="BFBFBF" w:themeFill="background1" w:themeFillShade="BF"/>
                </w:rPr>
                <w:id w:val="-1704629057"/>
                <w14:checkbox>
                  <w14:checked w14:val="0"/>
                  <w14:checkedState w14:val="2612" w14:font="MS Gothic"/>
                  <w14:uncheckedState w14:val="2610" w14:font="MS Gothic"/>
                </w14:checkbox>
              </w:sdtPr>
              <w:sdtEndPr>
                <w:rPr>
                  <w:rStyle w:val="Seitenzahl"/>
                </w:rPr>
              </w:sdtEndPr>
              <w:sdtContent>
                <w:r w:rsidRPr="00DE00ED">
                  <w:rPr>
                    <w:rStyle w:val="Seitenzahl"/>
                    <w:rFonts w:ascii="MS Gothic" w:eastAsia="MS Gothic" w:hAnsi="MS Gothic" w:cs="Arial"/>
                    <w:b/>
                    <w:bCs/>
                    <w:color w:val="000000" w:themeColor="text1"/>
                    <w:shd w:val="clear" w:color="auto" w:fill="BFBFBF" w:themeFill="background1" w:themeFillShade="BF"/>
                  </w:rPr>
                  <w:t>☐</w:t>
                </w:r>
              </w:sdtContent>
            </w:sdt>
            <w:r>
              <w:rPr>
                <w:rStyle w:val="Seitenzahl"/>
                <w:color w:val="000000" w:themeColor="text1"/>
              </w:rPr>
              <w:t xml:space="preserve"> no</w:t>
            </w:r>
          </w:p>
          <w:p w14:paraId="71940263" w14:textId="77777777" w:rsidR="004E1FFD" w:rsidRPr="00DE00ED" w:rsidRDefault="004E1FFD" w:rsidP="00293840">
            <w:pPr>
              <w:spacing w:line="276" w:lineRule="auto"/>
              <w:jc w:val="both"/>
              <w:rPr>
                <w:rStyle w:val="Seitenzahl"/>
                <w:rFonts w:cs="Arial"/>
              </w:rPr>
            </w:pPr>
          </w:p>
          <w:p w14:paraId="36DD08B5" w14:textId="18B6479B" w:rsidR="0082742F" w:rsidRPr="00DE00ED" w:rsidRDefault="006141B9" w:rsidP="0082742F">
            <w:pPr>
              <w:spacing w:line="276" w:lineRule="auto"/>
              <w:jc w:val="both"/>
              <w:rPr>
                <w:rStyle w:val="Seitenzahl"/>
                <w:rFonts w:cs="Arial"/>
              </w:rPr>
            </w:pPr>
            <w:r>
              <w:rPr>
                <w:rStyle w:val="Seitenzahl"/>
              </w:rPr>
              <w:t xml:space="preserve">1.1.1 </w:t>
            </w:r>
            <w:r>
              <w:rPr>
                <w:rStyle w:val="Seitenzahl"/>
              </w:rPr>
              <w:tab/>
              <w:t>How would this experience be rated?</w:t>
            </w:r>
          </w:p>
          <w:p w14:paraId="58A3E291" w14:textId="280249CF" w:rsidR="0082742F" w:rsidRPr="00DE00ED" w:rsidRDefault="006141B9" w:rsidP="0082742F">
            <w:pPr>
              <w:spacing w:line="276" w:lineRule="auto"/>
              <w:ind w:left="633"/>
              <w:jc w:val="both"/>
              <w:rPr>
                <w:rStyle w:val="Seitenzahl"/>
                <w:rFonts w:cs="Arial"/>
                <w:color w:val="000000" w:themeColor="text1"/>
              </w:rPr>
            </w:pPr>
            <w:r>
              <w:rPr>
                <w:rStyle w:val="Seitenzahl"/>
                <w:color w:val="000000" w:themeColor="text1"/>
              </w:rPr>
              <w:tab/>
            </w:r>
            <w:sdt>
              <w:sdtPr>
                <w:rPr>
                  <w:rStyle w:val="Seitenzahl"/>
                  <w:rFonts w:cs="Arial"/>
                  <w:b/>
                  <w:bCs/>
                  <w:color w:val="000000" w:themeColor="text1"/>
                  <w:shd w:val="clear" w:color="auto" w:fill="BFBFBF" w:themeFill="background1" w:themeFillShade="BF"/>
                </w:rPr>
                <w:id w:val="-435686616"/>
                <w14:checkbox>
                  <w14:checked w14:val="0"/>
                  <w14:checkedState w14:val="2612" w14:font="MS Gothic"/>
                  <w14:uncheckedState w14:val="2610" w14:font="MS Gothic"/>
                </w14:checkbox>
              </w:sdtPr>
              <w:sdtEndPr>
                <w:rPr>
                  <w:rStyle w:val="Seitenzahl"/>
                </w:rPr>
              </w:sdtEndPr>
              <w:sdtContent>
                <w:r w:rsidR="00703D5E" w:rsidRPr="00DE00ED">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Pr>
                <w:rStyle w:val="Seitenzahl"/>
                <w:color w:val="000000" w:themeColor="text1"/>
              </w:rPr>
              <w:t xml:space="preserve"> Positive </w:t>
            </w:r>
          </w:p>
          <w:p w14:paraId="2237B436" w14:textId="51A10C45" w:rsidR="0082742F" w:rsidRPr="00DE00ED" w:rsidRDefault="006141B9" w:rsidP="0082742F">
            <w:pPr>
              <w:spacing w:line="276" w:lineRule="auto"/>
              <w:ind w:left="633"/>
              <w:jc w:val="both"/>
              <w:rPr>
                <w:rStyle w:val="Seitenzahl"/>
                <w:rFonts w:cs="Arial"/>
                <w:color w:val="000000" w:themeColor="text1"/>
              </w:rPr>
            </w:pPr>
            <w:r>
              <w:rPr>
                <w:rStyle w:val="Seitenzahl"/>
                <w:color w:val="000000" w:themeColor="text1"/>
              </w:rPr>
              <w:tab/>
            </w:r>
            <w:sdt>
              <w:sdtPr>
                <w:rPr>
                  <w:rStyle w:val="Seitenzahl"/>
                  <w:rFonts w:cs="Arial"/>
                  <w:b/>
                  <w:bCs/>
                  <w:color w:val="000000" w:themeColor="text1"/>
                  <w:shd w:val="clear" w:color="auto" w:fill="BFBFBF" w:themeFill="background1" w:themeFillShade="BF"/>
                </w:rPr>
                <w:id w:val="391859062"/>
                <w14:checkbox>
                  <w14:checked w14:val="0"/>
                  <w14:checkedState w14:val="2612" w14:font="MS Gothic"/>
                  <w14:uncheckedState w14:val="2610" w14:font="MS Gothic"/>
                </w14:checkbox>
              </w:sdtPr>
              <w:sdtEndPr>
                <w:rPr>
                  <w:rStyle w:val="Seitenzahl"/>
                </w:rPr>
              </w:sdtEndPr>
              <w:sdtContent>
                <w:r w:rsidR="00995C65" w:rsidRPr="00DE00ED">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Pr>
                <w:rStyle w:val="Seitenzahl"/>
                <w:color w:val="000000" w:themeColor="text1"/>
              </w:rPr>
              <w:t xml:space="preserve"> Positive with risk-minimising measures</w:t>
            </w:r>
          </w:p>
          <w:p w14:paraId="4E0945CC" w14:textId="77777777" w:rsidR="0082742F" w:rsidRPr="00DE00ED" w:rsidRDefault="0082742F" w:rsidP="0082742F">
            <w:pPr>
              <w:spacing w:line="276" w:lineRule="auto"/>
              <w:jc w:val="both"/>
              <w:rPr>
                <w:rStyle w:val="Seitenzahl"/>
                <w:rFonts w:cs="Arial"/>
                <w:color w:val="000000" w:themeColor="text1"/>
              </w:rPr>
            </w:pPr>
            <w:r>
              <w:rPr>
                <w:rStyle w:val="Seitenzahl"/>
                <w:color w:val="000000" w:themeColor="text1"/>
              </w:rPr>
              <w:tab/>
            </w:r>
            <w:r w:rsidRPr="00DE00ED">
              <w:rPr>
                <w:rStyle w:val="Seitenzahl"/>
                <w:color w:val="000000" w:themeColor="text1"/>
              </w:rPr>
              <w:fldChar w:fldCharType="begin" w:fldLock="1">
                <w:ffData>
                  <w:name w:val="Text1"/>
                  <w:enabled/>
                  <w:calcOnExit w:val="0"/>
                  <w:textInput/>
                </w:ffData>
              </w:fldChar>
            </w:r>
            <w:r w:rsidRPr="00DE00ED">
              <w:rPr>
                <w:rStyle w:val="Seitenzahl"/>
                <w:color w:val="000000" w:themeColor="text1"/>
              </w:rPr>
              <w:instrText xml:space="preserve"> FORMTEXT </w:instrText>
            </w:r>
            <w:r w:rsidRPr="00DE00ED">
              <w:rPr>
                <w:rStyle w:val="Seitenzahl"/>
                <w:color w:val="000000" w:themeColor="text1"/>
              </w:rPr>
            </w:r>
            <w:r w:rsidRPr="00DE00ED">
              <w:rPr>
                <w:rStyle w:val="Seitenzahl"/>
                <w:color w:val="000000" w:themeColor="text1"/>
              </w:rPr>
              <w:fldChar w:fldCharType="separate"/>
            </w:r>
            <w:r>
              <w:rPr>
                <w:rStyle w:val="Seitenzahl"/>
                <w:color w:val="000000" w:themeColor="text1"/>
              </w:rPr>
              <w:t>     </w:t>
            </w:r>
            <w:r w:rsidRPr="00DE00ED">
              <w:rPr>
                <w:rStyle w:val="Seitenzahl"/>
                <w:color w:val="000000" w:themeColor="text1"/>
              </w:rPr>
              <w:fldChar w:fldCharType="end"/>
            </w:r>
            <w:r>
              <w:rPr>
                <w:rStyle w:val="Seitenzahl"/>
                <w:color w:val="000000" w:themeColor="text1"/>
              </w:rPr>
              <w:t xml:space="preserve"> (please explain)</w:t>
            </w:r>
          </w:p>
          <w:p w14:paraId="54C77634" w14:textId="747D0B6F" w:rsidR="0082742F" w:rsidRPr="00DE00ED" w:rsidRDefault="006141B9" w:rsidP="0082742F">
            <w:pPr>
              <w:spacing w:line="276" w:lineRule="auto"/>
              <w:ind w:left="633"/>
              <w:jc w:val="both"/>
              <w:rPr>
                <w:rStyle w:val="Seitenzahl"/>
                <w:rFonts w:cs="Arial"/>
                <w:color w:val="000000" w:themeColor="text1"/>
              </w:rPr>
            </w:pPr>
            <w:r>
              <w:rPr>
                <w:rStyle w:val="Seitenzahl"/>
                <w:color w:val="000000" w:themeColor="text1"/>
              </w:rPr>
              <w:tab/>
            </w:r>
            <w:sdt>
              <w:sdtPr>
                <w:rPr>
                  <w:rStyle w:val="Seitenzahl"/>
                  <w:rFonts w:cs="Arial"/>
                  <w:b/>
                  <w:bCs/>
                  <w:color w:val="000000" w:themeColor="text1"/>
                  <w:shd w:val="clear" w:color="auto" w:fill="BFBFBF" w:themeFill="background1" w:themeFillShade="BF"/>
                </w:rPr>
                <w:id w:val="-627705694"/>
                <w14:checkbox>
                  <w14:checked w14:val="0"/>
                  <w14:checkedState w14:val="2612" w14:font="MS Gothic"/>
                  <w14:uncheckedState w14:val="2610" w14:font="MS Gothic"/>
                </w14:checkbox>
              </w:sdtPr>
              <w:sdtEndPr>
                <w:rPr>
                  <w:rStyle w:val="Seitenzahl"/>
                </w:rPr>
              </w:sdtEndPr>
              <w:sdtContent>
                <w:r w:rsidR="00995C65" w:rsidRPr="00DE00ED">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Pr>
                <w:rStyle w:val="Seitenzahl"/>
                <w:color w:val="000000" w:themeColor="text1"/>
              </w:rPr>
              <w:t xml:space="preserve"> Negative</w:t>
            </w:r>
          </w:p>
          <w:p w14:paraId="4071C8C5" w14:textId="77777777" w:rsidR="004E1FFD" w:rsidRPr="00DE00ED" w:rsidRDefault="004E1FFD" w:rsidP="00293840">
            <w:pPr>
              <w:spacing w:line="276" w:lineRule="auto"/>
              <w:jc w:val="both"/>
              <w:rPr>
                <w:rStyle w:val="Seitenzahl"/>
                <w:rFonts w:cs="Arial"/>
                <w:color w:val="000000" w:themeColor="text1"/>
              </w:rPr>
            </w:pPr>
          </w:p>
          <w:p w14:paraId="3E74476F" w14:textId="12DE90AE" w:rsidR="001607E0" w:rsidRPr="007F17E4" w:rsidRDefault="006141B9" w:rsidP="001607E0">
            <w:pPr>
              <w:spacing w:line="276" w:lineRule="auto"/>
              <w:jc w:val="both"/>
              <w:rPr>
                <w:rStyle w:val="Seitenzahl"/>
                <w:rFonts w:cs="Arial"/>
                <w:color w:val="000000" w:themeColor="text1"/>
              </w:rPr>
            </w:pPr>
            <w:r>
              <w:rPr>
                <w:color w:val="000000" w:themeColor="text1"/>
              </w:rPr>
              <w:t xml:space="preserve">1.1.2 </w:t>
            </w:r>
            <w:r>
              <w:rPr>
                <w:color w:val="000000" w:themeColor="text1"/>
              </w:rPr>
              <w:tab/>
              <w:t xml:space="preserve">Information requested from the unit responsible at the GIZ country office on: </w:t>
            </w:r>
            <w:r w:rsidR="001607E0" w:rsidRPr="00DE00ED">
              <w:rPr>
                <w:rStyle w:val="Seitenzahl"/>
                <w:rFonts w:cs="Arial"/>
                <w:color w:val="000000" w:themeColor="text1"/>
              </w:rPr>
              <w:fldChar w:fldCharType="begin" w:fldLock="1">
                <w:ffData>
                  <w:name w:val="Text1"/>
                  <w:enabled/>
                  <w:calcOnExit w:val="0"/>
                  <w:textInput/>
                </w:ffData>
              </w:fldChar>
            </w:r>
            <w:r w:rsidR="001607E0" w:rsidRPr="00DE00ED">
              <w:rPr>
                <w:rStyle w:val="Seitenzahl"/>
                <w:rFonts w:cs="Arial"/>
                <w:color w:val="000000" w:themeColor="text1"/>
              </w:rPr>
              <w:instrText xml:space="preserve"> FORMTEXT </w:instrText>
            </w:r>
            <w:r w:rsidR="001607E0" w:rsidRPr="00DE00ED">
              <w:rPr>
                <w:rStyle w:val="Seitenzahl"/>
                <w:rFonts w:cs="Arial"/>
                <w:color w:val="000000" w:themeColor="text1"/>
              </w:rPr>
            </w:r>
            <w:r w:rsidR="001607E0" w:rsidRPr="00DE00ED">
              <w:rPr>
                <w:rStyle w:val="Seitenzahl"/>
                <w:rFonts w:cs="Arial"/>
                <w:color w:val="000000" w:themeColor="text1"/>
              </w:rPr>
              <w:fldChar w:fldCharType="separate"/>
            </w:r>
            <w:r>
              <w:rPr>
                <w:rStyle w:val="Seitenzahl"/>
                <w:color w:val="000000" w:themeColor="text1"/>
              </w:rPr>
              <w:t>     </w:t>
            </w:r>
            <w:r w:rsidR="001607E0" w:rsidRPr="00DE00ED">
              <w:rPr>
                <w:rStyle w:val="Seitenzahl"/>
                <w:rFonts w:cs="Arial"/>
                <w:color w:val="000000" w:themeColor="text1"/>
              </w:rPr>
              <w:fldChar w:fldCharType="end"/>
            </w:r>
          </w:p>
          <w:p w14:paraId="444DD46D" w14:textId="0DE53350" w:rsidR="00293840" w:rsidRPr="007F17E4" w:rsidRDefault="00293840" w:rsidP="2D479B99">
            <w:pPr>
              <w:spacing w:line="276" w:lineRule="auto"/>
              <w:jc w:val="both"/>
              <w:rPr>
                <w:rStyle w:val="Seitenzahl"/>
                <w:rFonts w:cs="Arial"/>
                <w:color w:val="000000" w:themeColor="text1"/>
              </w:rPr>
            </w:pPr>
          </w:p>
          <w:p w14:paraId="4E0EAE33" w14:textId="6CB5D07A" w:rsidR="003E3769" w:rsidRDefault="003E3769" w:rsidP="003E3769">
            <w:pPr>
              <w:spacing w:line="276" w:lineRule="auto"/>
              <w:jc w:val="both"/>
              <w:rPr>
                <w:rStyle w:val="Seitenzahl"/>
                <w:rFonts w:cs="Arial"/>
                <w:color w:val="000000" w:themeColor="text1"/>
              </w:rPr>
            </w:pPr>
            <w:r>
              <w:rPr>
                <w:rStyle w:val="Seitenzahl"/>
                <w:color w:val="000000" w:themeColor="text1"/>
              </w:rPr>
              <w:t>----------------------------------------------------------------</w:t>
            </w:r>
          </w:p>
          <w:p w14:paraId="78DB3229" w14:textId="59698BF5" w:rsidR="00293840" w:rsidRPr="007F17E4" w:rsidRDefault="00293840" w:rsidP="00293840">
            <w:pPr>
              <w:spacing w:line="276" w:lineRule="auto"/>
              <w:jc w:val="both"/>
              <w:rPr>
                <w:rStyle w:val="Seitenzahl"/>
                <w:rFonts w:cs="Arial"/>
                <w:color w:val="000000" w:themeColor="text1"/>
              </w:rPr>
            </w:pPr>
          </w:p>
          <w:p w14:paraId="644CAC35" w14:textId="0BA42A0F" w:rsidR="007F17E4" w:rsidRPr="0082742F" w:rsidRDefault="0082742F" w:rsidP="001607E0">
            <w:pPr>
              <w:spacing w:line="276" w:lineRule="auto"/>
              <w:jc w:val="both"/>
              <w:rPr>
                <w:rStyle w:val="Seitenzahl"/>
                <w:rFonts w:cs="Arial"/>
                <w:b/>
                <w:bCs/>
                <w:color w:val="000000" w:themeColor="text1"/>
              </w:rPr>
            </w:pPr>
            <w:r>
              <w:rPr>
                <w:rStyle w:val="Seitenzahl"/>
                <w:b/>
                <w:color w:val="000000" w:themeColor="text1"/>
              </w:rPr>
              <w:t xml:space="preserve">2. Experience with other </w:t>
            </w:r>
            <w:r w:rsidR="009C2960">
              <w:rPr>
                <w:rStyle w:val="Seitenzahl"/>
                <w:b/>
                <w:color w:val="000000" w:themeColor="text1"/>
              </w:rPr>
              <w:t>funding provider</w:t>
            </w:r>
            <w:r>
              <w:rPr>
                <w:rStyle w:val="Seitenzahl"/>
                <w:b/>
                <w:color w:val="000000" w:themeColor="text1"/>
              </w:rPr>
              <w:t>:</w:t>
            </w:r>
          </w:p>
          <w:p w14:paraId="47D5D1D3" w14:textId="6E95176E" w:rsidR="001607E0" w:rsidRPr="007F17E4" w:rsidRDefault="00293840" w:rsidP="001607E0">
            <w:pPr>
              <w:spacing w:line="276" w:lineRule="auto"/>
              <w:jc w:val="both"/>
              <w:rPr>
                <w:rStyle w:val="Seitenzahl"/>
                <w:rFonts w:cs="Arial"/>
                <w:color w:val="000000" w:themeColor="text1"/>
              </w:rPr>
            </w:pPr>
            <w:r>
              <w:rPr>
                <w:rStyle w:val="Seitenzahl"/>
                <w:color w:val="000000" w:themeColor="text1"/>
              </w:rPr>
              <w:t xml:space="preserve">Name of </w:t>
            </w:r>
            <w:r w:rsidR="009C2960">
              <w:rPr>
                <w:rStyle w:val="Seitenzahl"/>
                <w:color w:val="000000" w:themeColor="text1"/>
              </w:rPr>
              <w:t>funding provider</w:t>
            </w:r>
            <w:r>
              <w:rPr>
                <w:rStyle w:val="Seitenzahl"/>
                <w:color w:val="000000" w:themeColor="text1"/>
              </w:rPr>
              <w:t xml:space="preserve">: </w:t>
            </w:r>
            <w:r w:rsidR="001607E0" w:rsidRPr="007F17E4">
              <w:rPr>
                <w:rStyle w:val="Seitenzahl"/>
                <w:rFonts w:cs="Arial"/>
                <w:color w:val="000000" w:themeColor="text1"/>
              </w:rPr>
              <w:fldChar w:fldCharType="begin" w:fldLock="1">
                <w:ffData>
                  <w:name w:val="Text1"/>
                  <w:enabled/>
                  <w:calcOnExit w:val="0"/>
                  <w:textInput/>
                </w:ffData>
              </w:fldChar>
            </w:r>
            <w:r w:rsidR="001607E0" w:rsidRPr="007F17E4">
              <w:rPr>
                <w:rStyle w:val="Seitenzahl"/>
                <w:rFonts w:cs="Arial"/>
                <w:color w:val="000000" w:themeColor="text1"/>
              </w:rPr>
              <w:instrText xml:space="preserve"> FORMTEXT </w:instrText>
            </w:r>
            <w:r w:rsidR="001607E0" w:rsidRPr="007F17E4">
              <w:rPr>
                <w:rStyle w:val="Seitenzahl"/>
                <w:rFonts w:cs="Arial"/>
                <w:color w:val="000000" w:themeColor="text1"/>
              </w:rPr>
            </w:r>
            <w:r w:rsidR="001607E0" w:rsidRPr="007F17E4">
              <w:rPr>
                <w:rStyle w:val="Seitenzahl"/>
                <w:rFonts w:cs="Arial"/>
                <w:color w:val="000000" w:themeColor="text1"/>
              </w:rPr>
              <w:fldChar w:fldCharType="separate"/>
            </w:r>
            <w:r>
              <w:rPr>
                <w:rStyle w:val="Seitenzahl"/>
                <w:color w:val="000000" w:themeColor="text1"/>
              </w:rPr>
              <w:t>     </w:t>
            </w:r>
            <w:r w:rsidR="001607E0" w:rsidRPr="007F17E4">
              <w:rPr>
                <w:rStyle w:val="Seitenzahl"/>
                <w:rFonts w:cs="Arial"/>
                <w:color w:val="000000" w:themeColor="text1"/>
              </w:rPr>
              <w:fldChar w:fldCharType="end"/>
            </w:r>
          </w:p>
          <w:p w14:paraId="4CCC97BF" w14:textId="70DF69AF" w:rsidR="00293840" w:rsidRPr="007F17E4" w:rsidRDefault="00293840" w:rsidP="00293840">
            <w:pPr>
              <w:spacing w:line="276" w:lineRule="auto"/>
              <w:jc w:val="both"/>
              <w:rPr>
                <w:rStyle w:val="Seitenzahl"/>
                <w:rFonts w:cs="Arial"/>
                <w:color w:val="000000" w:themeColor="text1"/>
              </w:rPr>
            </w:pPr>
          </w:p>
          <w:p w14:paraId="5965F228" w14:textId="03D67F80" w:rsidR="001607E0" w:rsidRDefault="00293840" w:rsidP="001607E0">
            <w:pPr>
              <w:spacing w:line="276" w:lineRule="auto"/>
              <w:jc w:val="both"/>
              <w:rPr>
                <w:rStyle w:val="Seitenzahl"/>
                <w:rFonts w:cs="Arial"/>
                <w:color w:val="000000" w:themeColor="text1"/>
              </w:rPr>
            </w:pPr>
            <w:r>
              <w:rPr>
                <w:rStyle w:val="Seitenzahl"/>
                <w:color w:val="000000" w:themeColor="text1"/>
              </w:rPr>
              <w:t xml:space="preserve">Amount of financing: </w:t>
            </w:r>
            <w:r w:rsidR="001607E0" w:rsidRPr="007F17E4">
              <w:rPr>
                <w:rStyle w:val="Seitenzahl"/>
                <w:rFonts w:cs="Arial"/>
                <w:color w:val="000000" w:themeColor="text1"/>
              </w:rPr>
              <w:fldChar w:fldCharType="begin" w:fldLock="1">
                <w:ffData>
                  <w:name w:val="Text1"/>
                  <w:enabled/>
                  <w:calcOnExit w:val="0"/>
                  <w:textInput/>
                </w:ffData>
              </w:fldChar>
            </w:r>
            <w:r w:rsidR="001607E0" w:rsidRPr="007F17E4">
              <w:rPr>
                <w:rStyle w:val="Seitenzahl"/>
                <w:rFonts w:cs="Arial"/>
                <w:color w:val="000000" w:themeColor="text1"/>
              </w:rPr>
              <w:instrText xml:space="preserve"> FORMTEXT </w:instrText>
            </w:r>
            <w:r w:rsidR="001607E0" w:rsidRPr="007F17E4">
              <w:rPr>
                <w:rStyle w:val="Seitenzahl"/>
                <w:rFonts w:cs="Arial"/>
                <w:color w:val="000000" w:themeColor="text1"/>
              </w:rPr>
            </w:r>
            <w:r w:rsidR="001607E0" w:rsidRPr="007F17E4">
              <w:rPr>
                <w:rStyle w:val="Seitenzahl"/>
                <w:rFonts w:cs="Arial"/>
                <w:color w:val="000000" w:themeColor="text1"/>
              </w:rPr>
              <w:fldChar w:fldCharType="separate"/>
            </w:r>
            <w:r>
              <w:rPr>
                <w:rStyle w:val="Seitenzahl"/>
                <w:color w:val="000000" w:themeColor="text1"/>
              </w:rPr>
              <w:t>     </w:t>
            </w:r>
            <w:r w:rsidR="001607E0" w:rsidRPr="007F17E4">
              <w:rPr>
                <w:rStyle w:val="Seitenzahl"/>
                <w:rFonts w:cs="Arial"/>
                <w:color w:val="000000" w:themeColor="text1"/>
              </w:rPr>
              <w:fldChar w:fldCharType="end"/>
            </w:r>
          </w:p>
          <w:p w14:paraId="56E608B9" w14:textId="51E97606" w:rsidR="00B83B0A" w:rsidRDefault="00B83B0A" w:rsidP="001607E0">
            <w:pPr>
              <w:spacing w:line="276" w:lineRule="auto"/>
              <w:jc w:val="both"/>
              <w:rPr>
                <w:rStyle w:val="Seitenzahl"/>
                <w:rFonts w:cs="Arial"/>
                <w:color w:val="000000" w:themeColor="text1"/>
              </w:rPr>
            </w:pPr>
          </w:p>
          <w:p w14:paraId="3B2479B0" w14:textId="6DC0FC94" w:rsidR="00293840" w:rsidRPr="007F17E4" w:rsidRDefault="00293840" w:rsidP="00293840">
            <w:pPr>
              <w:spacing w:line="276" w:lineRule="auto"/>
              <w:jc w:val="both"/>
              <w:rPr>
                <w:rFonts w:cs="Arial"/>
                <w:color w:val="000000" w:themeColor="text1"/>
              </w:rPr>
            </w:pPr>
          </w:p>
        </w:tc>
      </w:tr>
    </w:tbl>
    <w:p w14:paraId="6C09BA4B" w14:textId="26608699" w:rsidR="00743259" w:rsidRPr="007F17E4" w:rsidRDefault="00743259" w:rsidP="008D569F">
      <w:pPr>
        <w:jc w:val="both"/>
        <w:rPr>
          <w:rStyle w:val="Seitenzahl"/>
          <w:rFonts w:cs="Arial"/>
          <w:b/>
          <w:sz w:val="20"/>
          <w:szCs w:val="20"/>
        </w:rPr>
      </w:pPr>
    </w:p>
    <w:tbl>
      <w:tblPr>
        <w:tblStyle w:val="Tabellenraster"/>
        <w:tblW w:w="9286" w:type="dxa"/>
        <w:tblLayout w:type="fixed"/>
        <w:tblLook w:val="06A0" w:firstRow="1" w:lastRow="0" w:firstColumn="1" w:lastColumn="0" w:noHBand="1" w:noVBand="1"/>
      </w:tblPr>
      <w:tblGrid>
        <w:gridCol w:w="4786"/>
        <w:gridCol w:w="4500"/>
      </w:tblGrid>
      <w:tr w:rsidR="00C222BE" w:rsidRPr="007F17E4" w14:paraId="15663785" w14:textId="77777777" w:rsidTr="000A502F">
        <w:tc>
          <w:tcPr>
            <w:tcW w:w="4786" w:type="dxa"/>
            <w:shd w:val="clear" w:color="auto" w:fill="F2F2F2" w:themeFill="background1" w:themeFillShade="F2"/>
          </w:tcPr>
          <w:p w14:paraId="2341C809" w14:textId="242313B7" w:rsidR="00014574" w:rsidRPr="007F17E4" w:rsidRDefault="00014574" w:rsidP="00C222BE">
            <w:pPr>
              <w:spacing w:line="276" w:lineRule="auto"/>
              <w:jc w:val="both"/>
              <w:rPr>
                <w:rFonts w:cs="Arial"/>
                <w:b/>
                <w:color w:val="000000" w:themeColor="text1"/>
              </w:rPr>
            </w:pPr>
            <w:r>
              <w:rPr>
                <w:b/>
                <w:color w:val="000000" w:themeColor="text1"/>
              </w:rPr>
              <w:t>8. Legal compliance and anti-corruption</w:t>
            </w:r>
          </w:p>
          <w:p w14:paraId="06E0CDF8" w14:textId="7C2C8B7F" w:rsidR="00C222BE" w:rsidRPr="007F17E4" w:rsidRDefault="00C222BE" w:rsidP="00C222BE">
            <w:pPr>
              <w:spacing w:line="276" w:lineRule="auto"/>
              <w:jc w:val="both"/>
              <w:rPr>
                <w:rFonts w:cs="Arial"/>
                <w:color w:val="000000" w:themeColor="text1"/>
              </w:rPr>
            </w:pPr>
            <w:r>
              <w:rPr>
                <w:color w:val="000000" w:themeColor="text1"/>
              </w:rPr>
              <w:t>Ha</w:t>
            </w:r>
            <w:r w:rsidR="00366D0B">
              <w:rPr>
                <w:color w:val="000000" w:themeColor="text1"/>
              </w:rPr>
              <w:t>ve</w:t>
            </w:r>
            <w:r>
              <w:rPr>
                <w:color w:val="000000" w:themeColor="text1"/>
              </w:rPr>
              <w:t xml:space="preserve"> the above institution, its executive bodies and/or executive managers broken the law and/or been the subject of allegations of or investigations into corruption?</w:t>
            </w:r>
          </w:p>
          <w:p w14:paraId="794A4974" w14:textId="7FF0FB29" w:rsidR="00C222BE" w:rsidRPr="007F17E4" w:rsidRDefault="00C222BE" w:rsidP="00C222BE">
            <w:pPr>
              <w:spacing w:line="276" w:lineRule="auto"/>
              <w:jc w:val="both"/>
              <w:rPr>
                <w:rFonts w:cs="Arial"/>
                <w:color w:val="000000" w:themeColor="text1"/>
              </w:rPr>
            </w:pPr>
          </w:p>
          <w:p w14:paraId="5AE06003" w14:textId="34B5B8D0" w:rsidR="00014574" w:rsidRPr="007F17E4" w:rsidRDefault="00014574" w:rsidP="00C222BE">
            <w:pPr>
              <w:spacing w:line="276" w:lineRule="auto"/>
              <w:jc w:val="both"/>
              <w:rPr>
                <w:rFonts w:cs="Arial"/>
                <w:color w:val="000000" w:themeColor="text1"/>
              </w:rPr>
            </w:pPr>
          </w:p>
          <w:p w14:paraId="3A7FDB61" w14:textId="72AC729E" w:rsidR="00014574" w:rsidRPr="007F17E4" w:rsidRDefault="00014574" w:rsidP="00C222BE">
            <w:pPr>
              <w:spacing w:line="276" w:lineRule="auto"/>
              <w:jc w:val="both"/>
              <w:rPr>
                <w:rFonts w:cs="Arial"/>
                <w:color w:val="000000" w:themeColor="text1"/>
              </w:rPr>
            </w:pPr>
          </w:p>
          <w:p w14:paraId="5CB61EA5" w14:textId="517A47D7" w:rsidR="00014574" w:rsidRPr="007F17E4" w:rsidRDefault="00014574" w:rsidP="00C222BE">
            <w:pPr>
              <w:spacing w:line="276" w:lineRule="auto"/>
              <w:jc w:val="both"/>
              <w:rPr>
                <w:rFonts w:cs="Arial"/>
                <w:color w:val="000000" w:themeColor="text1"/>
              </w:rPr>
            </w:pPr>
          </w:p>
          <w:p w14:paraId="5B22D740" w14:textId="6611BC05" w:rsidR="00014574" w:rsidRPr="007F17E4" w:rsidRDefault="00014574" w:rsidP="00C222BE">
            <w:pPr>
              <w:spacing w:line="276" w:lineRule="auto"/>
              <w:jc w:val="both"/>
              <w:rPr>
                <w:rFonts w:cs="Arial"/>
                <w:color w:val="000000" w:themeColor="text1"/>
              </w:rPr>
            </w:pPr>
          </w:p>
          <w:p w14:paraId="5166FBD5" w14:textId="5FC0D3E0" w:rsidR="00014574" w:rsidRPr="007F17E4" w:rsidRDefault="00014574" w:rsidP="00C222BE">
            <w:pPr>
              <w:spacing w:line="276" w:lineRule="auto"/>
              <w:jc w:val="both"/>
              <w:rPr>
                <w:rFonts w:cs="Arial"/>
                <w:color w:val="000000" w:themeColor="text1"/>
              </w:rPr>
            </w:pPr>
          </w:p>
          <w:p w14:paraId="038D14B1" w14:textId="77777777" w:rsidR="00014574" w:rsidRPr="007F17E4" w:rsidRDefault="00014574" w:rsidP="00C222BE">
            <w:pPr>
              <w:spacing w:line="276" w:lineRule="auto"/>
              <w:jc w:val="both"/>
              <w:rPr>
                <w:rFonts w:cs="Arial"/>
                <w:color w:val="000000" w:themeColor="text1"/>
              </w:rPr>
            </w:pPr>
          </w:p>
          <w:p w14:paraId="503B4200" w14:textId="5D9E39DB" w:rsidR="00014574" w:rsidRPr="007F17E4" w:rsidRDefault="00014574" w:rsidP="00C222BE">
            <w:pPr>
              <w:spacing w:line="276" w:lineRule="auto"/>
              <w:jc w:val="both"/>
              <w:rPr>
                <w:rFonts w:cs="Arial"/>
                <w:color w:val="000000" w:themeColor="text1"/>
              </w:rPr>
            </w:pPr>
          </w:p>
          <w:p w14:paraId="65D64913" w14:textId="77777777" w:rsidR="007016B8" w:rsidRDefault="007016B8" w:rsidP="00C222BE">
            <w:pPr>
              <w:spacing w:line="276" w:lineRule="auto"/>
              <w:jc w:val="both"/>
              <w:rPr>
                <w:rStyle w:val="Seitenzahl"/>
                <w:rFonts w:cs="Arial"/>
                <w:color w:val="000000" w:themeColor="text1"/>
              </w:rPr>
            </w:pPr>
          </w:p>
          <w:p w14:paraId="653C3C62" w14:textId="08B5B107" w:rsidR="007016B8" w:rsidRDefault="007016B8" w:rsidP="00C222BE">
            <w:pPr>
              <w:spacing w:line="276" w:lineRule="auto"/>
              <w:jc w:val="both"/>
              <w:rPr>
                <w:rStyle w:val="Seitenzahl"/>
                <w:rFonts w:cs="Arial"/>
                <w:color w:val="000000" w:themeColor="text1"/>
              </w:rPr>
            </w:pPr>
          </w:p>
          <w:p w14:paraId="2844C9DF" w14:textId="478E4855" w:rsidR="007016B8" w:rsidRPr="00BB74A8" w:rsidRDefault="00904612" w:rsidP="00C222BE">
            <w:pPr>
              <w:spacing w:line="276" w:lineRule="auto"/>
              <w:jc w:val="both"/>
              <w:rPr>
                <w:rStyle w:val="Seitenzahl"/>
                <w:rFonts w:cs="Arial"/>
                <w:i/>
                <w:iCs/>
                <w:color w:val="000000" w:themeColor="text1"/>
              </w:rPr>
            </w:pPr>
            <w:r>
              <w:rPr>
                <w:rStyle w:val="Seitenzahl"/>
                <w:i/>
                <w:color w:val="000000" w:themeColor="text1"/>
              </w:rPr>
              <w:t>Example of a voluntary disclosure: ‘I hereby confirm that no allegations have been made or investigations carried out in the last five years in relation to the organisation, members of its executive bodies or executive managers concerning breaches of the law, corruption or other offences (e.g. fraud, misappropriation, breach of trust).</w:t>
            </w:r>
            <w:r>
              <w:t xml:space="preserve"> </w:t>
            </w:r>
            <w:bookmarkStart w:id="1" w:name="_Hlk103252181"/>
            <w:r>
              <w:rPr>
                <w:i/>
              </w:rPr>
              <w:t xml:space="preserve">We also confirm that an </w:t>
            </w:r>
            <w:r>
              <w:rPr>
                <w:rStyle w:val="Seitenzahl"/>
                <w:i/>
                <w:color w:val="000000" w:themeColor="text1"/>
              </w:rPr>
              <w:t>effective system to prevent and combat corruption has been put in place and is being used consistently.’</w:t>
            </w:r>
            <w:bookmarkEnd w:id="1"/>
          </w:p>
        </w:tc>
        <w:tc>
          <w:tcPr>
            <w:tcW w:w="4500" w:type="dxa"/>
          </w:tcPr>
          <w:p w14:paraId="354BCBF6" w14:textId="73A2AC12" w:rsidR="00962AC4" w:rsidRPr="004821EB" w:rsidRDefault="00962AC4" w:rsidP="004821EB">
            <w:pPr>
              <w:pStyle w:val="Listenabsatz"/>
              <w:numPr>
                <w:ilvl w:val="0"/>
                <w:numId w:val="39"/>
              </w:numPr>
              <w:spacing w:line="276" w:lineRule="auto"/>
              <w:ind w:left="199" w:hanging="199"/>
              <w:jc w:val="both"/>
              <w:rPr>
                <w:rStyle w:val="Seitenzahl"/>
                <w:rFonts w:cs="Arial"/>
                <w:b/>
                <w:bCs/>
                <w:color w:val="000000" w:themeColor="text1"/>
              </w:rPr>
            </w:pPr>
            <w:r>
              <w:rPr>
                <w:rStyle w:val="Seitenzahl"/>
                <w:b/>
                <w:color w:val="000000" w:themeColor="text1"/>
              </w:rPr>
              <w:lastRenderedPageBreak/>
              <w:t>The assessment criterion has been met in the following way:</w:t>
            </w:r>
          </w:p>
          <w:p w14:paraId="60DE3D79" w14:textId="19D6DF37" w:rsidR="00962AC4" w:rsidRDefault="00415F65" w:rsidP="00962AC4">
            <w:pPr>
              <w:spacing w:line="276" w:lineRule="auto"/>
              <w:ind w:left="633"/>
              <w:jc w:val="both"/>
              <w:rPr>
                <w:rStyle w:val="Seitenzahl"/>
                <w:rFonts w:cs="Arial"/>
                <w:color w:val="000000" w:themeColor="text1"/>
              </w:rPr>
            </w:pPr>
            <w:sdt>
              <w:sdtPr>
                <w:rPr>
                  <w:rStyle w:val="Seitenzahl"/>
                  <w:rFonts w:cs="Arial"/>
                  <w:b/>
                  <w:bCs/>
                  <w:color w:val="000000" w:themeColor="text1"/>
                  <w:shd w:val="clear" w:color="auto" w:fill="BFBFBF" w:themeFill="background1" w:themeFillShade="BF"/>
                </w:rPr>
                <w:id w:val="1436252737"/>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Option 1 – Internet research</w:t>
            </w:r>
          </w:p>
          <w:p w14:paraId="48E92DCA" w14:textId="607E3D62" w:rsidR="00962AC4" w:rsidRDefault="00415F65" w:rsidP="00962AC4">
            <w:pPr>
              <w:spacing w:line="276" w:lineRule="auto"/>
              <w:ind w:left="633"/>
              <w:jc w:val="both"/>
              <w:rPr>
                <w:rStyle w:val="Seitenzahl"/>
                <w:rFonts w:cs="Arial"/>
                <w:color w:val="000000" w:themeColor="text1"/>
              </w:rPr>
            </w:pPr>
            <w:sdt>
              <w:sdtPr>
                <w:rPr>
                  <w:rStyle w:val="Seitenzahl"/>
                  <w:rFonts w:cs="Arial"/>
                  <w:b/>
                  <w:bCs/>
                  <w:color w:val="000000" w:themeColor="text1"/>
                  <w:shd w:val="clear" w:color="auto" w:fill="BFBFBF" w:themeFill="background1" w:themeFillShade="BF"/>
                </w:rPr>
                <w:id w:val="-461654295"/>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lang w:eastAsia="en-US"/>
                  </w:rPr>
                  <w:t>☐</w:t>
                </w:r>
              </w:sdtContent>
            </w:sdt>
            <w:r w:rsidR="00B64032">
              <w:rPr>
                <w:rStyle w:val="Seitenzahl"/>
                <w:color w:val="000000" w:themeColor="text1"/>
              </w:rPr>
              <w:t xml:space="preserve"> Option 2 – voluntary disclosure</w:t>
            </w:r>
          </w:p>
          <w:p w14:paraId="3E748BF4" w14:textId="1E28407B" w:rsidR="00962AC4" w:rsidRDefault="00962AC4" w:rsidP="00C222BE">
            <w:pPr>
              <w:spacing w:line="276" w:lineRule="auto"/>
              <w:jc w:val="both"/>
              <w:rPr>
                <w:rStyle w:val="Seitenzahl"/>
                <w:rFonts w:cs="Arial"/>
                <w:color w:val="000000" w:themeColor="text1"/>
              </w:rPr>
            </w:pPr>
          </w:p>
          <w:p w14:paraId="093E769E" w14:textId="2509FCAE" w:rsidR="003F25F0" w:rsidRPr="004821EB" w:rsidRDefault="003F25F0" w:rsidP="004821EB">
            <w:pPr>
              <w:pStyle w:val="Listenabsatz"/>
              <w:numPr>
                <w:ilvl w:val="0"/>
                <w:numId w:val="39"/>
              </w:numPr>
              <w:spacing w:line="276" w:lineRule="auto"/>
              <w:ind w:left="199" w:hanging="199"/>
              <w:jc w:val="both"/>
              <w:rPr>
                <w:rStyle w:val="Seitenzahl"/>
                <w:rFonts w:cs="Arial"/>
                <w:b/>
                <w:bCs/>
                <w:color w:val="000000" w:themeColor="text1"/>
              </w:rPr>
            </w:pPr>
            <w:r>
              <w:rPr>
                <w:rStyle w:val="Seitenzahl"/>
                <w:b/>
                <w:color w:val="000000" w:themeColor="text1"/>
              </w:rPr>
              <w:t>Assessment result:</w:t>
            </w:r>
          </w:p>
          <w:p w14:paraId="406CEA36" w14:textId="1580661A" w:rsidR="00C222BE" w:rsidRPr="00962AC4" w:rsidRDefault="00415F65" w:rsidP="00C222BE">
            <w:pPr>
              <w:spacing w:line="276" w:lineRule="auto"/>
              <w:jc w:val="both"/>
              <w:rPr>
                <w:rStyle w:val="Seitenzahl"/>
                <w:rFonts w:cs="Arial"/>
                <w:color w:val="000000" w:themeColor="text1"/>
              </w:rPr>
            </w:pPr>
            <w:sdt>
              <w:sdtPr>
                <w:rPr>
                  <w:rStyle w:val="Seitenzahl"/>
                  <w:rFonts w:cs="Arial"/>
                  <w:b/>
                  <w:bCs/>
                  <w:color w:val="000000" w:themeColor="text1"/>
                  <w:shd w:val="clear" w:color="auto" w:fill="BFBFBF" w:themeFill="background1" w:themeFillShade="BF"/>
                </w:rPr>
                <w:id w:val="809213408"/>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rPr>
                  <w:t>☐</w:t>
                </w:r>
              </w:sdtContent>
            </w:sdt>
            <w:r w:rsidR="00B64032">
              <w:rPr>
                <w:rStyle w:val="Seitenzahl"/>
                <w:color w:val="000000" w:themeColor="text1"/>
              </w:rPr>
              <w:t xml:space="preserve"> The research and/or voluntary disclosure revealed </w:t>
            </w:r>
            <w:r w:rsidR="00B64032">
              <w:rPr>
                <w:rStyle w:val="Seitenzahl"/>
                <w:color w:val="000000" w:themeColor="text1"/>
                <w:u w:val="single"/>
              </w:rPr>
              <w:t>no indications</w:t>
            </w:r>
            <w:r w:rsidR="00B64032">
              <w:rPr>
                <w:rStyle w:val="Seitenzahl"/>
                <w:color w:val="000000" w:themeColor="text1"/>
              </w:rPr>
              <w:t xml:space="preserve"> from the past five years. </w:t>
            </w:r>
            <w:r w:rsidR="00B64032">
              <w:rPr>
                <w:rStyle w:val="Seitenzahl"/>
              </w:rPr>
              <w:t xml:space="preserve">An effective system has been put in place to </w:t>
            </w:r>
            <w:r w:rsidR="00B64032">
              <w:rPr>
                <w:rStyle w:val="Seitenzahl"/>
              </w:rPr>
              <w:lastRenderedPageBreak/>
              <w:t xml:space="preserve">prevent and combat corruption and is being used consistently. </w:t>
            </w:r>
            <w:r w:rsidR="00B64032">
              <w:rPr>
                <w:rStyle w:val="Seitenzahl"/>
                <w:sz w:val="16"/>
              </w:rPr>
              <w:t>(if the system is unknown, a voluntary disclosure (option 2) must be obtained)</w:t>
            </w:r>
          </w:p>
          <w:p w14:paraId="232A1124" w14:textId="4ACDF7ED" w:rsidR="00C222BE" w:rsidRPr="007F17E4" w:rsidRDefault="00415F65" w:rsidP="00C222BE">
            <w:pPr>
              <w:spacing w:line="276" w:lineRule="auto"/>
              <w:jc w:val="both"/>
              <w:rPr>
                <w:rStyle w:val="Seitenzahl"/>
                <w:rFonts w:cs="Arial"/>
                <w:color w:val="000000" w:themeColor="text1"/>
              </w:rPr>
            </w:pPr>
            <w:sdt>
              <w:sdtPr>
                <w:rPr>
                  <w:rStyle w:val="Seitenzahl"/>
                  <w:rFonts w:cs="Arial"/>
                  <w:b/>
                  <w:bCs/>
                  <w:color w:val="000000" w:themeColor="text1"/>
                  <w:shd w:val="clear" w:color="auto" w:fill="BFBFBF" w:themeFill="background1" w:themeFillShade="BF"/>
                </w:rPr>
                <w:id w:val="779215944"/>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rPr>
                  <w:t>☐</w:t>
                </w:r>
              </w:sdtContent>
            </w:sdt>
            <w:r w:rsidR="00B64032">
              <w:rPr>
                <w:rStyle w:val="Seitenzahl"/>
                <w:color w:val="000000" w:themeColor="text1"/>
              </w:rPr>
              <w:t xml:space="preserve"> The research and/or voluntary disclosure revealed </w:t>
            </w:r>
            <w:r w:rsidR="00B64032">
              <w:rPr>
                <w:rStyle w:val="Seitenzahl"/>
                <w:color w:val="000000" w:themeColor="text1"/>
                <w:u w:val="single"/>
              </w:rPr>
              <w:t>hits</w:t>
            </w:r>
            <w:r w:rsidR="00B64032">
              <w:rPr>
                <w:rStyle w:val="Seitenzahl"/>
                <w:color w:val="000000" w:themeColor="text1"/>
              </w:rPr>
              <w:t xml:space="preserve"> from the past five years. It was possible to show that investigations have been launched and an effective system to prevent and combat corruption has been put in place and is being used consistently.</w:t>
            </w:r>
          </w:p>
          <w:p w14:paraId="7DB03E06" w14:textId="5C1394E8" w:rsidR="00C222BE" w:rsidRPr="007F17E4" w:rsidRDefault="00415F65" w:rsidP="00C222BE">
            <w:pPr>
              <w:spacing w:line="276" w:lineRule="auto"/>
              <w:jc w:val="both"/>
              <w:rPr>
                <w:rStyle w:val="Seitenzahl"/>
                <w:rFonts w:cs="Arial"/>
                <w:color w:val="000000" w:themeColor="text1"/>
              </w:rPr>
            </w:pPr>
            <w:sdt>
              <w:sdtPr>
                <w:rPr>
                  <w:rStyle w:val="Seitenzahl"/>
                  <w:rFonts w:cs="Arial"/>
                  <w:b/>
                  <w:bCs/>
                  <w:color w:val="000000" w:themeColor="text1"/>
                  <w:shd w:val="clear" w:color="auto" w:fill="BFBFBF" w:themeFill="background1" w:themeFillShade="BF"/>
                </w:rPr>
                <w:id w:val="1115101396"/>
                <w14:checkbox>
                  <w14:checked w14:val="0"/>
                  <w14:checkedState w14:val="2612" w14:font="MS Gothic"/>
                  <w14:uncheckedState w14:val="2610" w14:font="MS Gothic"/>
                </w14:checkbox>
              </w:sdtPr>
              <w:sdtEndPr>
                <w:rPr>
                  <w:rStyle w:val="Seitenzahl"/>
                </w:rPr>
              </w:sdtEndPr>
              <w:sdtContent>
                <w:r w:rsidR="00995C65" w:rsidRPr="00995C65">
                  <w:rPr>
                    <w:rStyle w:val="Seitenzahl"/>
                    <w:rFonts w:ascii="MS Gothic" w:eastAsia="MS Gothic" w:hAnsi="MS Gothic" w:cs="Arial" w:hint="eastAsia"/>
                    <w:b/>
                    <w:bCs/>
                    <w:color w:val="000000" w:themeColor="text1"/>
                    <w:shd w:val="clear" w:color="auto" w:fill="BFBFBF" w:themeFill="background1" w:themeFillShade="BF"/>
                  </w:rPr>
                  <w:t>☐</w:t>
                </w:r>
              </w:sdtContent>
            </w:sdt>
            <w:r w:rsidR="00B64032">
              <w:rPr>
                <w:rStyle w:val="Seitenzahl"/>
                <w:color w:val="000000" w:themeColor="text1"/>
              </w:rPr>
              <w:t xml:space="preserve"> There are current </w:t>
            </w:r>
            <w:r w:rsidR="00B64032">
              <w:rPr>
                <w:rStyle w:val="Seitenzahl"/>
                <w:color w:val="000000" w:themeColor="text1"/>
                <w:u w:val="single"/>
              </w:rPr>
              <w:t>indications that remain to be clarified, or investigations are under way</w:t>
            </w:r>
            <w:r w:rsidR="00B64032">
              <w:rPr>
                <w:rStyle w:val="Seitenzahl"/>
                <w:color w:val="000000" w:themeColor="text1"/>
              </w:rPr>
              <w:t>. Contact the officer responsible for the commission at GIZ.</w:t>
            </w:r>
          </w:p>
          <w:p w14:paraId="2503948A" w14:textId="3AC2E333" w:rsidR="00C222BE" w:rsidRPr="007F17E4" w:rsidRDefault="00415F65" w:rsidP="008D620F">
            <w:pPr>
              <w:spacing w:line="276" w:lineRule="auto"/>
              <w:jc w:val="both"/>
              <w:rPr>
                <w:rFonts w:cs="Arial"/>
                <w:color w:val="000000" w:themeColor="text1"/>
              </w:rPr>
            </w:pPr>
            <w:sdt>
              <w:sdtPr>
                <w:rPr>
                  <w:rStyle w:val="Seitenzahl"/>
                  <w:rFonts w:cs="Arial"/>
                  <w:b/>
                  <w:bCs/>
                  <w:color w:val="000000" w:themeColor="text1"/>
                  <w:shd w:val="clear" w:color="auto" w:fill="BFBFBF" w:themeFill="background1" w:themeFillShade="BF"/>
                </w:rPr>
                <w:id w:val="-1164391536"/>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color w:val="000000" w:themeColor="text1"/>
                    <w:shd w:val="clear" w:color="auto" w:fill="BFBFBF" w:themeFill="background1" w:themeFillShade="BF"/>
                  </w:rPr>
                  <w:t>☐</w:t>
                </w:r>
              </w:sdtContent>
            </w:sdt>
            <w:r w:rsidR="00B64032">
              <w:rPr>
                <w:rStyle w:val="Seitenzahl"/>
                <w:color w:val="000000" w:themeColor="text1"/>
              </w:rPr>
              <w:t xml:space="preserve"> There are </w:t>
            </w:r>
            <w:r w:rsidR="00B64032">
              <w:rPr>
                <w:rStyle w:val="Seitenzahl"/>
                <w:color w:val="000000" w:themeColor="text1"/>
                <w:u w:val="single"/>
              </w:rPr>
              <w:t>serious confirmed</w:t>
            </w:r>
            <w:r w:rsidR="00B64032">
              <w:rPr>
                <w:rStyle w:val="Seitenzahl"/>
                <w:color w:val="000000" w:themeColor="text1"/>
              </w:rPr>
              <w:t xml:space="preserve"> cases. Contact the officer responsible for the commission at GIZ.</w:t>
            </w:r>
          </w:p>
        </w:tc>
      </w:tr>
    </w:tbl>
    <w:p w14:paraId="01BA5BD0" w14:textId="77777777" w:rsidR="000A502F" w:rsidRPr="007F17E4" w:rsidRDefault="000A502F" w:rsidP="000A502F">
      <w:pPr>
        <w:jc w:val="both"/>
        <w:rPr>
          <w:rStyle w:val="Seitenzahl"/>
          <w:rFonts w:cs="Arial"/>
          <w:b/>
          <w:sz w:val="20"/>
          <w:szCs w:val="20"/>
        </w:rPr>
      </w:pPr>
    </w:p>
    <w:tbl>
      <w:tblPr>
        <w:tblStyle w:val="Tabellenraster"/>
        <w:tblW w:w="9286" w:type="dxa"/>
        <w:tblLayout w:type="fixed"/>
        <w:tblLook w:val="06A0" w:firstRow="1" w:lastRow="0" w:firstColumn="1" w:lastColumn="0" w:noHBand="1" w:noVBand="1"/>
      </w:tblPr>
      <w:tblGrid>
        <w:gridCol w:w="4786"/>
        <w:gridCol w:w="4423"/>
        <w:gridCol w:w="77"/>
      </w:tblGrid>
      <w:tr w:rsidR="007027E5" w:rsidRPr="007F17E4" w14:paraId="173A8068" w14:textId="77777777" w:rsidTr="1B5F470A">
        <w:tc>
          <w:tcPr>
            <w:tcW w:w="4786" w:type="dxa"/>
            <w:shd w:val="clear" w:color="auto" w:fill="F2F2F2" w:themeFill="background1" w:themeFillShade="F2"/>
          </w:tcPr>
          <w:p w14:paraId="77B3E4A3" w14:textId="0EE5BA3B" w:rsidR="005C7919" w:rsidRPr="007F17E4" w:rsidRDefault="005C7919" w:rsidP="005C7919">
            <w:pPr>
              <w:spacing w:before="120" w:line="276" w:lineRule="auto"/>
              <w:jc w:val="both"/>
              <w:rPr>
                <w:rFonts w:cs="Arial"/>
                <w:b/>
                <w:color w:val="000000" w:themeColor="text1"/>
              </w:rPr>
            </w:pPr>
            <w:r>
              <w:rPr>
                <w:b/>
                <w:color w:val="000000" w:themeColor="text1"/>
              </w:rPr>
              <w:t>9. Risk assessment</w:t>
            </w:r>
          </w:p>
          <w:p w14:paraId="7976DCA6" w14:textId="5EB2EFCC" w:rsidR="008222FB" w:rsidRPr="00B83B0A" w:rsidRDefault="008222FB" w:rsidP="1308EC6D">
            <w:pPr>
              <w:spacing w:before="120" w:line="276" w:lineRule="auto"/>
              <w:jc w:val="both"/>
              <w:rPr>
                <w:rFonts w:cs="Arial"/>
                <w:color w:val="000000" w:themeColor="text1"/>
              </w:rPr>
            </w:pPr>
            <w:r>
              <w:rPr>
                <w:color w:val="000000" w:themeColor="text1"/>
              </w:rPr>
              <w:t xml:space="preserve">Processes and competencies for handling potential unintended negative </w:t>
            </w:r>
            <w:r w:rsidR="00E9029E">
              <w:rPr>
                <w:color w:val="000000" w:themeColor="text1"/>
              </w:rPr>
              <w:t>impacts</w:t>
            </w:r>
          </w:p>
          <w:p w14:paraId="62D9C7BB" w14:textId="61B68ADB" w:rsidR="00EB44CC" w:rsidRDefault="00EB44CC" w:rsidP="005C7919">
            <w:pPr>
              <w:spacing w:line="276" w:lineRule="auto"/>
              <w:ind w:left="312"/>
              <w:jc w:val="both"/>
              <w:rPr>
                <w:rFonts w:cs="Arial"/>
                <w:bCs/>
                <w:color w:val="000000" w:themeColor="text1"/>
              </w:rPr>
            </w:pPr>
          </w:p>
          <w:p w14:paraId="32F9D98A" w14:textId="5B4E22BC" w:rsidR="007D04B4" w:rsidRDefault="007D04B4" w:rsidP="003134FC">
            <w:pPr>
              <w:spacing w:line="276" w:lineRule="auto"/>
              <w:jc w:val="both"/>
              <w:rPr>
                <w:rFonts w:cs="Arial"/>
                <w:bCs/>
                <w:color w:val="000000" w:themeColor="text1"/>
              </w:rPr>
            </w:pPr>
            <w:r>
              <w:rPr>
                <w:color w:val="000000" w:themeColor="text1"/>
              </w:rPr>
              <w:t xml:space="preserve">Risks of potential unintended negative </w:t>
            </w:r>
            <w:r w:rsidR="00E9029E">
              <w:rPr>
                <w:color w:val="000000" w:themeColor="text1"/>
              </w:rPr>
              <w:t>impacts</w:t>
            </w:r>
            <w:r>
              <w:rPr>
                <w:color w:val="000000" w:themeColor="text1"/>
              </w:rPr>
              <w:t xml:space="preserve"> and corresponding measures to avoid/mitigate them must be included in the advice/capacity building provided to recipients of local </w:t>
            </w:r>
            <w:r w:rsidR="003B092E">
              <w:rPr>
                <w:color w:val="000000" w:themeColor="text1"/>
              </w:rPr>
              <w:t>contributions</w:t>
            </w:r>
            <w:r>
              <w:rPr>
                <w:color w:val="000000" w:themeColor="text1"/>
              </w:rPr>
              <w:t xml:space="preserve"> and discussed with them.</w:t>
            </w:r>
          </w:p>
          <w:p w14:paraId="46603FB0" w14:textId="37809F8D" w:rsidR="00014574" w:rsidRDefault="00014574" w:rsidP="005C7919">
            <w:pPr>
              <w:spacing w:line="276" w:lineRule="auto"/>
              <w:jc w:val="both"/>
              <w:rPr>
                <w:rStyle w:val="Seitenzahl"/>
                <w:rFonts w:cs="Arial"/>
                <w:color w:val="000000" w:themeColor="text1"/>
              </w:rPr>
            </w:pPr>
          </w:p>
          <w:p w14:paraId="5C75BEF6" w14:textId="38F768E8" w:rsidR="00535EBB" w:rsidRDefault="00535EBB" w:rsidP="005C7919">
            <w:pPr>
              <w:spacing w:line="276" w:lineRule="auto"/>
              <w:jc w:val="both"/>
              <w:rPr>
                <w:rStyle w:val="Seitenzahl"/>
                <w:rFonts w:cs="Arial"/>
                <w:color w:val="000000" w:themeColor="text1"/>
              </w:rPr>
            </w:pPr>
            <w:r>
              <w:rPr>
                <w:color w:val="000000" w:themeColor="text1"/>
              </w:rPr>
              <w:t>The potential recipient must carry out their own risk analysis as part of the project proposal.</w:t>
            </w:r>
          </w:p>
          <w:p w14:paraId="1C92E8DB" w14:textId="77777777" w:rsidR="00962AC4" w:rsidRDefault="00962AC4" w:rsidP="005C7919">
            <w:pPr>
              <w:spacing w:line="276" w:lineRule="auto"/>
              <w:jc w:val="both"/>
              <w:rPr>
                <w:rStyle w:val="Seitenzahl"/>
                <w:rFonts w:cs="Arial"/>
                <w:color w:val="000000" w:themeColor="text1"/>
              </w:rPr>
            </w:pPr>
          </w:p>
          <w:p w14:paraId="6638C1E7" w14:textId="70BF7384" w:rsidR="00962AC4" w:rsidRPr="007F17E4" w:rsidRDefault="00962AC4" w:rsidP="005C7919">
            <w:pPr>
              <w:spacing w:line="276" w:lineRule="auto"/>
              <w:jc w:val="both"/>
              <w:rPr>
                <w:rStyle w:val="Seitenzahl"/>
                <w:rFonts w:cs="Arial"/>
                <w:color w:val="000000" w:themeColor="text1"/>
              </w:rPr>
            </w:pPr>
          </w:p>
        </w:tc>
        <w:tc>
          <w:tcPr>
            <w:tcW w:w="4500" w:type="dxa"/>
            <w:gridSpan w:val="2"/>
          </w:tcPr>
          <w:p w14:paraId="3FE06AF6" w14:textId="0AE48236" w:rsidR="005C7919" w:rsidRPr="007F17E4" w:rsidRDefault="005C7919" w:rsidP="005C7919">
            <w:pPr>
              <w:spacing w:line="276" w:lineRule="auto"/>
              <w:jc w:val="both"/>
              <w:rPr>
                <w:rFonts w:cs="Arial"/>
                <w:b/>
                <w:bCs/>
                <w:color w:val="000000" w:themeColor="text1"/>
              </w:rPr>
            </w:pPr>
            <w:r>
              <w:rPr>
                <w:b/>
                <w:color w:val="000000" w:themeColor="text1"/>
              </w:rPr>
              <w:t xml:space="preserve">Handling potential unintended negative </w:t>
            </w:r>
            <w:r w:rsidR="00E9029E">
              <w:rPr>
                <w:b/>
                <w:color w:val="000000" w:themeColor="text1"/>
              </w:rPr>
              <w:t>impacts</w:t>
            </w:r>
            <w:r>
              <w:rPr>
                <w:b/>
                <w:color w:val="000000" w:themeColor="text1"/>
              </w:rPr>
              <w:t xml:space="preserve"> / Environmental and social standards</w:t>
            </w:r>
          </w:p>
          <w:p w14:paraId="2E69D861" w14:textId="0F64A90A" w:rsidR="4B8ECBCA" w:rsidRDefault="4B8ECBCA" w:rsidP="4B8ECBCA">
            <w:pPr>
              <w:spacing w:line="276" w:lineRule="auto"/>
              <w:jc w:val="both"/>
              <w:rPr>
                <w:rFonts w:eastAsia="Calibri" w:cs="Arial"/>
                <w:b/>
                <w:bCs/>
                <w:color w:val="000000" w:themeColor="text1"/>
              </w:rPr>
            </w:pPr>
          </w:p>
          <w:p w14:paraId="07EE61D5" w14:textId="69E2E52E" w:rsidR="00FD18EE" w:rsidRPr="007F17E4" w:rsidRDefault="00415F65" w:rsidP="00E41187">
            <w:pPr>
              <w:spacing w:line="276" w:lineRule="auto"/>
              <w:jc w:val="both"/>
              <w:rPr>
                <w:rFonts w:cs="Arial"/>
                <w:color w:val="000000" w:themeColor="text1"/>
              </w:rPr>
            </w:pPr>
            <w:sdt>
              <w:sdtPr>
                <w:rPr>
                  <w:rFonts w:cs="Arial"/>
                  <w:b/>
                  <w:bCs/>
                  <w:color w:val="000000" w:themeColor="text1"/>
                  <w:shd w:val="clear" w:color="auto" w:fill="BFBFBF" w:themeFill="background1" w:themeFillShade="BF"/>
                </w:rPr>
                <w:id w:val="-1952780417"/>
                <w14:checkbox>
                  <w14:checked w14:val="0"/>
                  <w14:checkedState w14:val="2612" w14:font="MS Gothic"/>
                  <w14:uncheckedState w14:val="2610" w14:font="MS Gothic"/>
                </w14:checkbox>
              </w:sdtPr>
              <w:sdtEndPr/>
              <w:sdtContent>
                <w:r w:rsidR="00995C65" w:rsidRPr="00995C65">
                  <w:rPr>
                    <w:rFonts w:ascii="MS Gothic" w:eastAsia="MS Gothic" w:hAnsi="MS Gothic" w:cs="Arial" w:hint="eastAsia"/>
                    <w:b/>
                    <w:bCs/>
                    <w:color w:val="000000" w:themeColor="text1"/>
                    <w:shd w:val="clear" w:color="auto" w:fill="BFBFBF" w:themeFill="background1" w:themeFillShade="BF"/>
                  </w:rPr>
                  <w:t>☐</w:t>
                </w:r>
              </w:sdtContent>
            </w:sdt>
            <w:r w:rsidR="00B64032">
              <w:rPr>
                <w:color w:val="000000" w:themeColor="text1"/>
              </w:rPr>
              <w:t xml:space="preserve"> Environment/climate</w:t>
            </w:r>
          </w:p>
          <w:p w14:paraId="5F2BE9B7" w14:textId="1AEF9380" w:rsidR="00FD18EE" w:rsidRPr="007F17E4" w:rsidRDefault="00415F65" w:rsidP="00FD18EE">
            <w:pPr>
              <w:spacing w:line="276" w:lineRule="auto"/>
              <w:jc w:val="both"/>
              <w:rPr>
                <w:rFonts w:cs="Arial"/>
                <w:color w:val="000000" w:themeColor="text1"/>
              </w:rPr>
            </w:pPr>
            <w:sdt>
              <w:sdtPr>
                <w:rPr>
                  <w:rFonts w:cs="Arial"/>
                  <w:b/>
                  <w:bCs/>
                  <w:color w:val="000000" w:themeColor="text1"/>
                  <w:shd w:val="clear" w:color="auto" w:fill="BFBFBF" w:themeFill="background1" w:themeFillShade="BF"/>
                </w:rPr>
                <w:id w:val="-2110491482"/>
                <w14:checkbox>
                  <w14:checked w14:val="0"/>
                  <w14:checkedState w14:val="2612" w14:font="MS Gothic"/>
                  <w14:uncheckedState w14:val="2610" w14:font="MS Gothic"/>
                </w14:checkbox>
              </w:sdtPr>
              <w:sdtEndPr/>
              <w:sdtContent>
                <w:r w:rsidR="00995C65">
                  <w:rPr>
                    <w:rFonts w:ascii="MS Gothic" w:eastAsia="MS Gothic" w:hAnsi="MS Gothic" w:cs="Arial" w:hint="eastAsia"/>
                    <w:b/>
                    <w:bCs/>
                    <w:color w:val="000000" w:themeColor="text1"/>
                    <w:shd w:val="clear" w:color="auto" w:fill="BFBFBF" w:themeFill="background1" w:themeFillShade="BF"/>
                  </w:rPr>
                  <w:t>☐</w:t>
                </w:r>
              </w:sdtContent>
            </w:sdt>
            <w:r w:rsidR="00B64032">
              <w:rPr>
                <w:color w:val="000000" w:themeColor="text1"/>
              </w:rPr>
              <w:t xml:space="preserve"> Conflict and context sensitivity</w:t>
            </w:r>
          </w:p>
          <w:p w14:paraId="70DC6098" w14:textId="50D1B26C" w:rsidR="00FD18EE" w:rsidRDefault="00415F65" w:rsidP="00FD18EE">
            <w:pPr>
              <w:spacing w:line="276" w:lineRule="auto"/>
              <w:jc w:val="both"/>
              <w:rPr>
                <w:rFonts w:cs="Arial"/>
                <w:color w:val="000000" w:themeColor="text1"/>
              </w:rPr>
            </w:pPr>
            <w:sdt>
              <w:sdtPr>
                <w:rPr>
                  <w:rFonts w:cs="Arial"/>
                  <w:b/>
                  <w:bCs/>
                  <w:color w:val="000000" w:themeColor="text1"/>
                  <w:shd w:val="clear" w:color="auto" w:fill="BFBFBF" w:themeFill="background1" w:themeFillShade="BF"/>
                </w:rPr>
                <w:id w:val="-76905935"/>
                <w14:checkbox>
                  <w14:checked w14:val="0"/>
                  <w14:checkedState w14:val="2612" w14:font="MS Gothic"/>
                  <w14:uncheckedState w14:val="2610" w14:font="MS Gothic"/>
                </w14:checkbox>
              </w:sdtPr>
              <w:sdtEndPr/>
              <w:sdtContent>
                <w:r w:rsidR="00995C65">
                  <w:rPr>
                    <w:rFonts w:ascii="MS Gothic" w:eastAsia="MS Gothic" w:hAnsi="MS Gothic" w:cs="Arial" w:hint="eastAsia"/>
                    <w:b/>
                    <w:bCs/>
                    <w:color w:val="000000" w:themeColor="text1"/>
                    <w:shd w:val="clear" w:color="auto" w:fill="BFBFBF" w:themeFill="background1" w:themeFillShade="BF"/>
                  </w:rPr>
                  <w:t>☐</w:t>
                </w:r>
              </w:sdtContent>
            </w:sdt>
            <w:r w:rsidR="00B64032">
              <w:rPr>
                <w:color w:val="000000" w:themeColor="text1"/>
              </w:rPr>
              <w:t xml:space="preserve"> Human rights</w:t>
            </w:r>
          </w:p>
          <w:p w14:paraId="60231BF5" w14:textId="77777777" w:rsidR="00FD18EE" w:rsidRDefault="00FD18EE" w:rsidP="005C7919">
            <w:pPr>
              <w:spacing w:line="276" w:lineRule="auto"/>
              <w:jc w:val="both"/>
              <w:rPr>
                <w:rFonts w:cs="Arial"/>
                <w:b/>
                <w:bCs/>
                <w:color w:val="000000" w:themeColor="text1"/>
              </w:rPr>
            </w:pPr>
          </w:p>
          <w:p w14:paraId="1F7440A0" w14:textId="77777777" w:rsidR="005C7919" w:rsidRPr="007F17E4" w:rsidRDefault="005C7919" w:rsidP="005C7919">
            <w:pPr>
              <w:spacing w:line="276" w:lineRule="auto"/>
              <w:jc w:val="both"/>
              <w:rPr>
                <w:rFonts w:cs="Arial"/>
                <w:b/>
                <w:bCs/>
                <w:color w:val="000000" w:themeColor="text1"/>
              </w:rPr>
            </w:pPr>
            <w:r>
              <w:rPr>
                <w:b/>
                <w:color w:val="000000" w:themeColor="text1"/>
              </w:rPr>
              <w:t>Check:</w:t>
            </w:r>
          </w:p>
          <w:p w14:paraId="49E00B1F" w14:textId="764AB8B9" w:rsidR="005C7919" w:rsidRPr="007F17E4" w:rsidRDefault="005C7919" w:rsidP="005C7919">
            <w:pPr>
              <w:spacing w:line="276" w:lineRule="auto"/>
              <w:jc w:val="both"/>
              <w:rPr>
                <w:rFonts w:cs="Arial"/>
                <w:color w:val="000000" w:themeColor="text1"/>
              </w:rPr>
            </w:pPr>
            <w:r>
              <w:rPr>
                <w:color w:val="000000" w:themeColor="text1"/>
              </w:rPr>
              <w:t xml:space="preserve">Does the potential recipient have the competencies and processes in place to identify, promptly and appropriately, any potential unintended negative </w:t>
            </w:r>
            <w:r w:rsidR="00E9029E">
              <w:rPr>
                <w:color w:val="000000" w:themeColor="text1"/>
              </w:rPr>
              <w:t>impacts</w:t>
            </w:r>
            <w:r>
              <w:rPr>
                <w:color w:val="000000" w:themeColor="text1"/>
              </w:rPr>
              <w:t xml:space="preserve"> in the areas indicated above caused by the activities to be financed, to analyse them, to </w:t>
            </w:r>
            <w:r w:rsidR="008D620F">
              <w:rPr>
                <w:color w:val="000000" w:themeColor="text1"/>
              </w:rPr>
              <w:t xml:space="preserve">address </w:t>
            </w:r>
            <w:r>
              <w:rPr>
                <w:color w:val="000000" w:themeColor="text1"/>
              </w:rPr>
              <w:t>them with suitable prevention and/or mitigation measures and to monitor them? Please indicate with a cross where you believe competencies and processes are in place.</w:t>
            </w:r>
          </w:p>
          <w:p w14:paraId="13DCCEA0" w14:textId="77777777" w:rsidR="005C7919" w:rsidRPr="007F17E4" w:rsidRDefault="005C7919" w:rsidP="005C7919">
            <w:pPr>
              <w:spacing w:line="276" w:lineRule="auto"/>
              <w:jc w:val="both"/>
              <w:rPr>
                <w:rFonts w:cs="Arial"/>
                <w:color w:val="000000" w:themeColor="text1"/>
              </w:rPr>
            </w:pPr>
          </w:p>
          <w:p w14:paraId="6B181DC2" w14:textId="6A001256" w:rsidR="007027E5" w:rsidRPr="007F17E4" w:rsidRDefault="005C7919" w:rsidP="007027E5">
            <w:pPr>
              <w:spacing w:line="276" w:lineRule="auto"/>
              <w:jc w:val="both"/>
              <w:rPr>
                <w:rFonts w:cs="Arial"/>
                <w:color w:val="000000" w:themeColor="text1"/>
              </w:rPr>
            </w:pPr>
            <w:r>
              <w:t xml:space="preserve">Please justify your assessment and state your sources: </w:t>
            </w:r>
            <w:r w:rsidRPr="007F17E4">
              <w:rPr>
                <w:rStyle w:val="Seitenzahl"/>
                <w:rFonts w:cs="Arial"/>
                <w:color w:val="000000" w:themeColor="text1"/>
              </w:rPr>
              <w:fldChar w:fldCharType="begin" w:fldLock="1">
                <w:ffData>
                  <w:name w:val="Text1"/>
                  <w:enabled/>
                  <w:calcOnExit w:val="0"/>
                  <w:textInput/>
                </w:ffData>
              </w:fldChar>
            </w:r>
            <w:r w:rsidRPr="007F17E4">
              <w:rPr>
                <w:rStyle w:val="Seitenzahl"/>
                <w:rFonts w:cs="Arial"/>
                <w:color w:val="000000" w:themeColor="text1"/>
              </w:rPr>
              <w:instrText xml:space="preserve"> FORMTEXT </w:instrText>
            </w:r>
            <w:r w:rsidRPr="007F17E4">
              <w:rPr>
                <w:rStyle w:val="Seitenzahl"/>
                <w:rFonts w:cs="Arial"/>
                <w:color w:val="000000" w:themeColor="text1"/>
              </w:rPr>
            </w:r>
            <w:r w:rsidRPr="007F17E4">
              <w:rPr>
                <w:rStyle w:val="Seitenzahl"/>
                <w:rFonts w:cs="Arial"/>
                <w:color w:val="000000" w:themeColor="text1"/>
              </w:rPr>
              <w:fldChar w:fldCharType="separate"/>
            </w:r>
            <w:r>
              <w:rPr>
                <w:rStyle w:val="Seitenzahl"/>
                <w:color w:val="000000" w:themeColor="text1"/>
              </w:rPr>
              <w:t>     </w:t>
            </w:r>
            <w:r w:rsidRPr="007F17E4">
              <w:rPr>
                <w:rStyle w:val="Seitenzahl"/>
                <w:rFonts w:cs="Arial"/>
                <w:color w:val="000000" w:themeColor="text1"/>
              </w:rPr>
              <w:fldChar w:fldCharType="end"/>
            </w:r>
          </w:p>
        </w:tc>
      </w:tr>
      <w:tr w:rsidR="008D569F" w:rsidRPr="007F17E4" w14:paraId="594C05E6" w14:textId="77777777" w:rsidTr="1B5F470A">
        <w:tblPrEx>
          <w:tblLook w:val="04A0" w:firstRow="1" w:lastRow="0" w:firstColumn="1" w:lastColumn="0" w:noHBand="0" w:noVBand="1"/>
        </w:tblPrEx>
        <w:trPr>
          <w:gridAfter w:val="1"/>
          <w:wAfter w:w="77" w:type="dxa"/>
        </w:trPr>
        <w:tc>
          <w:tcPr>
            <w:tcW w:w="9209" w:type="dxa"/>
            <w:gridSpan w:val="2"/>
          </w:tcPr>
          <w:p w14:paraId="487D756C" w14:textId="6C1A2367" w:rsidR="009B6798" w:rsidRDefault="009B6798" w:rsidP="009B6798">
            <w:pPr>
              <w:jc w:val="both"/>
              <w:rPr>
                <w:rStyle w:val="Seitenzahl"/>
                <w:rFonts w:cs="Arial"/>
                <w:b/>
              </w:rPr>
            </w:pPr>
          </w:p>
          <w:p w14:paraId="740BCD36" w14:textId="764322AD" w:rsidR="008D569F" w:rsidRPr="007F17E4" w:rsidRDefault="008D569F" w:rsidP="1B5F470A">
            <w:pPr>
              <w:jc w:val="both"/>
              <w:rPr>
                <w:rStyle w:val="Seitenzahl"/>
                <w:rFonts w:cs="Arial"/>
                <w:b/>
                <w:bCs/>
              </w:rPr>
            </w:pPr>
            <w:r>
              <w:rPr>
                <w:rStyle w:val="Seitenzahl"/>
                <w:b/>
              </w:rPr>
              <w:t>Overall risk assessment based on the commercial and legal eligibility check</w:t>
            </w:r>
          </w:p>
          <w:p w14:paraId="228C27AA" w14:textId="47601347" w:rsidR="009B6798" w:rsidRPr="007F17E4" w:rsidRDefault="009B6798" w:rsidP="009B6798">
            <w:pPr>
              <w:jc w:val="both"/>
              <w:rPr>
                <w:rStyle w:val="Seitenzahl"/>
                <w:rFonts w:cs="Arial"/>
              </w:rPr>
            </w:pPr>
            <w:r>
              <w:rPr>
                <w:rStyle w:val="Seitenzahl"/>
              </w:rPr>
              <w:t>(to be completed by the contractor)</w:t>
            </w:r>
          </w:p>
          <w:p w14:paraId="1C1BE408" w14:textId="77777777" w:rsidR="009B6798" w:rsidRPr="007F17E4" w:rsidRDefault="009B6798" w:rsidP="009B6798">
            <w:pPr>
              <w:jc w:val="both"/>
              <w:rPr>
                <w:rStyle w:val="Seitenzahl"/>
                <w:rFonts w:cs="Arial"/>
                <w:b/>
              </w:rPr>
            </w:pPr>
          </w:p>
          <w:p w14:paraId="453EA807" w14:textId="75977651" w:rsidR="00A336E1" w:rsidRPr="007F17E4" w:rsidRDefault="00415F65" w:rsidP="007E53DD">
            <w:pPr>
              <w:spacing w:line="276" w:lineRule="auto"/>
              <w:ind w:left="709" w:hanging="679"/>
              <w:jc w:val="both"/>
              <w:rPr>
                <w:rStyle w:val="Seitenzahl"/>
                <w:rFonts w:cs="Arial"/>
              </w:rPr>
            </w:pPr>
            <w:sdt>
              <w:sdtPr>
                <w:rPr>
                  <w:rStyle w:val="Seitenzahl"/>
                  <w:rFonts w:cs="Arial"/>
                  <w:b/>
                  <w:bCs/>
                  <w:shd w:val="clear" w:color="auto" w:fill="BFBFBF" w:themeFill="background1" w:themeFillShade="BF"/>
                </w:rPr>
                <w:id w:val="-992864062"/>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shd w:val="clear" w:color="auto" w:fill="BFBFBF" w:themeFill="background1" w:themeFillShade="BF"/>
                  </w:rPr>
                  <w:t>☐</w:t>
                </w:r>
              </w:sdtContent>
            </w:sdt>
            <w:r w:rsidR="00B64032">
              <w:rPr>
                <w:rStyle w:val="Seitenzahl"/>
              </w:rPr>
              <w:tab/>
              <w:t xml:space="preserve">The recipient is legally/commercially eligible to implement a financing </w:t>
            </w:r>
            <w:r w:rsidR="00E20BE5">
              <w:rPr>
                <w:rStyle w:val="Seitenzahl"/>
              </w:rPr>
              <w:t>agreement or grant</w:t>
            </w:r>
            <w:r w:rsidR="00B64032">
              <w:rPr>
                <w:rStyle w:val="Seitenzahl"/>
              </w:rPr>
              <w:t xml:space="preserve"> themselves. </w:t>
            </w:r>
            <w:r w:rsidR="00B64032">
              <w:rPr>
                <w:rStyle w:val="Seitenzahl"/>
                <w:u w:val="single"/>
              </w:rPr>
              <w:t>No</w:t>
            </w:r>
            <w:r w:rsidR="00B64032">
              <w:rPr>
                <w:rStyle w:val="Seitenzahl"/>
              </w:rPr>
              <w:t xml:space="preserve"> local </w:t>
            </w:r>
            <w:r w:rsidR="008D620F">
              <w:rPr>
                <w:rStyle w:val="Seitenzahl"/>
              </w:rPr>
              <w:t xml:space="preserve">contribution </w:t>
            </w:r>
            <w:r w:rsidR="00B64032">
              <w:rPr>
                <w:rStyle w:val="Seitenzahl"/>
              </w:rPr>
              <w:t xml:space="preserve">can be </w:t>
            </w:r>
            <w:r w:rsidR="00E20BE5">
              <w:rPr>
                <w:rStyle w:val="Seitenzahl"/>
              </w:rPr>
              <w:t>entered into</w:t>
            </w:r>
            <w:r w:rsidR="00B64032">
              <w:rPr>
                <w:rStyle w:val="Seitenzahl"/>
              </w:rPr>
              <w:t xml:space="preserve"> with the recipient.</w:t>
            </w:r>
          </w:p>
          <w:p w14:paraId="3A09B9FE" w14:textId="34EC5D8A" w:rsidR="008D569F" w:rsidRPr="007F17E4" w:rsidRDefault="00415F65" w:rsidP="007E53DD">
            <w:pPr>
              <w:spacing w:line="276" w:lineRule="auto"/>
              <w:ind w:left="709" w:hanging="709"/>
              <w:jc w:val="both"/>
              <w:rPr>
                <w:rStyle w:val="Seitenzahl"/>
                <w:rFonts w:cs="Arial"/>
              </w:rPr>
            </w:pPr>
            <w:sdt>
              <w:sdtPr>
                <w:rPr>
                  <w:rStyle w:val="Seitenzahl"/>
                  <w:rFonts w:cs="Arial"/>
                  <w:b/>
                  <w:bCs/>
                  <w:shd w:val="clear" w:color="auto" w:fill="BFBFBF" w:themeFill="background1" w:themeFillShade="BF"/>
                </w:rPr>
                <w:id w:val="1278213278"/>
                <w14:checkbox>
                  <w14:checked w14:val="0"/>
                  <w14:checkedState w14:val="2612" w14:font="MS Gothic"/>
                  <w14:uncheckedState w14:val="2610" w14:font="MS Gothic"/>
                </w14:checkbox>
              </w:sdtPr>
              <w:sdtEndPr>
                <w:rPr>
                  <w:rStyle w:val="Seitenzahl"/>
                </w:rPr>
              </w:sdtEndPr>
              <w:sdtContent>
                <w:r w:rsidR="00995C65">
                  <w:rPr>
                    <w:rStyle w:val="Seitenzahl"/>
                    <w:rFonts w:ascii="MS Gothic" w:eastAsia="MS Gothic" w:hAnsi="MS Gothic" w:cs="Arial" w:hint="eastAsia"/>
                    <w:b/>
                    <w:bCs/>
                    <w:shd w:val="clear" w:color="auto" w:fill="BFBFBF" w:themeFill="background1" w:themeFillShade="BF"/>
                  </w:rPr>
                  <w:t>☐</w:t>
                </w:r>
              </w:sdtContent>
            </w:sdt>
            <w:r w:rsidR="00B64032">
              <w:rPr>
                <w:rStyle w:val="Seitenzahl"/>
              </w:rPr>
              <w:tab/>
              <w:t xml:space="preserve">The recipient is </w:t>
            </w:r>
            <w:r w:rsidR="00B64032">
              <w:rPr>
                <w:rStyle w:val="Seitenzahl"/>
                <w:b/>
                <w:bCs/>
              </w:rPr>
              <w:t>not yet</w:t>
            </w:r>
            <w:r w:rsidR="00B64032">
              <w:rPr>
                <w:rStyle w:val="Seitenzahl"/>
              </w:rPr>
              <w:t xml:space="preserve"> legally/commercially eligible to implement a financing </w:t>
            </w:r>
            <w:r w:rsidR="00E20BE5">
              <w:rPr>
                <w:rStyle w:val="Seitenzahl"/>
              </w:rPr>
              <w:t>agreement or grant</w:t>
            </w:r>
            <w:r w:rsidR="00B64032">
              <w:rPr>
                <w:rStyle w:val="Seitenzahl"/>
              </w:rPr>
              <w:t xml:space="preserve">. A </w:t>
            </w:r>
            <w:r w:rsidR="00B64032">
              <w:rPr>
                <w:rStyle w:val="Seitenzahl"/>
                <w:b/>
                <w:bCs/>
              </w:rPr>
              <w:t xml:space="preserve">local </w:t>
            </w:r>
            <w:r w:rsidR="008D620F">
              <w:rPr>
                <w:rStyle w:val="Seitenzahl"/>
                <w:b/>
                <w:bCs/>
              </w:rPr>
              <w:t>contribution</w:t>
            </w:r>
            <w:r w:rsidR="00B64032">
              <w:rPr>
                <w:rStyle w:val="Seitenzahl"/>
              </w:rPr>
              <w:t xml:space="preserve"> can be </w:t>
            </w:r>
            <w:r w:rsidR="00E20BE5">
              <w:rPr>
                <w:rStyle w:val="Seitenzahl"/>
              </w:rPr>
              <w:t>entered into with the recipient</w:t>
            </w:r>
            <w:r w:rsidR="00B64032">
              <w:rPr>
                <w:rStyle w:val="Seitenzahl"/>
              </w:rPr>
              <w:t>.</w:t>
            </w:r>
          </w:p>
          <w:p w14:paraId="575E5768" w14:textId="4BEE2842" w:rsidR="008D569F" w:rsidRPr="007F17E4" w:rsidRDefault="00415F65" w:rsidP="00C222BE">
            <w:pPr>
              <w:spacing w:line="276" w:lineRule="auto"/>
              <w:ind w:left="709" w:hanging="709"/>
              <w:jc w:val="both"/>
              <w:rPr>
                <w:rStyle w:val="Seitenzahl"/>
                <w:rFonts w:cs="Arial"/>
                <w:b/>
              </w:rPr>
            </w:pPr>
            <w:sdt>
              <w:sdtPr>
                <w:rPr>
                  <w:rStyle w:val="Seitenzahl"/>
                  <w:rFonts w:cs="Arial"/>
                  <w:b/>
                  <w:bCs/>
                  <w:shd w:val="clear" w:color="auto" w:fill="BFBFBF" w:themeFill="background1" w:themeFillShade="BF"/>
                </w:rPr>
                <w:id w:val="-1302068952"/>
                <w14:checkbox>
                  <w14:checked w14:val="0"/>
                  <w14:checkedState w14:val="2612" w14:font="MS Gothic"/>
                  <w14:uncheckedState w14:val="2610" w14:font="MS Gothic"/>
                </w14:checkbox>
              </w:sdtPr>
              <w:sdtEndPr>
                <w:rPr>
                  <w:rStyle w:val="Seitenzahl"/>
                </w:rPr>
              </w:sdtEndPr>
              <w:sdtContent>
                <w:r w:rsidR="00703D5E" w:rsidRPr="00995C65">
                  <w:rPr>
                    <w:rStyle w:val="Seitenzahl"/>
                    <w:rFonts w:ascii="MS Gothic" w:eastAsia="MS Gothic" w:hAnsi="MS Gothic" w:cs="Arial" w:hint="eastAsia"/>
                    <w:b/>
                    <w:bCs/>
                    <w:shd w:val="clear" w:color="auto" w:fill="BFBFBF" w:themeFill="background1" w:themeFillShade="BF"/>
                  </w:rPr>
                  <w:t>☐</w:t>
                </w:r>
              </w:sdtContent>
            </w:sdt>
            <w:r w:rsidR="00B64032">
              <w:rPr>
                <w:rStyle w:val="Seitenzahl"/>
              </w:rPr>
              <w:tab/>
            </w:r>
            <w:r w:rsidR="00B64032">
              <w:rPr>
                <w:rStyle w:val="Seitenzahl"/>
                <w:b/>
                <w:bCs/>
              </w:rPr>
              <w:t xml:space="preserve">No </w:t>
            </w:r>
            <w:r w:rsidR="00E20BE5">
              <w:rPr>
                <w:rStyle w:val="Seitenzahl"/>
                <w:b/>
                <w:bCs/>
              </w:rPr>
              <w:t>financing arrangement</w:t>
            </w:r>
            <w:r w:rsidR="00B64032">
              <w:rPr>
                <w:rStyle w:val="Seitenzahl"/>
              </w:rPr>
              <w:t xml:space="preserve"> can be entered into with this recipient.</w:t>
            </w:r>
          </w:p>
        </w:tc>
      </w:tr>
    </w:tbl>
    <w:p w14:paraId="4A8461EE" w14:textId="77777777" w:rsidR="00F474D4" w:rsidRPr="007F17E4" w:rsidRDefault="00F474D4" w:rsidP="00BC7E0B">
      <w:pPr>
        <w:spacing w:line="276" w:lineRule="auto"/>
        <w:jc w:val="both"/>
        <w:rPr>
          <w:rStyle w:val="Seitenzahl"/>
          <w:rFonts w:cs="Arial"/>
          <w:sz w:val="20"/>
          <w:szCs w:val="20"/>
        </w:rPr>
      </w:pPr>
    </w:p>
    <w:p w14:paraId="2578EC91" w14:textId="77777777" w:rsidR="003B4F16" w:rsidRPr="007F17E4" w:rsidRDefault="003B4F16" w:rsidP="00FD1FD4">
      <w:pPr>
        <w:rPr>
          <w:rStyle w:val="Seitenzahl"/>
          <w:rFonts w:cs="Arial"/>
          <w:sz w:val="20"/>
          <w:szCs w:val="20"/>
        </w:rPr>
      </w:pPr>
    </w:p>
    <w:tbl>
      <w:tblPr>
        <w:tblStyle w:val="Tabellenraster"/>
        <w:tblW w:w="9168" w:type="dxa"/>
        <w:tblInd w:w="-30" w:type="dxa"/>
        <w:tblLook w:val="04A0" w:firstRow="1" w:lastRow="0" w:firstColumn="1" w:lastColumn="0" w:noHBand="0" w:noVBand="1"/>
      </w:tblPr>
      <w:tblGrid>
        <w:gridCol w:w="9168"/>
      </w:tblGrid>
      <w:tr w:rsidR="000C585A" w:rsidRPr="007F17E4" w14:paraId="31F03B5D" w14:textId="77777777" w:rsidTr="002362E7">
        <w:trPr>
          <w:trHeight w:val="2701"/>
        </w:trPr>
        <w:tc>
          <w:tcPr>
            <w:tcW w:w="9168" w:type="dxa"/>
            <w:tcBorders>
              <w:top w:val="dotDotDash" w:sz="24" w:space="0" w:color="auto"/>
              <w:left w:val="dotDotDash" w:sz="24" w:space="0" w:color="auto"/>
              <w:bottom w:val="dotDotDash" w:sz="24" w:space="0" w:color="auto"/>
              <w:right w:val="dotDotDash" w:sz="24" w:space="0" w:color="auto"/>
            </w:tcBorders>
          </w:tcPr>
          <w:p w14:paraId="736E0D31" w14:textId="51DEB165" w:rsidR="000C585A" w:rsidRDefault="003B4F16" w:rsidP="00435E0C">
            <w:pPr>
              <w:spacing w:before="240" w:after="200" w:line="276" w:lineRule="auto"/>
              <w:rPr>
                <w:rStyle w:val="Seitenzahl"/>
                <w:rFonts w:cs="Arial"/>
                <w:b/>
                <w:u w:val="single"/>
              </w:rPr>
            </w:pPr>
            <w:r>
              <w:rPr>
                <w:rStyle w:val="Seitenzahl"/>
                <w:b/>
                <w:u w:val="single"/>
              </w:rPr>
              <w:lastRenderedPageBreak/>
              <w:t>Signatures:</w:t>
            </w:r>
          </w:p>
          <w:tbl>
            <w:tblPr>
              <w:tblW w:w="8941" w:type="dxa"/>
              <w:tblInd w:w="8" w:type="dxa"/>
              <w:tblCellMar>
                <w:left w:w="0" w:type="dxa"/>
                <w:right w:w="0" w:type="dxa"/>
              </w:tblCellMar>
              <w:tblLook w:val="0000" w:firstRow="0" w:lastRow="0" w:firstColumn="0" w:lastColumn="0" w:noHBand="0" w:noVBand="0"/>
            </w:tblPr>
            <w:tblGrid>
              <w:gridCol w:w="2786"/>
              <w:gridCol w:w="413"/>
              <w:gridCol w:w="2621"/>
              <w:gridCol w:w="413"/>
              <w:gridCol w:w="2708"/>
            </w:tblGrid>
            <w:tr w:rsidR="00F33064" w14:paraId="1AC25068" w14:textId="77777777" w:rsidTr="002362E7">
              <w:trPr>
                <w:cantSplit/>
                <w:trHeight w:val="674"/>
              </w:trPr>
              <w:tc>
                <w:tcPr>
                  <w:tcW w:w="2786" w:type="dxa"/>
                  <w:tcMar>
                    <w:left w:w="0" w:type="dxa"/>
                    <w:right w:w="0" w:type="dxa"/>
                  </w:tcMar>
                </w:tcPr>
                <w:p w14:paraId="5DFCD843" w14:textId="77777777" w:rsidR="00F33064" w:rsidRDefault="00F33064" w:rsidP="00F33064">
                  <w:pPr>
                    <w:spacing w:before="60" w:after="20"/>
                    <w:ind w:left="573" w:hanging="573"/>
                  </w:pPr>
                  <w:r>
                    <w:fldChar w:fldCharType="begin" w:fldLock="1">
                      <w:ffData>
                        <w:name w:val=""/>
                        <w:enabled/>
                        <w:calcOnExit w:val="0"/>
                        <w:textInput/>
                      </w:ffData>
                    </w:fldChar>
                  </w:r>
                  <w:r>
                    <w:instrText xml:space="preserve"> FORMTEXT </w:instrText>
                  </w:r>
                  <w:r>
                    <w:fldChar w:fldCharType="separate"/>
                  </w:r>
                  <w:r>
                    <w:t>     </w:t>
                  </w:r>
                  <w:r>
                    <w:fldChar w:fldCharType="end"/>
                  </w:r>
                </w:p>
                <w:p w14:paraId="480171C2" w14:textId="77777777" w:rsidR="00F33064" w:rsidRPr="00F33064" w:rsidRDefault="00F33064" w:rsidP="00F33064">
                  <w:pPr>
                    <w:spacing w:before="60" w:after="20"/>
                    <w:ind w:left="573" w:hanging="573"/>
                    <w:rPr>
                      <w:b/>
                      <w:sz w:val="18"/>
                    </w:rPr>
                  </w:pPr>
                  <w:r>
                    <w:rPr>
                      <w:b/>
                      <w:sz w:val="18"/>
                    </w:rPr>
                    <w:t>Date</w:t>
                  </w:r>
                </w:p>
              </w:tc>
              <w:tc>
                <w:tcPr>
                  <w:tcW w:w="413" w:type="dxa"/>
                  <w:vMerge w:val="restart"/>
                </w:tcPr>
                <w:p w14:paraId="7A75FD22" w14:textId="77777777" w:rsidR="00F33064" w:rsidRDefault="00F33064" w:rsidP="00F33064">
                  <w:pPr>
                    <w:spacing w:before="60" w:after="20"/>
                    <w:ind w:left="573" w:hanging="573"/>
                    <w:rPr>
                      <w:b/>
                      <w:bCs/>
                      <w:sz w:val="18"/>
                    </w:rPr>
                  </w:pPr>
                </w:p>
              </w:tc>
              <w:tc>
                <w:tcPr>
                  <w:tcW w:w="2621" w:type="dxa"/>
                </w:tcPr>
                <w:p w14:paraId="1B7D0381" w14:textId="77777777" w:rsidR="00F33064" w:rsidRDefault="00F33064" w:rsidP="00F33064">
                  <w:pPr>
                    <w:spacing w:before="60" w:after="20"/>
                    <w:ind w:left="573" w:hanging="573"/>
                  </w:pPr>
                  <w:r>
                    <w:fldChar w:fldCharType="begin" w:fldLock="1">
                      <w:ffData>
                        <w:name w:val=""/>
                        <w:enabled/>
                        <w:calcOnExit w:val="0"/>
                        <w:textInput/>
                      </w:ffData>
                    </w:fldChar>
                  </w:r>
                  <w:r>
                    <w:instrText xml:space="preserve"> FORMTEXT </w:instrText>
                  </w:r>
                  <w:r>
                    <w:fldChar w:fldCharType="separate"/>
                  </w:r>
                  <w:r>
                    <w:t>     </w:t>
                  </w:r>
                  <w:r>
                    <w:fldChar w:fldCharType="end"/>
                  </w:r>
                </w:p>
                <w:p w14:paraId="25FC32F9" w14:textId="77777777" w:rsidR="00F33064" w:rsidRPr="00F33064" w:rsidRDefault="00F33064" w:rsidP="00F33064">
                  <w:pPr>
                    <w:spacing w:before="60" w:after="20"/>
                    <w:ind w:left="573" w:hanging="573"/>
                    <w:rPr>
                      <w:b/>
                      <w:sz w:val="18"/>
                    </w:rPr>
                  </w:pPr>
                  <w:r>
                    <w:rPr>
                      <w:b/>
                      <w:sz w:val="18"/>
                    </w:rPr>
                    <w:t>Date</w:t>
                  </w:r>
                </w:p>
              </w:tc>
              <w:tc>
                <w:tcPr>
                  <w:tcW w:w="413" w:type="dxa"/>
                  <w:vMerge w:val="restart"/>
                </w:tcPr>
                <w:p w14:paraId="573C3C65" w14:textId="77777777" w:rsidR="00F33064" w:rsidRDefault="00F33064" w:rsidP="00F33064">
                  <w:pPr>
                    <w:spacing w:before="60" w:after="20"/>
                    <w:ind w:left="573" w:hanging="573"/>
                    <w:rPr>
                      <w:b/>
                      <w:bCs/>
                      <w:sz w:val="18"/>
                    </w:rPr>
                  </w:pPr>
                </w:p>
              </w:tc>
              <w:tc>
                <w:tcPr>
                  <w:tcW w:w="2708" w:type="dxa"/>
                </w:tcPr>
                <w:p w14:paraId="3CE5C289" w14:textId="77777777" w:rsidR="00F33064" w:rsidRDefault="00F33064" w:rsidP="00F33064">
                  <w:pPr>
                    <w:spacing w:before="60" w:after="20"/>
                    <w:ind w:left="573" w:hanging="573"/>
                  </w:pPr>
                  <w:r>
                    <w:fldChar w:fldCharType="begin" w:fldLock="1">
                      <w:ffData>
                        <w:name w:val=""/>
                        <w:enabled/>
                        <w:calcOnExit w:val="0"/>
                        <w:textInput/>
                      </w:ffData>
                    </w:fldChar>
                  </w:r>
                  <w:r>
                    <w:instrText xml:space="preserve"> FORMTEXT </w:instrText>
                  </w:r>
                  <w:r>
                    <w:fldChar w:fldCharType="separate"/>
                  </w:r>
                  <w:r>
                    <w:t>     </w:t>
                  </w:r>
                  <w:r>
                    <w:fldChar w:fldCharType="end"/>
                  </w:r>
                </w:p>
                <w:p w14:paraId="5564E56C" w14:textId="77777777" w:rsidR="00F33064" w:rsidRPr="00F33064" w:rsidRDefault="00F33064" w:rsidP="00F33064">
                  <w:pPr>
                    <w:spacing w:before="60" w:after="20"/>
                    <w:ind w:left="573" w:hanging="573"/>
                    <w:rPr>
                      <w:b/>
                      <w:sz w:val="18"/>
                    </w:rPr>
                  </w:pPr>
                  <w:r>
                    <w:rPr>
                      <w:b/>
                      <w:sz w:val="18"/>
                    </w:rPr>
                    <w:t>Date</w:t>
                  </w:r>
                </w:p>
              </w:tc>
            </w:tr>
            <w:tr w:rsidR="00F33064" w:rsidRPr="00BF3C0B" w14:paraId="175CFDB4" w14:textId="77777777" w:rsidTr="002362E7">
              <w:trPr>
                <w:cantSplit/>
                <w:trHeight w:val="590"/>
              </w:trPr>
              <w:tc>
                <w:tcPr>
                  <w:tcW w:w="2786" w:type="dxa"/>
                  <w:tcBorders>
                    <w:bottom w:val="single" w:sz="4" w:space="0" w:color="auto"/>
                  </w:tcBorders>
                  <w:tcMar>
                    <w:left w:w="0" w:type="dxa"/>
                    <w:right w:w="0" w:type="dxa"/>
                  </w:tcMar>
                  <w:vAlign w:val="bottom"/>
                </w:tcPr>
                <w:p w14:paraId="2B935609" w14:textId="77777777" w:rsidR="00F33064" w:rsidRDefault="00F33064" w:rsidP="00F33064">
                  <w:pPr>
                    <w:spacing w:after="20"/>
                  </w:pPr>
                  <w:r>
                    <w:fldChar w:fldCharType="begin" w:fldLock="1">
                      <w:ffData>
                        <w:name w:val=""/>
                        <w:enabled/>
                        <w:calcOnExit w:val="0"/>
                        <w:textInput/>
                      </w:ffData>
                    </w:fldChar>
                  </w:r>
                  <w:r>
                    <w:instrText xml:space="preserve"> FORMTEXT </w:instrText>
                  </w:r>
                  <w:r>
                    <w:fldChar w:fldCharType="separate"/>
                  </w:r>
                  <w:r>
                    <w:t>     </w:t>
                  </w:r>
                  <w:r>
                    <w:fldChar w:fldCharType="end"/>
                  </w:r>
                </w:p>
                <w:p w14:paraId="4E587035" w14:textId="4F59CC66" w:rsidR="00F33064" w:rsidRPr="00BF3C0B" w:rsidRDefault="00F33064" w:rsidP="00F33064">
                  <w:pPr>
                    <w:spacing w:before="60" w:after="20"/>
                  </w:pPr>
                  <w:r>
                    <w:rPr>
                      <w:b/>
                      <w:sz w:val="18"/>
                    </w:rPr>
                    <w:t>First and last name, job title</w:t>
                  </w:r>
                </w:p>
              </w:tc>
              <w:tc>
                <w:tcPr>
                  <w:tcW w:w="413" w:type="dxa"/>
                  <w:vMerge/>
                </w:tcPr>
                <w:p w14:paraId="31D59266" w14:textId="77777777" w:rsidR="00F33064" w:rsidRDefault="00F33064" w:rsidP="00F33064">
                  <w:pPr>
                    <w:spacing w:before="480" w:after="20"/>
                    <w:ind w:left="573" w:hanging="573"/>
                    <w:rPr>
                      <w:sz w:val="18"/>
                    </w:rPr>
                  </w:pPr>
                </w:p>
              </w:tc>
              <w:tc>
                <w:tcPr>
                  <w:tcW w:w="2621" w:type="dxa"/>
                  <w:tcBorders>
                    <w:bottom w:val="single" w:sz="4" w:space="0" w:color="auto"/>
                  </w:tcBorders>
                  <w:vAlign w:val="bottom"/>
                </w:tcPr>
                <w:p w14:paraId="695E112B" w14:textId="77777777" w:rsidR="00F33064" w:rsidRDefault="00F33064" w:rsidP="00F33064">
                  <w:pPr>
                    <w:spacing w:after="20"/>
                  </w:pPr>
                  <w:r>
                    <w:fldChar w:fldCharType="begin" w:fldLock="1">
                      <w:ffData>
                        <w:name w:val=""/>
                        <w:enabled/>
                        <w:calcOnExit w:val="0"/>
                        <w:textInput/>
                      </w:ffData>
                    </w:fldChar>
                  </w:r>
                  <w:r>
                    <w:instrText xml:space="preserve"> FORMTEXT </w:instrText>
                  </w:r>
                  <w:r>
                    <w:fldChar w:fldCharType="separate"/>
                  </w:r>
                  <w:r>
                    <w:t>     </w:t>
                  </w:r>
                  <w:r>
                    <w:fldChar w:fldCharType="end"/>
                  </w:r>
                </w:p>
                <w:p w14:paraId="58C58EB6" w14:textId="4EE77CDE" w:rsidR="00F33064" w:rsidRPr="00BF3C0B" w:rsidRDefault="00F33064" w:rsidP="00FD3B10">
                  <w:pPr>
                    <w:spacing w:before="60" w:after="20"/>
                  </w:pPr>
                  <w:r>
                    <w:rPr>
                      <w:b/>
                      <w:sz w:val="18"/>
                    </w:rPr>
                    <w:t>First and last name, job title</w:t>
                  </w:r>
                </w:p>
              </w:tc>
              <w:tc>
                <w:tcPr>
                  <w:tcW w:w="413" w:type="dxa"/>
                  <w:vMerge/>
                </w:tcPr>
                <w:p w14:paraId="2E00D221" w14:textId="77777777" w:rsidR="00F33064" w:rsidRDefault="00F33064" w:rsidP="00F33064">
                  <w:pPr>
                    <w:spacing w:before="480" w:after="20"/>
                    <w:ind w:left="573" w:hanging="573"/>
                    <w:rPr>
                      <w:sz w:val="18"/>
                    </w:rPr>
                  </w:pPr>
                </w:p>
              </w:tc>
              <w:tc>
                <w:tcPr>
                  <w:tcW w:w="2708" w:type="dxa"/>
                  <w:tcBorders>
                    <w:bottom w:val="single" w:sz="4" w:space="0" w:color="auto"/>
                  </w:tcBorders>
                  <w:vAlign w:val="bottom"/>
                </w:tcPr>
                <w:p w14:paraId="708A190C" w14:textId="77777777" w:rsidR="00F33064" w:rsidRDefault="00F33064" w:rsidP="00F33064">
                  <w:pPr>
                    <w:spacing w:after="20"/>
                  </w:pPr>
                  <w:r>
                    <w:fldChar w:fldCharType="begin" w:fldLock="1">
                      <w:ffData>
                        <w:name w:val=""/>
                        <w:enabled/>
                        <w:calcOnExit w:val="0"/>
                        <w:textInput/>
                      </w:ffData>
                    </w:fldChar>
                  </w:r>
                  <w:r>
                    <w:instrText xml:space="preserve"> FORMTEXT </w:instrText>
                  </w:r>
                  <w:r>
                    <w:fldChar w:fldCharType="separate"/>
                  </w:r>
                  <w:r>
                    <w:t>     </w:t>
                  </w:r>
                  <w:r>
                    <w:fldChar w:fldCharType="end"/>
                  </w:r>
                </w:p>
                <w:p w14:paraId="7CEFD220" w14:textId="21AE2791" w:rsidR="00F33064" w:rsidRPr="00BF3C0B" w:rsidRDefault="00F33064" w:rsidP="00FD3B10">
                  <w:pPr>
                    <w:spacing w:before="60" w:after="20"/>
                  </w:pPr>
                  <w:r>
                    <w:rPr>
                      <w:b/>
                      <w:sz w:val="18"/>
                    </w:rPr>
                    <w:t>First and last name, job title</w:t>
                  </w:r>
                </w:p>
              </w:tc>
            </w:tr>
            <w:tr w:rsidR="00F33064" w14:paraId="24B51308" w14:textId="77777777" w:rsidTr="002362E7">
              <w:trPr>
                <w:cantSplit/>
                <w:trHeight w:val="176"/>
              </w:trPr>
              <w:tc>
                <w:tcPr>
                  <w:tcW w:w="2786" w:type="dxa"/>
                  <w:tcBorders>
                    <w:top w:val="single" w:sz="4" w:space="0" w:color="auto"/>
                  </w:tcBorders>
                  <w:tcMar>
                    <w:left w:w="0" w:type="dxa"/>
                    <w:right w:w="0" w:type="dxa"/>
                  </w:tcMar>
                </w:tcPr>
                <w:p w14:paraId="657DA167" w14:textId="52B37545" w:rsidR="00F33064" w:rsidRPr="00F33064" w:rsidRDefault="002465F5" w:rsidP="002362E7">
                  <w:pPr>
                    <w:ind w:left="573" w:hanging="573"/>
                    <w:rPr>
                      <w:b/>
                      <w:bCs/>
                      <w:sz w:val="14"/>
                    </w:rPr>
                  </w:pPr>
                  <w:r>
                    <w:rPr>
                      <w:b/>
                      <w:sz w:val="14"/>
                    </w:rPr>
                    <w:t>Contractor</w:t>
                  </w:r>
                </w:p>
                <w:p w14:paraId="6FE70592" w14:textId="3130B420" w:rsidR="00B07A16" w:rsidRDefault="00F33064" w:rsidP="002362E7">
                  <w:pPr>
                    <w:ind w:left="573" w:hanging="573"/>
                    <w:rPr>
                      <w:sz w:val="14"/>
                    </w:rPr>
                  </w:pPr>
                  <w:r>
                    <w:rPr>
                      <w:sz w:val="14"/>
                    </w:rPr>
                    <w:t>(or officer responsible for the budget) –</w:t>
                  </w:r>
                </w:p>
                <w:p w14:paraId="3A11D157" w14:textId="0A18AE65" w:rsidR="00F33064" w:rsidRPr="00F33064" w:rsidRDefault="00F33064" w:rsidP="002362E7">
                  <w:pPr>
                    <w:rPr>
                      <w:b/>
                      <w:bCs/>
                      <w:sz w:val="18"/>
                    </w:rPr>
                  </w:pPr>
                  <w:r>
                    <w:rPr>
                      <w:b/>
                      <w:color w:val="FF0000"/>
                      <w:sz w:val="16"/>
                    </w:rPr>
                    <w:t>MANDATORY</w:t>
                  </w:r>
                </w:p>
              </w:tc>
              <w:tc>
                <w:tcPr>
                  <w:tcW w:w="413" w:type="dxa"/>
                  <w:vMerge/>
                </w:tcPr>
                <w:p w14:paraId="5898D829" w14:textId="77777777" w:rsidR="00F33064" w:rsidRDefault="00F33064" w:rsidP="00F33064">
                  <w:pPr>
                    <w:spacing w:before="60" w:after="20"/>
                    <w:ind w:left="573" w:hanging="573"/>
                    <w:rPr>
                      <w:b/>
                      <w:bCs/>
                      <w:sz w:val="18"/>
                    </w:rPr>
                  </w:pPr>
                </w:p>
              </w:tc>
              <w:tc>
                <w:tcPr>
                  <w:tcW w:w="2621" w:type="dxa"/>
                  <w:tcBorders>
                    <w:top w:val="single" w:sz="4" w:space="0" w:color="auto"/>
                  </w:tcBorders>
                </w:tcPr>
                <w:p w14:paraId="7AA989C3" w14:textId="347B1049" w:rsidR="00F33064" w:rsidRPr="00F33064" w:rsidRDefault="00F33064" w:rsidP="002362E7">
                  <w:pPr>
                    <w:ind w:left="573" w:hanging="573"/>
                    <w:rPr>
                      <w:sz w:val="14"/>
                    </w:rPr>
                  </w:pPr>
                  <w:r>
                    <w:rPr>
                      <w:b/>
                      <w:sz w:val="14"/>
                    </w:rPr>
                    <w:t>1</w:t>
                  </w:r>
                  <w:r>
                    <w:rPr>
                      <w:b/>
                      <w:sz w:val="14"/>
                      <w:vertAlign w:val="superscript"/>
                    </w:rPr>
                    <w:t>st</w:t>
                  </w:r>
                  <w:r>
                    <w:rPr>
                      <w:b/>
                      <w:sz w:val="14"/>
                    </w:rPr>
                    <w:t xml:space="preserve"> person involved in the eligibility checking process</w:t>
                  </w:r>
                </w:p>
                <w:p w14:paraId="5516FB1E" w14:textId="77777777" w:rsidR="00F33064" w:rsidRDefault="00F33064" w:rsidP="002362E7">
                  <w:pPr>
                    <w:ind w:left="573" w:hanging="573"/>
                    <w:rPr>
                      <w:sz w:val="18"/>
                    </w:rPr>
                  </w:pPr>
                  <w:r>
                    <w:rPr>
                      <w:sz w:val="14"/>
                    </w:rPr>
                    <w:t>(where applicable)</w:t>
                  </w:r>
                </w:p>
              </w:tc>
              <w:tc>
                <w:tcPr>
                  <w:tcW w:w="413" w:type="dxa"/>
                  <w:vMerge/>
                </w:tcPr>
                <w:p w14:paraId="6DACA2B6" w14:textId="77777777" w:rsidR="00F33064" w:rsidRDefault="00F33064" w:rsidP="00F33064">
                  <w:pPr>
                    <w:spacing w:before="60" w:after="20"/>
                    <w:ind w:left="573" w:hanging="573"/>
                    <w:rPr>
                      <w:b/>
                      <w:bCs/>
                      <w:sz w:val="18"/>
                    </w:rPr>
                  </w:pPr>
                </w:p>
              </w:tc>
              <w:tc>
                <w:tcPr>
                  <w:tcW w:w="2708" w:type="dxa"/>
                  <w:tcBorders>
                    <w:top w:val="single" w:sz="4" w:space="0" w:color="auto"/>
                  </w:tcBorders>
                </w:tcPr>
                <w:p w14:paraId="12EB00C7" w14:textId="702C8022" w:rsidR="00F33064" w:rsidRPr="00F33064" w:rsidRDefault="00F33064" w:rsidP="002362E7">
                  <w:pPr>
                    <w:ind w:left="573" w:hanging="573"/>
                    <w:rPr>
                      <w:sz w:val="14"/>
                    </w:rPr>
                  </w:pPr>
                  <w:r>
                    <w:rPr>
                      <w:b/>
                      <w:sz w:val="14"/>
                    </w:rPr>
                    <w:t>2</w:t>
                  </w:r>
                  <w:r>
                    <w:rPr>
                      <w:b/>
                      <w:sz w:val="14"/>
                      <w:vertAlign w:val="superscript"/>
                    </w:rPr>
                    <w:t>nd</w:t>
                  </w:r>
                  <w:r>
                    <w:rPr>
                      <w:b/>
                      <w:sz w:val="14"/>
                    </w:rPr>
                    <w:t xml:space="preserve"> person involved in the eligibility checking process</w:t>
                  </w:r>
                </w:p>
                <w:p w14:paraId="5C89920E" w14:textId="77777777" w:rsidR="00F33064" w:rsidRDefault="00F33064" w:rsidP="002362E7">
                  <w:pPr>
                    <w:ind w:left="573" w:hanging="573"/>
                    <w:rPr>
                      <w:sz w:val="18"/>
                    </w:rPr>
                  </w:pPr>
                  <w:r>
                    <w:rPr>
                      <w:sz w:val="14"/>
                    </w:rPr>
                    <w:t>(where applicable)</w:t>
                  </w:r>
                </w:p>
              </w:tc>
            </w:tr>
          </w:tbl>
          <w:p w14:paraId="197ED64E" w14:textId="77777777" w:rsidR="000C585A" w:rsidRPr="007F17E4" w:rsidRDefault="000C585A" w:rsidP="003B4F16">
            <w:pPr>
              <w:jc w:val="center"/>
              <w:rPr>
                <w:rStyle w:val="Seitenzahl"/>
                <w:rFonts w:cs="Arial"/>
              </w:rPr>
            </w:pPr>
          </w:p>
        </w:tc>
      </w:tr>
    </w:tbl>
    <w:p w14:paraId="7B9A2F0F" w14:textId="5DA0D5E9" w:rsidR="00CD27F4" w:rsidRDefault="00CD27F4" w:rsidP="00FD1FD4">
      <w:pPr>
        <w:rPr>
          <w:rStyle w:val="Seitenzahl"/>
          <w:rFonts w:cs="Arial"/>
          <w:sz w:val="20"/>
          <w:szCs w:val="20"/>
        </w:rPr>
      </w:pPr>
    </w:p>
    <w:p w14:paraId="650C4BFB" w14:textId="77777777" w:rsidR="00CD27F4" w:rsidRPr="007F17E4" w:rsidRDefault="00CD27F4" w:rsidP="00FD1FD4">
      <w:pPr>
        <w:rPr>
          <w:rStyle w:val="Seitenzahl"/>
          <w:rFonts w:cs="Arial"/>
          <w:sz w:val="20"/>
          <w:szCs w:val="20"/>
        </w:rPr>
      </w:pPr>
    </w:p>
    <w:sectPr w:rsidR="00CD27F4" w:rsidRPr="007F17E4" w:rsidSect="007E66B6">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851"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EBA91" w14:textId="77777777" w:rsidR="00415F65" w:rsidRDefault="00415F65" w:rsidP="00A637D0">
      <w:r>
        <w:separator/>
      </w:r>
    </w:p>
  </w:endnote>
  <w:endnote w:type="continuationSeparator" w:id="0">
    <w:p w14:paraId="5FC39A52" w14:textId="77777777" w:rsidR="00415F65" w:rsidRDefault="00415F65" w:rsidP="00A637D0">
      <w:r>
        <w:continuationSeparator/>
      </w:r>
    </w:p>
  </w:endnote>
  <w:endnote w:type="continuationNotice" w:id="1">
    <w:p w14:paraId="2E540C70" w14:textId="77777777" w:rsidR="00415F65" w:rsidRDefault="00415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C3A6" w14:textId="77777777" w:rsidR="00F9037F" w:rsidRDefault="00F903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3D17" w14:textId="0CF4EA00" w:rsidR="004B29B1" w:rsidRDefault="004B29B1">
    <w:pPr>
      <w:pStyle w:val="Fuzeile"/>
    </w:pPr>
  </w:p>
  <w:p w14:paraId="233DBAEA" w14:textId="2192C36E" w:rsidR="004B29B1" w:rsidRPr="005017B2" w:rsidRDefault="00F9037F">
    <w:pPr>
      <w:pStyle w:val="Fuzeile"/>
      <w:rPr>
        <w:rFonts w:asciiTheme="minorHAnsi" w:hAnsiTheme="minorHAnsi" w:cstheme="minorHAnsi"/>
        <w:sz w:val="20"/>
        <w:szCs w:val="20"/>
      </w:rPr>
    </w:pPr>
    <w:r>
      <w:rPr>
        <w:rFonts w:asciiTheme="minorHAnsi" w:hAnsiTheme="minorHAnsi"/>
        <w:sz w:val="20"/>
      </w:rPr>
      <w:t>Sept</w:t>
    </w:r>
    <w:r w:rsidR="00E74FED">
      <w:rPr>
        <w:rFonts w:asciiTheme="minorHAnsi" w:hAnsiTheme="minorHAnsi"/>
        <w:sz w:val="20"/>
      </w:rPr>
      <w:t xml:space="preserve">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8B2B" w14:textId="77777777" w:rsidR="00F9037F" w:rsidRDefault="00F903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3A0C" w14:textId="77777777" w:rsidR="00415F65" w:rsidRDefault="00415F65" w:rsidP="00A637D0">
      <w:r>
        <w:separator/>
      </w:r>
    </w:p>
  </w:footnote>
  <w:footnote w:type="continuationSeparator" w:id="0">
    <w:p w14:paraId="0BA08A83" w14:textId="77777777" w:rsidR="00415F65" w:rsidRDefault="00415F65" w:rsidP="00A637D0">
      <w:r>
        <w:continuationSeparator/>
      </w:r>
    </w:p>
  </w:footnote>
  <w:footnote w:type="continuationNotice" w:id="1">
    <w:p w14:paraId="5EAB40BC" w14:textId="77777777" w:rsidR="00415F65" w:rsidRDefault="00415F65"/>
  </w:footnote>
  <w:footnote w:id="2">
    <w:p w14:paraId="11A4C700" w14:textId="7FCB6DC1" w:rsidR="00F52350" w:rsidRPr="00160D13" w:rsidRDefault="00F52350" w:rsidP="00F52350">
      <w:pPr>
        <w:pStyle w:val="Funotentext"/>
        <w:rPr>
          <w:sz w:val="18"/>
          <w:szCs w:val="18"/>
        </w:rPr>
      </w:pPr>
      <w:r w:rsidRPr="002F5359">
        <w:rPr>
          <w:rStyle w:val="Funotenzeichen"/>
          <w:sz w:val="16"/>
          <w:szCs w:val="16"/>
        </w:rPr>
        <w:footnoteRef/>
      </w:r>
      <w:r w:rsidRPr="002F5359">
        <w:rPr>
          <w:sz w:val="16"/>
          <w:szCs w:val="16"/>
        </w:rPr>
        <w:t xml:space="preserve"> </w:t>
      </w:r>
      <w:r>
        <w:rPr>
          <w:sz w:val="16"/>
          <w:szCs w:val="16"/>
        </w:rPr>
        <w:t>The</w:t>
      </w:r>
      <w:r w:rsidRPr="002F5359">
        <w:rPr>
          <w:sz w:val="16"/>
          <w:szCs w:val="16"/>
        </w:rPr>
        <w:t xml:space="preserve"> </w:t>
      </w:r>
      <w:r>
        <w:rPr>
          <w:sz w:val="16"/>
          <w:szCs w:val="16"/>
        </w:rPr>
        <w:t>contents of the commercial and legal eligibility check must not be in conflict with national</w:t>
      </w:r>
      <w:r w:rsidRPr="002F5359">
        <w:rPr>
          <w:sz w:val="16"/>
          <w:szCs w:val="16"/>
        </w:rPr>
        <w:t xml:space="preserve"> </w:t>
      </w:r>
      <w:r>
        <w:rPr>
          <w:sz w:val="16"/>
          <w:szCs w:val="16"/>
        </w:rPr>
        <w:t>legislation</w:t>
      </w:r>
      <w:r w:rsidRPr="002F5359">
        <w:rPr>
          <w:sz w:val="16"/>
          <w:szCs w:val="16"/>
        </w:rPr>
        <w:t>.</w:t>
      </w:r>
    </w:p>
  </w:footnote>
  <w:footnote w:id="3">
    <w:p w14:paraId="294CCF6F" w14:textId="4775FF53" w:rsidR="00F747EF" w:rsidRPr="002F5359" w:rsidRDefault="00F747EF" w:rsidP="00F747EF">
      <w:pPr>
        <w:pStyle w:val="Funotentext"/>
        <w:rPr>
          <w:sz w:val="16"/>
          <w:szCs w:val="16"/>
        </w:rPr>
      </w:pPr>
      <w:r w:rsidRPr="002F5359">
        <w:rPr>
          <w:rStyle w:val="Funotenzeichen"/>
          <w:sz w:val="16"/>
          <w:szCs w:val="16"/>
        </w:rPr>
        <w:footnoteRef/>
      </w:r>
      <w:r w:rsidRPr="002F5359">
        <w:rPr>
          <w:sz w:val="16"/>
          <w:szCs w:val="16"/>
        </w:rPr>
        <w:t xml:space="preserve"> </w:t>
      </w:r>
      <w:r>
        <w:rPr>
          <w:sz w:val="16"/>
          <w:szCs w:val="16"/>
        </w:rPr>
        <w:t>If the potential recipient is a</w:t>
      </w:r>
      <w:r w:rsidRPr="002F5359">
        <w:rPr>
          <w:sz w:val="16"/>
          <w:szCs w:val="16"/>
        </w:rPr>
        <w:t xml:space="preserve"> private </w:t>
      </w:r>
      <w:r>
        <w:rPr>
          <w:sz w:val="16"/>
          <w:szCs w:val="16"/>
        </w:rPr>
        <w:t>commercial entity</w:t>
      </w:r>
      <w:r w:rsidRPr="002F5359">
        <w:rPr>
          <w:sz w:val="16"/>
          <w:szCs w:val="16"/>
        </w:rPr>
        <w:t xml:space="preserve"> </w:t>
      </w:r>
      <w:r w:rsidR="0068304B">
        <w:rPr>
          <w:sz w:val="16"/>
          <w:szCs w:val="16"/>
        </w:rPr>
        <w:t xml:space="preserve">with a registered office in the </w:t>
      </w:r>
      <w:r w:rsidRPr="002F5359">
        <w:rPr>
          <w:sz w:val="16"/>
          <w:szCs w:val="16"/>
        </w:rPr>
        <w:t>EU/E</w:t>
      </w:r>
      <w:r w:rsidR="0068304B">
        <w:rPr>
          <w:sz w:val="16"/>
          <w:szCs w:val="16"/>
        </w:rPr>
        <w:t>EA</w:t>
      </w:r>
      <w:r w:rsidRPr="002F5359">
        <w:rPr>
          <w:sz w:val="16"/>
          <w:szCs w:val="16"/>
        </w:rPr>
        <w:t xml:space="preserve"> or </w:t>
      </w:r>
      <w:r w:rsidR="0068304B">
        <w:rPr>
          <w:sz w:val="16"/>
          <w:szCs w:val="16"/>
        </w:rPr>
        <w:t xml:space="preserve">a </w:t>
      </w:r>
      <w:r w:rsidRPr="002F5359">
        <w:rPr>
          <w:sz w:val="16"/>
          <w:szCs w:val="16"/>
        </w:rPr>
        <w:t xml:space="preserve">private </w:t>
      </w:r>
      <w:r w:rsidR="0068304B">
        <w:rPr>
          <w:sz w:val="16"/>
          <w:szCs w:val="16"/>
        </w:rPr>
        <w:t>c</w:t>
      </w:r>
      <w:r w:rsidRPr="002F5359">
        <w:rPr>
          <w:sz w:val="16"/>
          <w:szCs w:val="16"/>
        </w:rPr>
        <w:t>ommer</w:t>
      </w:r>
      <w:r w:rsidR="0068304B">
        <w:rPr>
          <w:sz w:val="16"/>
          <w:szCs w:val="16"/>
        </w:rPr>
        <w:t>cial entity</w:t>
      </w:r>
      <w:r w:rsidRPr="002F5359">
        <w:rPr>
          <w:sz w:val="16"/>
          <w:szCs w:val="16"/>
        </w:rPr>
        <w:t xml:space="preserve"> </w:t>
      </w:r>
      <w:r w:rsidR="0068304B">
        <w:rPr>
          <w:sz w:val="16"/>
          <w:szCs w:val="16"/>
        </w:rPr>
        <w:t>with a registered office in the p</w:t>
      </w:r>
      <w:r w:rsidRPr="002F5359">
        <w:rPr>
          <w:sz w:val="16"/>
          <w:szCs w:val="16"/>
        </w:rPr>
        <w:t>artner</w:t>
      </w:r>
      <w:r w:rsidR="0068304B">
        <w:rPr>
          <w:sz w:val="16"/>
          <w:szCs w:val="16"/>
        </w:rPr>
        <w:t xml:space="preserve"> country</w:t>
      </w:r>
      <w:r w:rsidRPr="002F5359">
        <w:rPr>
          <w:sz w:val="16"/>
          <w:szCs w:val="16"/>
        </w:rPr>
        <w:t xml:space="preserve"> </w:t>
      </w:r>
      <w:r w:rsidR="0068304B">
        <w:rPr>
          <w:sz w:val="16"/>
          <w:szCs w:val="16"/>
        </w:rPr>
        <w:t xml:space="preserve">but with ownership structures </w:t>
      </w:r>
      <w:r w:rsidRPr="002F5359">
        <w:rPr>
          <w:sz w:val="16"/>
          <w:szCs w:val="16"/>
        </w:rPr>
        <w:t xml:space="preserve">or </w:t>
      </w:r>
      <w:r w:rsidR="0068304B">
        <w:rPr>
          <w:sz w:val="16"/>
          <w:szCs w:val="16"/>
        </w:rPr>
        <w:t>sales markets</w:t>
      </w:r>
      <w:r w:rsidRPr="002F5359">
        <w:rPr>
          <w:sz w:val="16"/>
          <w:szCs w:val="16"/>
        </w:rPr>
        <w:t xml:space="preserve"> in </w:t>
      </w:r>
      <w:r w:rsidR="0068304B">
        <w:rPr>
          <w:sz w:val="16"/>
          <w:szCs w:val="16"/>
        </w:rPr>
        <w:t>the</w:t>
      </w:r>
      <w:r w:rsidRPr="002F5359">
        <w:rPr>
          <w:sz w:val="16"/>
          <w:szCs w:val="16"/>
        </w:rPr>
        <w:t xml:space="preserve"> EU/E</w:t>
      </w:r>
      <w:r w:rsidR="0068304B">
        <w:rPr>
          <w:sz w:val="16"/>
          <w:szCs w:val="16"/>
        </w:rPr>
        <w:t>EA</w:t>
      </w:r>
      <w:r w:rsidRPr="004B3BB9">
        <w:rPr>
          <w:sz w:val="16"/>
          <w:szCs w:val="16"/>
        </w:rPr>
        <w:t xml:space="preserve">, </w:t>
      </w:r>
      <w:r w:rsidR="00E20BE5" w:rsidRPr="004B3BB9">
        <w:rPr>
          <w:sz w:val="16"/>
        </w:rPr>
        <w:t>a case-by-case assessment under EU-state aid law is required in addition to the assessment under non-profit law</w:t>
      </w:r>
      <w:r w:rsidR="00E20BE5" w:rsidRPr="004B3BB9" w:rsidDel="00E20BE5">
        <w:rPr>
          <w:sz w:val="16"/>
          <w:szCs w:val="16"/>
        </w:rPr>
        <w:t xml:space="preserve"> </w:t>
      </w:r>
      <w:r w:rsidR="00AF7D3F" w:rsidRPr="004B3BB9">
        <w:rPr>
          <w:sz w:val="16"/>
          <w:szCs w:val="16"/>
        </w:rPr>
        <w:t>.</w:t>
      </w:r>
      <w:r w:rsidRPr="004B3BB9">
        <w:rPr>
          <w:sz w:val="16"/>
          <w:szCs w:val="16"/>
        </w:rPr>
        <w:t xml:space="preserve"> </w:t>
      </w:r>
      <w:r w:rsidR="00AF7D3F" w:rsidRPr="004B3BB9">
        <w:rPr>
          <w:sz w:val="16"/>
          <w:szCs w:val="16"/>
        </w:rPr>
        <w:t xml:space="preserve">Contact </w:t>
      </w:r>
      <w:r w:rsidR="0068304B" w:rsidRPr="004B3BB9">
        <w:rPr>
          <w:sz w:val="16"/>
          <w:szCs w:val="16"/>
        </w:rPr>
        <w:t xml:space="preserve">the officer responsible for the commission at </w:t>
      </w:r>
      <w:r w:rsidRPr="004B3BB9">
        <w:rPr>
          <w:sz w:val="16"/>
          <w:szCs w:val="16"/>
        </w:rPr>
        <w:t>GIZ</w:t>
      </w:r>
      <w:r w:rsidR="00A00AD3" w:rsidRPr="004B3BB9">
        <w:rPr>
          <w:sz w:val="16"/>
          <w:szCs w:val="16"/>
        </w:rPr>
        <w:t xml:space="preserve"> if necessary</w:t>
      </w:r>
      <w:r w:rsidRPr="004B3BB9">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E14DE" w14:textId="77777777" w:rsidR="00F9037F" w:rsidRDefault="00F903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6EE9" w14:textId="53B83071" w:rsidR="00B1539A" w:rsidRDefault="00B1539A" w:rsidP="00435E0C">
    <w:pPr>
      <w:rPr>
        <w:b/>
        <w:bCs/>
        <w:sz w:val="24"/>
      </w:rPr>
    </w:pPr>
    <w:r>
      <w:rPr>
        <w:b/>
        <w:noProof/>
        <w:lang w:val="en-AU" w:eastAsia="en-AU"/>
      </w:rPr>
      <w:drawing>
        <wp:anchor distT="0" distB="0" distL="114300" distR="114300" simplePos="0" relativeHeight="251658240" behindDoc="0" locked="0" layoutInCell="1" allowOverlap="1" wp14:anchorId="33DA6393" wp14:editId="5C2ABBFE">
          <wp:simplePos x="0" y="0"/>
          <wp:positionH relativeFrom="column">
            <wp:posOffset>5333365</wp:posOffset>
          </wp:positionH>
          <wp:positionV relativeFrom="paragraph">
            <wp:posOffset>-255905</wp:posOffset>
          </wp:positionV>
          <wp:extent cx="895350" cy="895350"/>
          <wp:effectExtent l="0" t="0" r="0" b="0"/>
          <wp:wrapNone/>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gizlogo-standard-sw.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b/>
      </w:rPr>
      <w:t>Annex 2</w:t>
    </w:r>
    <w:r>
      <w:t xml:space="preserve"> to the </w:t>
    </w:r>
    <w:r w:rsidR="006712D3">
      <w:t xml:space="preserve">Guideline </w:t>
    </w:r>
    <w:r>
      <w:t xml:space="preserve">on local </w:t>
    </w:r>
    <w:r w:rsidR="006712D3">
      <w:rPr>
        <w:color w:val="000000" w:themeColor="text1"/>
      </w:rPr>
      <w:t>contributions</w:t>
    </w:r>
    <w:r w:rsidR="006712D3">
      <w:t xml:space="preserve"> </w:t>
    </w:r>
    <w:r>
      <w:t>in consulting contracts</w:t>
    </w:r>
  </w:p>
  <w:p w14:paraId="711896D1" w14:textId="77777777" w:rsidR="00B1539A" w:rsidRDefault="00B1539A" w:rsidP="00435E0C">
    <w:pPr>
      <w:pStyle w:val="Kopfzeile"/>
      <w:contextualSpacing/>
      <w:jc w:val="center"/>
      <w:rPr>
        <w:rFonts w:cs="Arial"/>
        <w:b/>
        <w:i/>
        <w:sz w:val="24"/>
        <w:szCs w:val="24"/>
        <w:u w:val="single"/>
      </w:rPr>
    </w:pPr>
  </w:p>
  <w:p w14:paraId="575EB647" w14:textId="77777777" w:rsidR="00B1539A" w:rsidRDefault="00B1539A" w:rsidP="00435E0C">
    <w:pPr>
      <w:pStyle w:val="Kopfzeile"/>
      <w:tabs>
        <w:tab w:val="clear"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A799" w14:textId="77777777" w:rsidR="00F9037F" w:rsidRDefault="00F903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DD3E70"/>
    <w:multiLevelType w:val="hybridMultilevel"/>
    <w:tmpl w:val="E94224AC"/>
    <w:lvl w:ilvl="0" w:tplc="260E654E">
      <w:start w:val="1"/>
      <w:numFmt w:val="decimal"/>
      <w:lvlText w:val="%1.)"/>
      <w:lvlJc w:val="left"/>
      <w:pPr>
        <w:ind w:left="405" w:hanging="360"/>
      </w:pPr>
      <w:rPr>
        <w:rFonts w:hint="default"/>
        <w:u w:val="none"/>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11" w15:restartNumberingAfterBreak="0">
    <w:nsid w:val="0FC2359C"/>
    <w:multiLevelType w:val="hybridMultilevel"/>
    <w:tmpl w:val="DE980E02"/>
    <w:lvl w:ilvl="0" w:tplc="04070009">
      <w:start w:val="1"/>
      <w:numFmt w:val="bullet"/>
      <w:lvlText w:val=""/>
      <w:lvlJc w:val="left"/>
      <w:pPr>
        <w:ind w:left="2204" w:hanging="360"/>
      </w:pPr>
      <w:rPr>
        <w:rFonts w:ascii="Wingdings" w:hAnsi="Wingdings" w:hint="default"/>
      </w:rPr>
    </w:lvl>
    <w:lvl w:ilvl="1" w:tplc="04070003">
      <w:start w:val="1"/>
      <w:numFmt w:val="bullet"/>
      <w:lvlText w:val="o"/>
      <w:lvlJc w:val="left"/>
      <w:pPr>
        <w:ind w:left="2924" w:hanging="360"/>
      </w:pPr>
      <w:rPr>
        <w:rFonts w:ascii="Courier New" w:hAnsi="Courier New" w:cs="Courier New" w:hint="default"/>
      </w:rPr>
    </w:lvl>
    <w:lvl w:ilvl="2" w:tplc="04070005">
      <w:start w:val="1"/>
      <w:numFmt w:val="bullet"/>
      <w:lvlText w:val=""/>
      <w:lvlJc w:val="left"/>
      <w:pPr>
        <w:ind w:left="3644" w:hanging="360"/>
      </w:pPr>
      <w:rPr>
        <w:rFonts w:ascii="Wingdings" w:hAnsi="Wingdings" w:hint="default"/>
      </w:rPr>
    </w:lvl>
    <w:lvl w:ilvl="3" w:tplc="04070001" w:tentative="1">
      <w:start w:val="1"/>
      <w:numFmt w:val="bullet"/>
      <w:lvlText w:val=""/>
      <w:lvlJc w:val="left"/>
      <w:pPr>
        <w:ind w:left="4364" w:hanging="360"/>
      </w:pPr>
      <w:rPr>
        <w:rFonts w:ascii="Symbol" w:hAnsi="Symbol" w:hint="default"/>
      </w:rPr>
    </w:lvl>
    <w:lvl w:ilvl="4" w:tplc="04070003" w:tentative="1">
      <w:start w:val="1"/>
      <w:numFmt w:val="bullet"/>
      <w:lvlText w:val="o"/>
      <w:lvlJc w:val="left"/>
      <w:pPr>
        <w:ind w:left="5084" w:hanging="360"/>
      </w:pPr>
      <w:rPr>
        <w:rFonts w:ascii="Courier New" w:hAnsi="Courier New" w:cs="Courier New" w:hint="default"/>
      </w:rPr>
    </w:lvl>
    <w:lvl w:ilvl="5" w:tplc="04070005" w:tentative="1">
      <w:start w:val="1"/>
      <w:numFmt w:val="bullet"/>
      <w:lvlText w:val=""/>
      <w:lvlJc w:val="left"/>
      <w:pPr>
        <w:ind w:left="5804" w:hanging="360"/>
      </w:pPr>
      <w:rPr>
        <w:rFonts w:ascii="Wingdings" w:hAnsi="Wingdings" w:hint="default"/>
      </w:rPr>
    </w:lvl>
    <w:lvl w:ilvl="6" w:tplc="04070001" w:tentative="1">
      <w:start w:val="1"/>
      <w:numFmt w:val="bullet"/>
      <w:lvlText w:val=""/>
      <w:lvlJc w:val="left"/>
      <w:pPr>
        <w:ind w:left="6524" w:hanging="360"/>
      </w:pPr>
      <w:rPr>
        <w:rFonts w:ascii="Symbol" w:hAnsi="Symbol" w:hint="default"/>
      </w:rPr>
    </w:lvl>
    <w:lvl w:ilvl="7" w:tplc="04070003" w:tentative="1">
      <w:start w:val="1"/>
      <w:numFmt w:val="bullet"/>
      <w:lvlText w:val="o"/>
      <w:lvlJc w:val="left"/>
      <w:pPr>
        <w:ind w:left="7244" w:hanging="360"/>
      </w:pPr>
      <w:rPr>
        <w:rFonts w:ascii="Courier New" w:hAnsi="Courier New" w:cs="Courier New" w:hint="default"/>
      </w:rPr>
    </w:lvl>
    <w:lvl w:ilvl="8" w:tplc="04070005" w:tentative="1">
      <w:start w:val="1"/>
      <w:numFmt w:val="bullet"/>
      <w:lvlText w:val=""/>
      <w:lvlJc w:val="left"/>
      <w:pPr>
        <w:ind w:left="7964" w:hanging="360"/>
      </w:pPr>
      <w:rPr>
        <w:rFonts w:ascii="Wingdings" w:hAnsi="Wingdings" w:hint="default"/>
      </w:rPr>
    </w:lvl>
  </w:abstractNum>
  <w:abstractNum w:abstractNumId="12" w15:restartNumberingAfterBreak="0">
    <w:nsid w:val="1AD23081"/>
    <w:multiLevelType w:val="hybridMultilevel"/>
    <w:tmpl w:val="17441056"/>
    <w:lvl w:ilvl="0" w:tplc="952EAD8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A17EA0"/>
    <w:multiLevelType w:val="hybridMultilevel"/>
    <w:tmpl w:val="47B20EE4"/>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5FC6E09"/>
    <w:multiLevelType w:val="hybridMultilevel"/>
    <w:tmpl w:val="272C1D7E"/>
    <w:lvl w:ilvl="0" w:tplc="ACE8E1E8">
      <w:start w:val="1"/>
      <w:numFmt w:val="lowerLetter"/>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C335084"/>
    <w:multiLevelType w:val="hybridMultilevel"/>
    <w:tmpl w:val="7A3E24F0"/>
    <w:lvl w:ilvl="0" w:tplc="10A6157C">
      <w:start w:val="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0EC77EA"/>
    <w:multiLevelType w:val="multilevel"/>
    <w:tmpl w:val="61EAA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CC2D48"/>
    <w:multiLevelType w:val="hybridMultilevel"/>
    <w:tmpl w:val="9BF474B8"/>
    <w:lvl w:ilvl="0" w:tplc="999C7B2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462E7D"/>
    <w:multiLevelType w:val="hybridMultilevel"/>
    <w:tmpl w:val="70445B6A"/>
    <w:lvl w:ilvl="0" w:tplc="46AC9DC8">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2AF7CDD"/>
    <w:multiLevelType w:val="hybridMultilevel"/>
    <w:tmpl w:val="080C2B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3E852DB"/>
    <w:multiLevelType w:val="hybridMultilevel"/>
    <w:tmpl w:val="1FB02B5E"/>
    <w:lvl w:ilvl="0" w:tplc="C20AB4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632406D"/>
    <w:multiLevelType w:val="hybridMultilevel"/>
    <w:tmpl w:val="97B0DC60"/>
    <w:lvl w:ilvl="0" w:tplc="46AC9DC8">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982328"/>
    <w:multiLevelType w:val="multilevel"/>
    <w:tmpl w:val="C046EE06"/>
    <w:lvl w:ilvl="0">
      <w:start w:val="1"/>
      <w:numFmt w:val="decimal"/>
      <w:lvlText w:val="%1."/>
      <w:lvlJc w:val="left"/>
      <w:pPr>
        <w:ind w:left="360" w:hanging="360"/>
      </w:pPr>
      <w:rPr>
        <w:rFonts w:hint="default"/>
      </w:rPr>
    </w:lvl>
    <w:lvl w:ilvl="1">
      <w:start w:val="2"/>
      <w:numFmt w:val="decimal"/>
      <w:lvlText w:val="%1.%2."/>
      <w:lvlJc w:val="left"/>
      <w:pPr>
        <w:ind w:left="701" w:hanging="360"/>
      </w:pPr>
      <w:rPr>
        <w:rFonts w:hint="default"/>
      </w:rPr>
    </w:lvl>
    <w:lvl w:ilvl="2">
      <w:start w:val="1"/>
      <w:numFmt w:val="decimal"/>
      <w:lvlText w:val="%1.%2.%3."/>
      <w:lvlJc w:val="left"/>
      <w:pPr>
        <w:ind w:left="1402" w:hanging="720"/>
      </w:pPr>
      <w:rPr>
        <w:rFonts w:hint="default"/>
      </w:rPr>
    </w:lvl>
    <w:lvl w:ilvl="3">
      <w:start w:val="1"/>
      <w:numFmt w:val="decimal"/>
      <w:lvlText w:val="%1.%2.%3.%4."/>
      <w:lvlJc w:val="left"/>
      <w:pPr>
        <w:ind w:left="1743" w:hanging="720"/>
      </w:pPr>
      <w:rPr>
        <w:rFonts w:hint="default"/>
      </w:rPr>
    </w:lvl>
    <w:lvl w:ilvl="4">
      <w:start w:val="1"/>
      <w:numFmt w:val="decimal"/>
      <w:lvlText w:val="%1.%2.%3.%4.%5."/>
      <w:lvlJc w:val="left"/>
      <w:pPr>
        <w:ind w:left="2444" w:hanging="1080"/>
      </w:pPr>
      <w:rPr>
        <w:rFonts w:hint="default"/>
      </w:rPr>
    </w:lvl>
    <w:lvl w:ilvl="5">
      <w:start w:val="1"/>
      <w:numFmt w:val="decimal"/>
      <w:lvlText w:val="%1.%2.%3.%4.%5.%6."/>
      <w:lvlJc w:val="left"/>
      <w:pPr>
        <w:ind w:left="2785" w:hanging="1080"/>
      </w:pPr>
      <w:rPr>
        <w:rFonts w:hint="default"/>
      </w:rPr>
    </w:lvl>
    <w:lvl w:ilvl="6">
      <w:start w:val="1"/>
      <w:numFmt w:val="decimal"/>
      <w:lvlText w:val="%1.%2.%3.%4.%5.%6.%7."/>
      <w:lvlJc w:val="left"/>
      <w:pPr>
        <w:ind w:left="3486" w:hanging="1440"/>
      </w:pPr>
      <w:rPr>
        <w:rFonts w:hint="default"/>
      </w:rPr>
    </w:lvl>
    <w:lvl w:ilvl="7">
      <w:start w:val="1"/>
      <w:numFmt w:val="decimal"/>
      <w:lvlText w:val="%1.%2.%3.%4.%5.%6.%7.%8."/>
      <w:lvlJc w:val="left"/>
      <w:pPr>
        <w:ind w:left="3827" w:hanging="1440"/>
      </w:pPr>
      <w:rPr>
        <w:rFonts w:hint="default"/>
      </w:rPr>
    </w:lvl>
    <w:lvl w:ilvl="8">
      <w:start w:val="1"/>
      <w:numFmt w:val="decimal"/>
      <w:lvlText w:val="%1.%2.%3.%4.%5.%6.%7.%8.%9."/>
      <w:lvlJc w:val="left"/>
      <w:pPr>
        <w:ind w:left="4528" w:hanging="1800"/>
      </w:pPr>
      <w:rPr>
        <w:rFonts w:hint="default"/>
      </w:rPr>
    </w:lvl>
  </w:abstractNum>
  <w:abstractNum w:abstractNumId="23" w15:restartNumberingAfterBreak="0">
    <w:nsid w:val="49406166"/>
    <w:multiLevelType w:val="multilevel"/>
    <w:tmpl w:val="C60A0C0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E4C0C35"/>
    <w:multiLevelType w:val="hybridMultilevel"/>
    <w:tmpl w:val="06345F3A"/>
    <w:lvl w:ilvl="0" w:tplc="46AC9DC8">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13E6B64"/>
    <w:multiLevelType w:val="hybridMultilevel"/>
    <w:tmpl w:val="7346D2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2F0793F"/>
    <w:multiLevelType w:val="hybridMultilevel"/>
    <w:tmpl w:val="A050AA9A"/>
    <w:lvl w:ilvl="0" w:tplc="04070009">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5D50A1"/>
    <w:multiLevelType w:val="hybridMultilevel"/>
    <w:tmpl w:val="4F46B4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C11D13"/>
    <w:multiLevelType w:val="hybridMultilevel"/>
    <w:tmpl w:val="EEDC1B08"/>
    <w:lvl w:ilvl="0" w:tplc="5BA2B9F6">
      <w:start w:val="1"/>
      <w:numFmt w:val="bullet"/>
      <w:lvlText w:val=""/>
      <w:lvlJc w:val="left"/>
      <w:pPr>
        <w:ind w:left="720" w:hanging="360"/>
      </w:pPr>
      <w:rPr>
        <w:rFonts w:ascii="Wingdings" w:hAnsi="Wingdings" w:hint="default"/>
        <w:sz w:val="22"/>
        <w:szCs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A06685E"/>
    <w:multiLevelType w:val="hybridMultilevel"/>
    <w:tmpl w:val="ACC6B6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DFA0838"/>
    <w:multiLevelType w:val="hybridMultilevel"/>
    <w:tmpl w:val="A5A2A1FE"/>
    <w:lvl w:ilvl="0" w:tplc="FBC08060">
      <w:start w:val="1"/>
      <w:numFmt w:val="decimal"/>
      <w:lvlText w:val="(%1)"/>
      <w:lvlJc w:val="left"/>
      <w:pPr>
        <w:ind w:left="720" w:hanging="360"/>
      </w:pPr>
      <w:rPr>
        <w:rFonts w:hint="default"/>
        <w:b w:val="0"/>
        <w:bCs/>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E9830AE"/>
    <w:multiLevelType w:val="hybridMultilevel"/>
    <w:tmpl w:val="EE002110"/>
    <w:lvl w:ilvl="0" w:tplc="C9B478BE">
      <w:start w:val="1"/>
      <w:numFmt w:val="decimal"/>
      <w:lvlText w:val="%1."/>
      <w:lvlJc w:val="left"/>
      <w:pPr>
        <w:ind w:left="720" w:hanging="360"/>
      </w:pPr>
      <w:rPr>
        <w:rFonts w:hint="default"/>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17B6E1F"/>
    <w:multiLevelType w:val="hybridMultilevel"/>
    <w:tmpl w:val="B12461F0"/>
    <w:lvl w:ilvl="0" w:tplc="1BEEF73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622B6749"/>
    <w:multiLevelType w:val="hybridMultilevel"/>
    <w:tmpl w:val="C868F61C"/>
    <w:lvl w:ilvl="0" w:tplc="440A935E">
      <w:numFmt w:val="bullet"/>
      <w:lvlText w:val="-"/>
      <w:lvlJc w:val="left"/>
      <w:pPr>
        <w:ind w:left="522" w:hanging="360"/>
      </w:pPr>
      <w:rPr>
        <w:rFonts w:ascii="Calibri" w:eastAsiaTheme="minorHAnsi" w:hAnsi="Calibri" w:cstheme="minorBidi" w:hint="default"/>
        <w:b w:val="0"/>
      </w:rPr>
    </w:lvl>
    <w:lvl w:ilvl="1" w:tplc="04070003" w:tentative="1">
      <w:start w:val="1"/>
      <w:numFmt w:val="bullet"/>
      <w:lvlText w:val="o"/>
      <w:lvlJc w:val="left"/>
      <w:pPr>
        <w:ind w:left="1242" w:hanging="360"/>
      </w:pPr>
      <w:rPr>
        <w:rFonts w:ascii="Courier New" w:hAnsi="Courier New" w:cs="Courier New" w:hint="default"/>
      </w:rPr>
    </w:lvl>
    <w:lvl w:ilvl="2" w:tplc="04070005" w:tentative="1">
      <w:start w:val="1"/>
      <w:numFmt w:val="bullet"/>
      <w:lvlText w:val=""/>
      <w:lvlJc w:val="left"/>
      <w:pPr>
        <w:ind w:left="1962" w:hanging="360"/>
      </w:pPr>
      <w:rPr>
        <w:rFonts w:ascii="Wingdings" w:hAnsi="Wingdings" w:hint="default"/>
      </w:rPr>
    </w:lvl>
    <w:lvl w:ilvl="3" w:tplc="04070001" w:tentative="1">
      <w:start w:val="1"/>
      <w:numFmt w:val="bullet"/>
      <w:lvlText w:val=""/>
      <w:lvlJc w:val="left"/>
      <w:pPr>
        <w:ind w:left="2682" w:hanging="360"/>
      </w:pPr>
      <w:rPr>
        <w:rFonts w:ascii="Symbol" w:hAnsi="Symbol" w:hint="default"/>
      </w:rPr>
    </w:lvl>
    <w:lvl w:ilvl="4" w:tplc="04070003" w:tentative="1">
      <w:start w:val="1"/>
      <w:numFmt w:val="bullet"/>
      <w:lvlText w:val="o"/>
      <w:lvlJc w:val="left"/>
      <w:pPr>
        <w:ind w:left="3402" w:hanging="360"/>
      </w:pPr>
      <w:rPr>
        <w:rFonts w:ascii="Courier New" w:hAnsi="Courier New" w:cs="Courier New" w:hint="default"/>
      </w:rPr>
    </w:lvl>
    <w:lvl w:ilvl="5" w:tplc="04070005" w:tentative="1">
      <w:start w:val="1"/>
      <w:numFmt w:val="bullet"/>
      <w:lvlText w:val=""/>
      <w:lvlJc w:val="left"/>
      <w:pPr>
        <w:ind w:left="4122" w:hanging="360"/>
      </w:pPr>
      <w:rPr>
        <w:rFonts w:ascii="Wingdings" w:hAnsi="Wingdings" w:hint="default"/>
      </w:rPr>
    </w:lvl>
    <w:lvl w:ilvl="6" w:tplc="04070001" w:tentative="1">
      <w:start w:val="1"/>
      <w:numFmt w:val="bullet"/>
      <w:lvlText w:val=""/>
      <w:lvlJc w:val="left"/>
      <w:pPr>
        <w:ind w:left="4842" w:hanging="360"/>
      </w:pPr>
      <w:rPr>
        <w:rFonts w:ascii="Symbol" w:hAnsi="Symbol" w:hint="default"/>
      </w:rPr>
    </w:lvl>
    <w:lvl w:ilvl="7" w:tplc="04070003" w:tentative="1">
      <w:start w:val="1"/>
      <w:numFmt w:val="bullet"/>
      <w:lvlText w:val="o"/>
      <w:lvlJc w:val="left"/>
      <w:pPr>
        <w:ind w:left="5562" w:hanging="360"/>
      </w:pPr>
      <w:rPr>
        <w:rFonts w:ascii="Courier New" w:hAnsi="Courier New" w:cs="Courier New" w:hint="default"/>
      </w:rPr>
    </w:lvl>
    <w:lvl w:ilvl="8" w:tplc="04070005" w:tentative="1">
      <w:start w:val="1"/>
      <w:numFmt w:val="bullet"/>
      <w:lvlText w:val=""/>
      <w:lvlJc w:val="left"/>
      <w:pPr>
        <w:ind w:left="6282" w:hanging="360"/>
      </w:pPr>
      <w:rPr>
        <w:rFonts w:ascii="Wingdings" w:hAnsi="Wingdings" w:hint="default"/>
      </w:rPr>
    </w:lvl>
  </w:abstractNum>
  <w:abstractNum w:abstractNumId="34" w15:restartNumberingAfterBreak="0">
    <w:nsid w:val="63DF39AF"/>
    <w:multiLevelType w:val="multilevel"/>
    <w:tmpl w:val="6108EA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A26C94"/>
    <w:multiLevelType w:val="hybridMultilevel"/>
    <w:tmpl w:val="BCF81C18"/>
    <w:lvl w:ilvl="0" w:tplc="C0A61180">
      <w:start w:val="1"/>
      <w:numFmt w:val="bullet"/>
      <w:lvlText w:val=""/>
      <w:lvlJc w:val="left"/>
      <w:pPr>
        <w:ind w:left="720" w:hanging="360"/>
      </w:pPr>
      <w:rPr>
        <w:rFonts w:ascii="Wingdings" w:eastAsia="Times New Roman" w:hAnsi="Wingdings" w:cs="Aria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E1435AC"/>
    <w:multiLevelType w:val="hybridMultilevel"/>
    <w:tmpl w:val="376CB95E"/>
    <w:lvl w:ilvl="0" w:tplc="8DF0A688">
      <w:numFmt w:val="bullet"/>
      <w:lvlText w:val=""/>
      <w:lvlJc w:val="left"/>
      <w:pPr>
        <w:ind w:left="580" w:hanging="360"/>
      </w:pPr>
      <w:rPr>
        <w:rFonts w:ascii="Wingdings" w:eastAsia="Times New Roman" w:hAnsi="Wingdings" w:cs="Times New Roman" w:hint="default"/>
        <w:b/>
      </w:rPr>
    </w:lvl>
    <w:lvl w:ilvl="1" w:tplc="04070003" w:tentative="1">
      <w:start w:val="1"/>
      <w:numFmt w:val="bullet"/>
      <w:lvlText w:val="o"/>
      <w:lvlJc w:val="left"/>
      <w:pPr>
        <w:ind w:left="1300" w:hanging="360"/>
      </w:pPr>
      <w:rPr>
        <w:rFonts w:ascii="Courier New" w:hAnsi="Courier New" w:cs="Courier New" w:hint="default"/>
      </w:rPr>
    </w:lvl>
    <w:lvl w:ilvl="2" w:tplc="04070005" w:tentative="1">
      <w:start w:val="1"/>
      <w:numFmt w:val="bullet"/>
      <w:lvlText w:val=""/>
      <w:lvlJc w:val="left"/>
      <w:pPr>
        <w:ind w:left="2020" w:hanging="360"/>
      </w:pPr>
      <w:rPr>
        <w:rFonts w:ascii="Wingdings" w:hAnsi="Wingdings" w:hint="default"/>
      </w:rPr>
    </w:lvl>
    <w:lvl w:ilvl="3" w:tplc="04070001" w:tentative="1">
      <w:start w:val="1"/>
      <w:numFmt w:val="bullet"/>
      <w:lvlText w:val=""/>
      <w:lvlJc w:val="left"/>
      <w:pPr>
        <w:ind w:left="2740" w:hanging="360"/>
      </w:pPr>
      <w:rPr>
        <w:rFonts w:ascii="Symbol" w:hAnsi="Symbol" w:hint="default"/>
      </w:rPr>
    </w:lvl>
    <w:lvl w:ilvl="4" w:tplc="04070003" w:tentative="1">
      <w:start w:val="1"/>
      <w:numFmt w:val="bullet"/>
      <w:lvlText w:val="o"/>
      <w:lvlJc w:val="left"/>
      <w:pPr>
        <w:ind w:left="3460" w:hanging="360"/>
      </w:pPr>
      <w:rPr>
        <w:rFonts w:ascii="Courier New" w:hAnsi="Courier New" w:cs="Courier New" w:hint="default"/>
      </w:rPr>
    </w:lvl>
    <w:lvl w:ilvl="5" w:tplc="04070005" w:tentative="1">
      <w:start w:val="1"/>
      <w:numFmt w:val="bullet"/>
      <w:lvlText w:val=""/>
      <w:lvlJc w:val="left"/>
      <w:pPr>
        <w:ind w:left="4180" w:hanging="360"/>
      </w:pPr>
      <w:rPr>
        <w:rFonts w:ascii="Wingdings" w:hAnsi="Wingdings" w:hint="default"/>
      </w:rPr>
    </w:lvl>
    <w:lvl w:ilvl="6" w:tplc="04070001" w:tentative="1">
      <w:start w:val="1"/>
      <w:numFmt w:val="bullet"/>
      <w:lvlText w:val=""/>
      <w:lvlJc w:val="left"/>
      <w:pPr>
        <w:ind w:left="4900" w:hanging="360"/>
      </w:pPr>
      <w:rPr>
        <w:rFonts w:ascii="Symbol" w:hAnsi="Symbol" w:hint="default"/>
      </w:rPr>
    </w:lvl>
    <w:lvl w:ilvl="7" w:tplc="04070003" w:tentative="1">
      <w:start w:val="1"/>
      <w:numFmt w:val="bullet"/>
      <w:lvlText w:val="o"/>
      <w:lvlJc w:val="left"/>
      <w:pPr>
        <w:ind w:left="5620" w:hanging="360"/>
      </w:pPr>
      <w:rPr>
        <w:rFonts w:ascii="Courier New" w:hAnsi="Courier New" w:cs="Courier New" w:hint="default"/>
      </w:rPr>
    </w:lvl>
    <w:lvl w:ilvl="8" w:tplc="04070005" w:tentative="1">
      <w:start w:val="1"/>
      <w:numFmt w:val="bullet"/>
      <w:lvlText w:val=""/>
      <w:lvlJc w:val="left"/>
      <w:pPr>
        <w:ind w:left="6340" w:hanging="360"/>
      </w:pPr>
      <w:rPr>
        <w:rFonts w:ascii="Wingdings" w:hAnsi="Wingdings" w:hint="default"/>
      </w:rPr>
    </w:lvl>
  </w:abstractNum>
  <w:abstractNum w:abstractNumId="37" w15:restartNumberingAfterBreak="0">
    <w:nsid w:val="734A3B2B"/>
    <w:multiLevelType w:val="hybridMultilevel"/>
    <w:tmpl w:val="0E4A91B4"/>
    <w:lvl w:ilvl="0" w:tplc="682AA8B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409437D"/>
    <w:multiLevelType w:val="hybridMultilevel"/>
    <w:tmpl w:val="B9FEF6D8"/>
    <w:lvl w:ilvl="0" w:tplc="AAC834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150D0E"/>
    <w:multiLevelType w:val="hybridMultilevel"/>
    <w:tmpl w:val="1CEE1B2C"/>
    <w:lvl w:ilvl="0" w:tplc="B1B278A8">
      <w:start w:val="1"/>
      <w:numFmt w:val="decimal"/>
      <w:lvlText w:val="%1."/>
      <w:lvlJc w:val="left"/>
      <w:pPr>
        <w:ind w:left="644" w:hanging="360"/>
      </w:pPr>
      <w:rPr>
        <w:strike w:val="0"/>
        <w:dstrike w:val="0"/>
        <w:u w:val="none"/>
        <w:effect w:val="none"/>
      </w:rPr>
    </w:lvl>
    <w:lvl w:ilvl="1" w:tplc="04070017">
      <w:start w:val="1"/>
      <w:numFmt w:val="lowerLetter"/>
      <w:lvlText w:val="%2)"/>
      <w:lvlJc w:val="left"/>
      <w:pPr>
        <w:ind w:left="1364" w:hanging="360"/>
      </w:pPr>
    </w:lvl>
    <w:lvl w:ilvl="2" w:tplc="0407001B">
      <w:start w:val="1"/>
      <w:numFmt w:val="lowerRoman"/>
      <w:lvlText w:val="%3."/>
      <w:lvlJc w:val="right"/>
      <w:pPr>
        <w:ind w:left="2084" w:hanging="180"/>
      </w:pPr>
    </w:lvl>
    <w:lvl w:ilvl="3" w:tplc="0407000F">
      <w:start w:val="1"/>
      <w:numFmt w:val="decimal"/>
      <w:lvlText w:val="%4."/>
      <w:lvlJc w:val="left"/>
      <w:pPr>
        <w:ind w:left="2804" w:hanging="360"/>
      </w:pPr>
    </w:lvl>
    <w:lvl w:ilvl="4" w:tplc="04070019">
      <w:start w:val="1"/>
      <w:numFmt w:val="lowerLetter"/>
      <w:lvlText w:val="%5."/>
      <w:lvlJc w:val="left"/>
      <w:pPr>
        <w:ind w:left="3524" w:hanging="360"/>
      </w:pPr>
    </w:lvl>
    <w:lvl w:ilvl="5" w:tplc="0407001B">
      <w:start w:val="1"/>
      <w:numFmt w:val="lowerRoman"/>
      <w:lvlText w:val="%6."/>
      <w:lvlJc w:val="right"/>
      <w:pPr>
        <w:ind w:left="4244" w:hanging="180"/>
      </w:pPr>
    </w:lvl>
    <w:lvl w:ilvl="6" w:tplc="0407000F">
      <w:start w:val="1"/>
      <w:numFmt w:val="decimal"/>
      <w:lvlText w:val="%7."/>
      <w:lvlJc w:val="left"/>
      <w:pPr>
        <w:ind w:left="4964" w:hanging="360"/>
      </w:pPr>
    </w:lvl>
    <w:lvl w:ilvl="7" w:tplc="04070019">
      <w:start w:val="1"/>
      <w:numFmt w:val="lowerLetter"/>
      <w:lvlText w:val="%8."/>
      <w:lvlJc w:val="left"/>
      <w:pPr>
        <w:ind w:left="5684" w:hanging="360"/>
      </w:pPr>
    </w:lvl>
    <w:lvl w:ilvl="8" w:tplc="0407001B">
      <w:start w:val="1"/>
      <w:numFmt w:val="lowerRoman"/>
      <w:lvlText w:val="%9."/>
      <w:lvlJc w:val="right"/>
      <w:pPr>
        <w:ind w:left="6404" w:hanging="180"/>
      </w:pPr>
    </w:lvl>
  </w:abstractNum>
  <w:abstractNum w:abstractNumId="40" w15:restartNumberingAfterBreak="0">
    <w:nsid w:val="7ECB7397"/>
    <w:multiLevelType w:val="hybridMultilevel"/>
    <w:tmpl w:val="ED8810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3"/>
  </w:num>
  <w:num w:numId="12">
    <w:abstractNumId w:val="28"/>
  </w:num>
  <w:num w:numId="13">
    <w:abstractNumId w:val="26"/>
  </w:num>
  <w:num w:numId="14">
    <w:abstractNumId w:val="11"/>
  </w:num>
  <w:num w:numId="15">
    <w:abstractNumId w:val="13"/>
  </w:num>
  <w:num w:numId="16">
    <w:abstractNumId w:val="18"/>
  </w:num>
  <w:num w:numId="17">
    <w:abstractNumId w:val="33"/>
  </w:num>
  <w:num w:numId="18">
    <w:abstractNumId w:val="29"/>
  </w:num>
  <w:num w:numId="19">
    <w:abstractNumId w:val="25"/>
  </w:num>
  <w:num w:numId="20">
    <w:abstractNumId w:val="40"/>
  </w:num>
  <w:num w:numId="21">
    <w:abstractNumId w:val="36"/>
  </w:num>
  <w:num w:numId="22">
    <w:abstractNumId w:val="21"/>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20"/>
  </w:num>
  <w:num w:numId="26">
    <w:abstractNumId w:val="31"/>
  </w:num>
  <w:num w:numId="27">
    <w:abstractNumId w:val="17"/>
  </w:num>
  <w:num w:numId="28">
    <w:abstractNumId w:val="35"/>
  </w:num>
  <w:num w:numId="29">
    <w:abstractNumId w:val="10"/>
  </w:num>
  <w:num w:numId="30">
    <w:abstractNumId w:val="24"/>
  </w:num>
  <w:num w:numId="31">
    <w:abstractNumId w:val="37"/>
  </w:num>
  <w:num w:numId="32">
    <w:abstractNumId w:val="15"/>
  </w:num>
  <w:num w:numId="33">
    <w:abstractNumId w:val="38"/>
  </w:num>
  <w:num w:numId="34">
    <w:abstractNumId w:val="32"/>
  </w:num>
  <w:num w:numId="35">
    <w:abstractNumId w:val="12"/>
  </w:num>
  <w:num w:numId="36">
    <w:abstractNumId w:val="27"/>
  </w:num>
  <w:num w:numId="37">
    <w:abstractNumId w:val="14"/>
  </w:num>
  <w:num w:numId="38">
    <w:abstractNumId w:val="34"/>
  </w:num>
  <w:num w:numId="39">
    <w:abstractNumId w:val="19"/>
  </w:num>
  <w:num w:numId="40">
    <w:abstractNumId w:val="16"/>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activeWritingStyle w:appName="MSWord" w:lang="de-DE"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CA3"/>
    <w:rsid w:val="00002E86"/>
    <w:rsid w:val="00005E2D"/>
    <w:rsid w:val="00014574"/>
    <w:rsid w:val="00016A1F"/>
    <w:rsid w:val="00025921"/>
    <w:rsid w:val="00030C8C"/>
    <w:rsid w:val="00046727"/>
    <w:rsid w:val="00046D85"/>
    <w:rsid w:val="000476DA"/>
    <w:rsid w:val="000529CA"/>
    <w:rsid w:val="00060655"/>
    <w:rsid w:val="000614FD"/>
    <w:rsid w:val="00061597"/>
    <w:rsid w:val="000658C4"/>
    <w:rsid w:val="000700BE"/>
    <w:rsid w:val="000A3BDF"/>
    <w:rsid w:val="000A502F"/>
    <w:rsid w:val="000A5C66"/>
    <w:rsid w:val="000A63B2"/>
    <w:rsid w:val="000B01F9"/>
    <w:rsid w:val="000C0816"/>
    <w:rsid w:val="000C2BA8"/>
    <w:rsid w:val="000C37F0"/>
    <w:rsid w:val="000C585A"/>
    <w:rsid w:val="000C73C7"/>
    <w:rsid w:val="000D05C6"/>
    <w:rsid w:val="000D58E5"/>
    <w:rsid w:val="000E3BD4"/>
    <w:rsid w:val="000E4192"/>
    <w:rsid w:val="000F08D7"/>
    <w:rsid w:val="000F1C7E"/>
    <w:rsid w:val="000F6AFD"/>
    <w:rsid w:val="00102C33"/>
    <w:rsid w:val="001036AB"/>
    <w:rsid w:val="001130BA"/>
    <w:rsid w:val="0012364C"/>
    <w:rsid w:val="00130122"/>
    <w:rsid w:val="0014104A"/>
    <w:rsid w:val="00141C10"/>
    <w:rsid w:val="00144526"/>
    <w:rsid w:val="00145D1E"/>
    <w:rsid w:val="0015107C"/>
    <w:rsid w:val="0015794E"/>
    <w:rsid w:val="001607E0"/>
    <w:rsid w:val="00160D13"/>
    <w:rsid w:val="00165E31"/>
    <w:rsid w:val="0017102B"/>
    <w:rsid w:val="0018179D"/>
    <w:rsid w:val="00185E91"/>
    <w:rsid w:val="001868C7"/>
    <w:rsid w:val="00190868"/>
    <w:rsid w:val="001A0362"/>
    <w:rsid w:val="001C07C7"/>
    <w:rsid w:val="001C3CF9"/>
    <w:rsid w:val="001D1A08"/>
    <w:rsid w:val="001D445C"/>
    <w:rsid w:val="001D4AC4"/>
    <w:rsid w:val="001D4E29"/>
    <w:rsid w:val="001D6A51"/>
    <w:rsid w:val="001D7CBB"/>
    <w:rsid w:val="001E0516"/>
    <w:rsid w:val="001E1A66"/>
    <w:rsid w:val="00200797"/>
    <w:rsid w:val="00205815"/>
    <w:rsid w:val="00206B31"/>
    <w:rsid w:val="0021339B"/>
    <w:rsid w:val="0022658B"/>
    <w:rsid w:val="00227DFD"/>
    <w:rsid w:val="00230654"/>
    <w:rsid w:val="0023432B"/>
    <w:rsid w:val="002354AF"/>
    <w:rsid w:val="002362E7"/>
    <w:rsid w:val="0024451A"/>
    <w:rsid w:val="00245A3E"/>
    <w:rsid w:val="002465F5"/>
    <w:rsid w:val="00251756"/>
    <w:rsid w:val="002532B6"/>
    <w:rsid w:val="00272720"/>
    <w:rsid w:val="002732CC"/>
    <w:rsid w:val="00275A99"/>
    <w:rsid w:val="0027782B"/>
    <w:rsid w:val="00284B02"/>
    <w:rsid w:val="0028681B"/>
    <w:rsid w:val="0028757E"/>
    <w:rsid w:val="00292CA2"/>
    <w:rsid w:val="00293840"/>
    <w:rsid w:val="0029576E"/>
    <w:rsid w:val="002A164D"/>
    <w:rsid w:val="002A3963"/>
    <w:rsid w:val="002A687E"/>
    <w:rsid w:val="002B1A6B"/>
    <w:rsid w:val="002B5AA2"/>
    <w:rsid w:val="002B7747"/>
    <w:rsid w:val="002C318A"/>
    <w:rsid w:val="002C4051"/>
    <w:rsid w:val="002C5A27"/>
    <w:rsid w:val="002C6479"/>
    <w:rsid w:val="002D1C65"/>
    <w:rsid w:val="002D38CE"/>
    <w:rsid w:val="002E7CDF"/>
    <w:rsid w:val="002F043D"/>
    <w:rsid w:val="002F2F53"/>
    <w:rsid w:val="002F3F8C"/>
    <w:rsid w:val="002F5359"/>
    <w:rsid w:val="002F6428"/>
    <w:rsid w:val="002F6505"/>
    <w:rsid w:val="00301AB4"/>
    <w:rsid w:val="00301AE7"/>
    <w:rsid w:val="00302F35"/>
    <w:rsid w:val="003114C8"/>
    <w:rsid w:val="00311D67"/>
    <w:rsid w:val="003123C0"/>
    <w:rsid w:val="003134FC"/>
    <w:rsid w:val="00314F74"/>
    <w:rsid w:val="003163BB"/>
    <w:rsid w:val="003166D8"/>
    <w:rsid w:val="0032064D"/>
    <w:rsid w:val="00322EBD"/>
    <w:rsid w:val="00326D88"/>
    <w:rsid w:val="003306FA"/>
    <w:rsid w:val="003312AF"/>
    <w:rsid w:val="00333EFE"/>
    <w:rsid w:val="00334CE7"/>
    <w:rsid w:val="00336708"/>
    <w:rsid w:val="003377A9"/>
    <w:rsid w:val="00340437"/>
    <w:rsid w:val="0035045A"/>
    <w:rsid w:val="00350DF6"/>
    <w:rsid w:val="00351857"/>
    <w:rsid w:val="003523B8"/>
    <w:rsid w:val="003527C4"/>
    <w:rsid w:val="003527E7"/>
    <w:rsid w:val="00353F5E"/>
    <w:rsid w:val="00366D0B"/>
    <w:rsid w:val="003714B2"/>
    <w:rsid w:val="003727CA"/>
    <w:rsid w:val="00376977"/>
    <w:rsid w:val="00380D09"/>
    <w:rsid w:val="00382562"/>
    <w:rsid w:val="003A0762"/>
    <w:rsid w:val="003B092E"/>
    <w:rsid w:val="003B1F5C"/>
    <w:rsid w:val="003B4F16"/>
    <w:rsid w:val="003B690A"/>
    <w:rsid w:val="003C1C5E"/>
    <w:rsid w:val="003D4053"/>
    <w:rsid w:val="003E3769"/>
    <w:rsid w:val="003F0DC4"/>
    <w:rsid w:val="003F25F0"/>
    <w:rsid w:val="003F6BA1"/>
    <w:rsid w:val="003F6EC9"/>
    <w:rsid w:val="00403979"/>
    <w:rsid w:val="00404F9C"/>
    <w:rsid w:val="00412E33"/>
    <w:rsid w:val="004142C9"/>
    <w:rsid w:val="00414912"/>
    <w:rsid w:val="00415F65"/>
    <w:rsid w:val="00417177"/>
    <w:rsid w:val="0042697F"/>
    <w:rsid w:val="004345CD"/>
    <w:rsid w:val="00435E0C"/>
    <w:rsid w:val="0044541A"/>
    <w:rsid w:val="004461BD"/>
    <w:rsid w:val="00446785"/>
    <w:rsid w:val="00452216"/>
    <w:rsid w:val="00454510"/>
    <w:rsid w:val="0046172E"/>
    <w:rsid w:val="00463EC1"/>
    <w:rsid w:val="00464400"/>
    <w:rsid w:val="00466305"/>
    <w:rsid w:val="004666E2"/>
    <w:rsid w:val="00473112"/>
    <w:rsid w:val="00476E86"/>
    <w:rsid w:val="00481D9F"/>
    <w:rsid w:val="004821EB"/>
    <w:rsid w:val="0049307C"/>
    <w:rsid w:val="004B0C2F"/>
    <w:rsid w:val="004B29B1"/>
    <w:rsid w:val="004B3BB9"/>
    <w:rsid w:val="004C33C0"/>
    <w:rsid w:val="004C422D"/>
    <w:rsid w:val="004C4580"/>
    <w:rsid w:val="004C4DC3"/>
    <w:rsid w:val="004C5862"/>
    <w:rsid w:val="004D1182"/>
    <w:rsid w:val="004D5745"/>
    <w:rsid w:val="004D5E1F"/>
    <w:rsid w:val="004D67A3"/>
    <w:rsid w:val="004E11DA"/>
    <w:rsid w:val="004E1FFD"/>
    <w:rsid w:val="004E33B9"/>
    <w:rsid w:val="004F4D4A"/>
    <w:rsid w:val="005017B2"/>
    <w:rsid w:val="00513C3F"/>
    <w:rsid w:val="005258EC"/>
    <w:rsid w:val="00530288"/>
    <w:rsid w:val="00531B6D"/>
    <w:rsid w:val="00535EBB"/>
    <w:rsid w:val="00545A5C"/>
    <w:rsid w:val="00552B99"/>
    <w:rsid w:val="00556140"/>
    <w:rsid w:val="00572FEF"/>
    <w:rsid w:val="00573568"/>
    <w:rsid w:val="00582F53"/>
    <w:rsid w:val="005913AF"/>
    <w:rsid w:val="005915CD"/>
    <w:rsid w:val="0059276E"/>
    <w:rsid w:val="00596EC5"/>
    <w:rsid w:val="005B324B"/>
    <w:rsid w:val="005B4514"/>
    <w:rsid w:val="005B4669"/>
    <w:rsid w:val="005C2647"/>
    <w:rsid w:val="005C44D6"/>
    <w:rsid w:val="005C4D5C"/>
    <w:rsid w:val="005C7919"/>
    <w:rsid w:val="005D42D9"/>
    <w:rsid w:val="005D500F"/>
    <w:rsid w:val="005E63C1"/>
    <w:rsid w:val="005E6AC1"/>
    <w:rsid w:val="005E7149"/>
    <w:rsid w:val="005E7944"/>
    <w:rsid w:val="005E795D"/>
    <w:rsid w:val="005F00D8"/>
    <w:rsid w:val="005F21F8"/>
    <w:rsid w:val="00600F0B"/>
    <w:rsid w:val="00606F7A"/>
    <w:rsid w:val="006079DA"/>
    <w:rsid w:val="00613B92"/>
    <w:rsid w:val="006141B9"/>
    <w:rsid w:val="00621B85"/>
    <w:rsid w:val="00622B8C"/>
    <w:rsid w:val="00624375"/>
    <w:rsid w:val="00625191"/>
    <w:rsid w:val="00625D32"/>
    <w:rsid w:val="0063686F"/>
    <w:rsid w:val="00644E06"/>
    <w:rsid w:val="006523F3"/>
    <w:rsid w:val="006550FC"/>
    <w:rsid w:val="00655289"/>
    <w:rsid w:val="0065574D"/>
    <w:rsid w:val="006560D0"/>
    <w:rsid w:val="0066000C"/>
    <w:rsid w:val="006614E4"/>
    <w:rsid w:val="006657D9"/>
    <w:rsid w:val="00665D18"/>
    <w:rsid w:val="006712D3"/>
    <w:rsid w:val="0068304B"/>
    <w:rsid w:val="006836E7"/>
    <w:rsid w:val="006B1897"/>
    <w:rsid w:val="006B645D"/>
    <w:rsid w:val="006B6FE6"/>
    <w:rsid w:val="006B70D0"/>
    <w:rsid w:val="006C4CC9"/>
    <w:rsid w:val="006C6B60"/>
    <w:rsid w:val="006D6765"/>
    <w:rsid w:val="006E0D55"/>
    <w:rsid w:val="006E2E2F"/>
    <w:rsid w:val="006F19D2"/>
    <w:rsid w:val="006F643B"/>
    <w:rsid w:val="007016B8"/>
    <w:rsid w:val="007027E5"/>
    <w:rsid w:val="00703D5E"/>
    <w:rsid w:val="007046E8"/>
    <w:rsid w:val="00710FCD"/>
    <w:rsid w:val="00712961"/>
    <w:rsid w:val="00722877"/>
    <w:rsid w:val="00725BC2"/>
    <w:rsid w:val="007315E9"/>
    <w:rsid w:val="00743259"/>
    <w:rsid w:val="00746488"/>
    <w:rsid w:val="00752AC5"/>
    <w:rsid w:val="007541FA"/>
    <w:rsid w:val="00754B9C"/>
    <w:rsid w:val="00757E56"/>
    <w:rsid w:val="00761ADD"/>
    <w:rsid w:val="00763924"/>
    <w:rsid w:val="00765D4A"/>
    <w:rsid w:val="00771F38"/>
    <w:rsid w:val="00781149"/>
    <w:rsid w:val="00782358"/>
    <w:rsid w:val="007877B7"/>
    <w:rsid w:val="00787C29"/>
    <w:rsid w:val="00792684"/>
    <w:rsid w:val="00792838"/>
    <w:rsid w:val="007A5CD5"/>
    <w:rsid w:val="007B14B5"/>
    <w:rsid w:val="007B26A5"/>
    <w:rsid w:val="007B5EE1"/>
    <w:rsid w:val="007C2BF2"/>
    <w:rsid w:val="007C4DCA"/>
    <w:rsid w:val="007D04B4"/>
    <w:rsid w:val="007D214A"/>
    <w:rsid w:val="007D5F75"/>
    <w:rsid w:val="007D626A"/>
    <w:rsid w:val="007D7BD5"/>
    <w:rsid w:val="007E1EE0"/>
    <w:rsid w:val="007E53DD"/>
    <w:rsid w:val="007E625B"/>
    <w:rsid w:val="007E66B6"/>
    <w:rsid w:val="007F12E5"/>
    <w:rsid w:val="007F17E4"/>
    <w:rsid w:val="007F4ADE"/>
    <w:rsid w:val="007F585B"/>
    <w:rsid w:val="007F66FF"/>
    <w:rsid w:val="00801DCE"/>
    <w:rsid w:val="00804584"/>
    <w:rsid w:val="008048F8"/>
    <w:rsid w:val="00804C2A"/>
    <w:rsid w:val="00812C6E"/>
    <w:rsid w:val="008222FB"/>
    <w:rsid w:val="00822D58"/>
    <w:rsid w:val="00824179"/>
    <w:rsid w:val="00824438"/>
    <w:rsid w:val="00824E87"/>
    <w:rsid w:val="008263D2"/>
    <w:rsid w:val="0082742F"/>
    <w:rsid w:val="00842197"/>
    <w:rsid w:val="00845F99"/>
    <w:rsid w:val="00846C41"/>
    <w:rsid w:val="00847F0B"/>
    <w:rsid w:val="008507B1"/>
    <w:rsid w:val="008507F9"/>
    <w:rsid w:val="00854814"/>
    <w:rsid w:val="00856CFA"/>
    <w:rsid w:val="00856D89"/>
    <w:rsid w:val="008628E7"/>
    <w:rsid w:val="00864852"/>
    <w:rsid w:val="00867377"/>
    <w:rsid w:val="008733B8"/>
    <w:rsid w:val="00880B21"/>
    <w:rsid w:val="00881F06"/>
    <w:rsid w:val="00883697"/>
    <w:rsid w:val="00884832"/>
    <w:rsid w:val="00886183"/>
    <w:rsid w:val="00886CE1"/>
    <w:rsid w:val="00892A29"/>
    <w:rsid w:val="008B5E0B"/>
    <w:rsid w:val="008C00BE"/>
    <w:rsid w:val="008D2D41"/>
    <w:rsid w:val="008D569F"/>
    <w:rsid w:val="008D620F"/>
    <w:rsid w:val="008E5E28"/>
    <w:rsid w:val="008F0AA1"/>
    <w:rsid w:val="008F0C3A"/>
    <w:rsid w:val="008F131C"/>
    <w:rsid w:val="008F27B2"/>
    <w:rsid w:val="00900613"/>
    <w:rsid w:val="00904612"/>
    <w:rsid w:val="0091129D"/>
    <w:rsid w:val="009151C4"/>
    <w:rsid w:val="0091646A"/>
    <w:rsid w:val="00922F9D"/>
    <w:rsid w:val="00927F62"/>
    <w:rsid w:val="00935354"/>
    <w:rsid w:val="009405FC"/>
    <w:rsid w:val="00942532"/>
    <w:rsid w:val="0094580B"/>
    <w:rsid w:val="0095418B"/>
    <w:rsid w:val="009602FF"/>
    <w:rsid w:val="00961611"/>
    <w:rsid w:val="00962AC4"/>
    <w:rsid w:val="00964802"/>
    <w:rsid w:val="00965A3C"/>
    <w:rsid w:val="00966C8B"/>
    <w:rsid w:val="00973E8F"/>
    <w:rsid w:val="0098095E"/>
    <w:rsid w:val="00981CA3"/>
    <w:rsid w:val="00983728"/>
    <w:rsid w:val="0099235D"/>
    <w:rsid w:val="00995374"/>
    <w:rsid w:val="00995BEE"/>
    <w:rsid w:val="00995C65"/>
    <w:rsid w:val="009A13D5"/>
    <w:rsid w:val="009A2FB1"/>
    <w:rsid w:val="009A36E0"/>
    <w:rsid w:val="009B0BA2"/>
    <w:rsid w:val="009B5485"/>
    <w:rsid w:val="009B5DB3"/>
    <w:rsid w:val="009B6798"/>
    <w:rsid w:val="009C2960"/>
    <w:rsid w:val="009C2C64"/>
    <w:rsid w:val="009C4D54"/>
    <w:rsid w:val="009E0977"/>
    <w:rsid w:val="009E0CDE"/>
    <w:rsid w:val="009E4E08"/>
    <w:rsid w:val="009E5728"/>
    <w:rsid w:val="009E6269"/>
    <w:rsid w:val="009E7E71"/>
    <w:rsid w:val="009F26FC"/>
    <w:rsid w:val="009F55BA"/>
    <w:rsid w:val="009F5A29"/>
    <w:rsid w:val="00A005AA"/>
    <w:rsid w:val="00A00AD3"/>
    <w:rsid w:val="00A13972"/>
    <w:rsid w:val="00A25CC1"/>
    <w:rsid w:val="00A336E1"/>
    <w:rsid w:val="00A34707"/>
    <w:rsid w:val="00A520CF"/>
    <w:rsid w:val="00A544BB"/>
    <w:rsid w:val="00A637D0"/>
    <w:rsid w:val="00A66081"/>
    <w:rsid w:val="00A70AF4"/>
    <w:rsid w:val="00A7249E"/>
    <w:rsid w:val="00A73095"/>
    <w:rsid w:val="00A75A20"/>
    <w:rsid w:val="00A85FEB"/>
    <w:rsid w:val="00A93D7B"/>
    <w:rsid w:val="00A96D68"/>
    <w:rsid w:val="00AA0BB3"/>
    <w:rsid w:val="00AA431D"/>
    <w:rsid w:val="00AA5F8C"/>
    <w:rsid w:val="00AB2653"/>
    <w:rsid w:val="00AB6739"/>
    <w:rsid w:val="00AC0E75"/>
    <w:rsid w:val="00AC115D"/>
    <w:rsid w:val="00AC1B92"/>
    <w:rsid w:val="00AC1CC0"/>
    <w:rsid w:val="00AD1595"/>
    <w:rsid w:val="00AD675B"/>
    <w:rsid w:val="00AD7858"/>
    <w:rsid w:val="00AE2F13"/>
    <w:rsid w:val="00AE46E4"/>
    <w:rsid w:val="00AE6941"/>
    <w:rsid w:val="00AF10F7"/>
    <w:rsid w:val="00AF5A51"/>
    <w:rsid w:val="00AF5E0B"/>
    <w:rsid w:val="00AF7D3F"/>
    <w:rsid w:val="00B069C2"/>
    <w:rsid w:val="00B07A16"/>
    <w:rsid w:val="00B142F8"/>
    <w:rsid w:val="00B1539A"/>
    <w:rsid w:val="00B15F1C"/>
    <w:rsid w:val="00B15F89"/>
    <w:rsid w:val="00B20B66"/>
    <w:rsid w:val="00B274D4"/>
    <w:rsid w:val="00B317ED"/>
    <w:rsid w:val="00B31A40"/>
    <w:rsid w:val="00B35C49"/>
    <w:rsid w:val="00B36BD1"/>
    <w:rsid w:val="00B43A13"/>
    <w:rsid w:val="00B4662C"/>
    <w:rsid w:val="00B47317"/>
    <w:rsid w:val="00B5447A"/>
    <w:rsid w:val="00B61036"/>
    <w:rsid w:val="00B64032"/>
    <w:rsid w:val="00B654DF"/>
    <w:rsid w:val="00B66E71"/>
    <w:rsid w:val="00B70266"/>
    <w:rsid w:val="00B81B46"/>
    <w:rsid w:val="00B83068"/>
    <w:rsid w:val="00B83B0A"/>
    <w:rsid w:val="00B86888"/>
    <w:rsid w:val="00B86CC5"/>
    <w:rsid w:val="00B969D6"/>
    <w:rsid w:val="00BA06E5"/>
    <w:rsid w:val="00BA5A16"/>
    <w:rsid w:val="00BB1705"/>
    <w:rsid w:val="00BB6B65"/>
    <w:rsid w:val="00BB6E2A"/>
    <w:rsid w:val="00BB74A8"/>
    <w:rsid w:val="00BB78D7"/>
    <w:rsid w:val="00BC0C78"/>
    <w:rsid w:val="00BC7C0C"/>
    <w:rsid w:val="00BC7E0B"/>
    <w:rsid w:val="00BD1E56"/>
    <w:rsid w:val="00BD246C"/>
    <w:rsid w:val="00BD4590"/>
    <w:rsid w:val="00BE632D"/>
    <w:rsid w:val="00BE7A40"/>
    <w:rsid w:val="00BF09DD"/>
    <w:rsid w:val="00C02F2F"/>
    <w:rsid w:val="00C1422E"/>
    <w:rsid w:val="00C222BE"/>
    <w:rsid w:val="00C3261D"/>
    <w:rsid w:val="00C33501"/>
    <w:rsid w:val="00C44290"/>
    <w:rsid w:val="00C5202D"/>
    <w:rsid w:val="00C5219A"/>
    <w:rsid w:val="00C5559B"/>
    <w:rsid w:val="00C576DB"/>
    <w:rsid w:val="00C630D5"/>
    <w:rsid w:val="00C76E1E"/>
    <w:rsid w:val="00C83A55"/>
    <w:rsid w:val="00C870C0"/>
    <w:rsid w:val="00C91394"/>
    <w:rsid w:val="00C97778"/>
    <w:rsid w:val="00CA002F"/>
    <w:rsid w:val="00CB3DFD"/>
    <w:rsid w:val="00CB7300"/>
    <w:rsid w:val="00CD27F4"/>
    <w:rsid w:val="00CD6CAC"/>
    <w:rsid w:val="00CE5379"/>
    <w:rsid w:val="00CF0C3A"/>
    <w:rsid w:val="00CF67A5"/>
    <w:rsid w:val="00D011BF"/>
    <w:rsid w:val="00D021F0"/>
    <w:rsid w:val="00D03214"/>
    <w:rsid w:val="00D034EA"/>
    <w:rsid w:val="00D075F9"/>
    <w:rsid w:val="00D12783"/>
    <w:rsid w:val="00D130BD"/>
    <w:rsid w:val="00D2054F"/>
    <w:rsid w:val="00D2675B"/>
    <w:rsid w:val="00D3204E"/>
    <w:rsid w:val="00D32275"/>
    <w:rsid w:val="00D512E0"/>
    <w:rsid w:val="00D520CD"/>
    <w:rsid w:val="00D6124B"/>
    <w:rsid w:val="00D638D0"/>
    <w:rsid w:val="00D70875"/>
    <w:rsid w:val="00D7099B"/>
    <w:rsid w:val="00D7520B"/>
    <w:rsid w:val="00D8090C"/>
    <w:rsid w:val="00D80AB6"/>
    <w:rsid w:val="00D81501"/>
    <w:rsid w:val="00D872EA"/>
    <w:rsid w:val="00D91719"/>
    <w:rsid w:val="00D91BCD"/>
    <w:rsid w:val="00D92606"/>
    <w:rsid w:val="00DA2B9B"/>
    <w:rsid w:val="00DA4487"/>
    <w:rsid w:val="00DA5E14"/>
    <w:rsid w:val="00DC012B"/>
    <w:rsid w:val="00DC01BB"/>
    <w:rsid w:val="00DD4EEC"/>
    <w:rsid w:val="00DD592E"/>
    <w:rsid w:val="00DD5BC1"/>
    <w:rsid w:val="00DE00C4"/>
    <w:rsid w:val="00DE00ED"/>
    <w:rsid w:val="00DE6D89"/>
    <w:rsid w:val="00DE77A1"/>
    <w:rsid w:val="00DF6E8E"/>
    <w:rsid w:val="00E00A39"/>
    <w:rsid w:val="00E01F04"/>
    <w:rsid w:val="00E20BE5"/>
    <w:rsid w:val="00E27C7E"/>
    <w:rsid w:val="00E30184"/>
    <w:rsid w:val="00E34D05"/>
    <w:rsid w:val="00E37679"/>
    <w:rsid w:val="00E41187"/>
    <w:rsid w:val="00E46413"/>
    <w:rsid w:val="00E500DA"/>
    <w:rsid w:val="00E517DC"/>
    <w:rsid w:val="00E534D5"/>
    <w:rsid w:val="00E576D1"/>
    <w:rsid w:val="00E624F5"/>
    <w:rsid w:val="00E62B79"/>
    <w:rsid w:val="00E633B2"/>
    <w:rsid w:val="00E7249F"/>
    <w:rsid w:val="00E74FED"/>
    <w:rsid w:val="00E81480"/>
    <w:rsid w:val="00E8310D"/>
    <w:rsid w:val="00E9029E"/>
    <w:rsid w:val="00E90E5B"/>
    <w:rsid w:val="00E9115F"/>
    <w:rsid w:val="00E974FF"/>
    <w:rsid w:val="00EA531A"/>
    <w:rsid w:val="00EB44CC"/>
    <w:rsid w:val="00EB563D"/>
    <w:rsid w:val="00EB69AD"/>
    <w:rsid w:val="00ED61F4"/>
    <w:rsid w:val="00ED6388"/>
    <w:rsid w:val="00ED67E0"/>
    <w:rsid w:val="00EE2FDD"/>
    <w:rsid w:val="00EE305D"/>
    <w:rsid w:val="00EE710E"/>
    <w:rsid w:val="00EF53D6"/>
    <w:rsid w:val="00EF6DA2"/>
    <w:rsid w:val="00EF7107"/>
    <w:rsid w:val="00F0023B"/>
    <w:rsid w:val="00F14AC7"/>
    <w:rsid w:val="00F158A1"/>
    <w:rsid w:val="00F26D97"/>
    <w:rsid w:val="00F26F17"/>
    <w:rsid w:val="00F270A3"/>
    <w:rsid w:val="00F277B0"/>
    <w:rsid w:val="00F27EBB"/>
    <w:rsid w:val="00F32A55"/>
    <w:rsid w:val="00F33064"/>
    <w:rsid w:val="00F37660"/>
    <w:rsid w:val="00F40B0E"/>
    <w:rsid w:val="00F446BE"/>
    <w:rsid w:val="00F46F5A"/>
    <w:rsid w:val="00F474D4"/>
    <w:rsid w:val="00F52350"/>
    <w:rsid w:val="00F53A5B"/>
    <w:rsid w:val="00F61056"/>
    <w:rsid w:val="00F640ED"/>
    <w:rsid w:val="00F747EF"/>
    <w:rsid w:val="00F75620"/>
    <w:rsid w:val="00F9037F"/>
    <w:rsid w:val="00FA5C12"/>
    <w:rsid w:val="00FB3E77"/>
    <w:rsid w:val="00FB7AD0"/>
    <w:rsid w:val="00FD0482"/>
    <w:rsid w:val="00FD0A8C"/>
    <w:rsid w:val="00FD0CDF"/>
    <w:rsid w:val="00FD18EE"/>
    <w:rsid w:val="00FD1FD4"/>
    <w:rsid w:val="00FD3289"/>
    <w:rsid w:val="00FD3B10"/>
    <w:rsid w:val="00FD49F0"/>
    <w:rsid w:val="00FD5C85"/>
    <w:rsid w:val="00FD6095"/>
    <w:rsid w:val="00FE3138"/>
    <w:rsid w:val="00FE325B"/>
    <w:rsid w:val="00FF0777"/>
    <w:rsid w:val="00FF5262"/>
    <w:rsid w:val="02CB29D3"/>
    <w:rsid w:val="05541341"/>
    <w:rsid w:val="05AC371D"/>
    <w:rsid w:val="0920C50C"/>
    <w:rsid w:val="0A5907E8"/>
    <w:rsid w:val="0ACD0048"/>
    <w:rsid w:val="0AE334BE"/>
    <w:rsid w:val="0C2097D0"/>
    <w:rsid w:val="0FA417A5"/>
    <w:rsid w:val="11877898"/>
    <w:rsid w:val="1299E964"/>
    <w:rsid w:val="12E9B03B"/>
    <w:rsid w:val="1308EC6D"/>
    <w:rsid w:val="14BC8E8D"/>
    <w:rsid w:val="14DB7112"/>
    <w:rsid w:val="17657967"/>
    <w:rsid w:val="1921FC2B"/>
    <w:rsid w:val="1B35F381"/>
    <w:rsid w:val="1B5F470A"/>
    <w:rsid w:val="1D7F270E"/>
    <w:rsid w:val="1F5F440F"/>
    <w:rsid w:val="20E2B321"/>
    <w:rsid w:val="21D094A1"/>
    <w:rsid w:val="21D38B05"/>
    <w:rsid w:val="24837E66"/>
    <w:rsid w:val="261ADD20"/>
    <w:rsid w:val="270A3167"/>
    <w:rsid w:val="2D479B99"/>
    <w:rsid w:val="2F69AE93"/>
    <w:rsid w:val="30F9CC76"/>
    <w:rsid w:val="313ED578"/>
    <w:rsid w:val="325C5B36"/>
    <w:rsid w:val="3270DEC1"/>
    <w:rsid w:val="346B9B26"/>
    <w:rsid w:val="3599E0E8"/>
    <w:rsid w:val="365BD4CA"/>
    <w:rsid w:val="37B24BB0"/>
    <w:rsid w:val="3874668F"/>
    <w:rsid w:val="3936646E"/>
    <w:rsid w:val="397CBDCD"/>
    <w:rsid w:val="3E7E04BA"/>
    <w:rsid w:val="400E0176"/>
    <w:rsid w:val="433A1447"/>
    <w:rsid w:val="435D9EF7"/>
    <w:rsid w:val="46BB5AA7"/>
    <w:rsid w:val="46CF7616"/>
    <w:rsid w:val="48177CBB"/>
    <w:rsid w:val="48F5BA1A"/>
    <w:rsid w:val="49F2FB69"/>
    <w:rsid w:val="4A14F605"/>
    <w:rsid w:val="4AA2F65D"/>
    <w:rsid w:val="4B8ECBCA"/>
    <w:rsid w:val="4CA520D1"/>
    <w:rsid w:val="4CE727AA"/>
    <w:rsid w:val="50CFCED7"/>
    <w:rsid w:val="528E89E0"/>
    <w:rsid w:val="599511EE"/>
    <w:rsid w:val="5A2CC616"/>
    <w:rsid w:val="5A6215E4"/>
    <w:rsid w:val="5BC89677"/>
    <w:rsid w:val="5DD066FC"/>
    <w:rsid w:val="5F6132FB"/>
    <w:rsid w:val="60AD9FDB"/>
    <w:rsid w:val="6155AB59"/>
    <w:rsid w:val="647E2AD5"/>
    <w:rsid w:val="66524871"/>
    <w:rsid w:val="678F097C"/>
    <w:rsid w:val="693DEC16"/>
    <w:rsid w:val="6C809110"/>
    <w:rsid w:val="6D2554FB"/>
    <w:rsid w:val="6D5EF948"/>
    <w:rsid w:val="71639902"/>
    <w:rsid w:val="730CDCFE"/>
    <w:rsid w:val="733FEE28"/>
    <w:rsid w:val="75B83FEE"/>
    <w:rsid w:val="76447DC0"/>
    <w:rsid w:val="76E2FA4D"/>
    <w:rsid w:val="773E7911"/>
    <w:rsid w:val="77D92291"/>
    <w:rsid w:val="7C0952CE"/>
    <w:rsid w:val="7C834F34"/>
    <w:rsid w:val="7CF05BB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2A147"/>
  <w15:docId w15:val="{C5E6A843-5C1E-435E-A8D1-82A301DA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2653"/>
    <w:pPr>
      <w:spacing w:after="0" w:line="240" w:lineRule="auto"/>
    </w:pPr>
    <w:rPr>
      <w:rFonts w:ascii="Arial" w:hAnsi="Arial"/>
    </w:rPr>
  </w:style>
  <w:style w:type="paragraph" w:styleId="berschrift1">
    <w:name w:val="heading 1"/>
    <w:aliases w:val="1. Überschrift"/>
    <w:basedOn w:val="Standard"/>
    <w:next w:val="Standard"/>
    <w:link w:val="berschrift1Zchn"/>
    <w:autoRedefine/>
    <w:uiPriority w:val="1"/>
    <w:qFormat/>
    <w:rsid w:val="00E00A39"/>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0F1C7E"/>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0F1C7E"/>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0F1C7E"/>
    <w:pPr>
      <w:keepNext/>
      <w:keepLines/>
      <w:spacing w:before="240"/>
      <w:outlineLvl w:val="3"/>
    </w:pPr>
    <w:rPr>
      <w:rFonts w:eastAsiaTheme="majorEastAsia" w:cstheme="majorBidi"/>
      <w:bCs/>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637D0"/>
    <w:pPr>
      <w:tabs>
        <w:tab w:val="center" w:pos="4536"/>
        <w:tab w:val="right" w:pos="9072"/>
      </w:tabs>
    </w:pPr>
  </w:style>
  <w:style w:type="character" w:customStyle="1" w:styleId="KopfzeileZchn">
    <w:name w:val="Kopfzeile Zchn"/>
    <w:basedOn w:val="Absatz-Standardschriftart"/>
    <w:link w:val="Kopfzeile"/>
    <w:uiPriority w:val="99"/>
    <w:rsid w:val="00A637D0"/>
  </w:style>
  <w:style w:type="paragraph" w:styleId="Fuzeile">
    <w:name w:val="footer"/>
    <w:basedOn w:val="Standard"/>
    <w:link w:val="FuzeileZchn"/>
    <w:uiPriority w:val="99"/>
    <w:unhideWhenUsed/>
    <w:rsid w:val="00A637D0"/>
    <w:pPr>
      <w:tabs>
        <w:tab w:val="center" w:pos="4536"/>
        <w:tab w:val="right" w:pos="9072"/>
      </w:tabs>
    </w:pPr>
  </w:style>
  <w:style w:type="character" w:customStyle="1" w:styleId="FuzeileZchn">
    <w:name w:val="Fußzeile Zchn"/>
    <w:basedOn w:val="Absatz-Standardschriftart"/>
    <w:link w:val="Fuzeile"/>
    <w:uiPriority w:val="99"/>
    <w:rsid w:val="00DE6D89"/>
  </w:style>
  <w:style w:type="paragraph" w:styleId="Sprechblasentext">
    <w:name w:val="Balloon Text"/>
    <w:basedOn w:val="Standard"/>
    <w:link w:val="SprechblasentextZchn"/>
    <w:uiPriority w:val="99"/>
    <w:semiHidden/>
    <w:unhideWhenUsed/>
    <w:rsid w:val="00A637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37D0"/>
    <w:rPr>
      <w:rFonts w:ascii="Tahoma" w:hAnsi="Tahoma" w:cs="Tahoma"/>
      <w:sz w:val="16"/>
      <w:szCs w:val="16"/>
    </w:rPr>
  </w:style>
  <w:style w:type="character" w:styleId="Seitenzahl">
    <w:name w:val="page number"/>
    <w:basedOn w:val="Absatz-Standardschriftart"/>
    <w:semiHidden/>
    <w:unhideWhenUsed/>
    <w:rsid w:val="00A637D0"/>
  </w:style>
  <w:style w:type="character" w:customStyle="1" w:styleId="berschrift2Zchn">
    <w:name w:val="Überschrift 2 Zchn"/>
    <w:aliases w:val="2. Überschrift Zchn"/>
    <w:basedOn w:val="Absatz-Standardschriftart"/>
    <w:link w:val="berschrift2"/>
    <w:uiPriority w:val="1"/>
    <w:rsid w:val="000F1C7E"/>
    <w:rPr>
      <w:rFonts w:ascii="Arial" w:eastAsiaTheme="majorEastAsia" w:hAnsi="Arial" w:cstheme="majorBidi"/>
      <w:b/>
      <w:bCs/>
      <w:sz w:val="24"/>
      <w:szCs w:val="26"/>
    </w:rPr>
  </w:style>
  <w:style w:type="character" w:customStyle="1" w:styleId="berschrift3Zchn">
    <w:name w:val="Überschrift 3 Zchn"/>
    <w:aliases w:val="3. Überschrift Zchn"/>
    <w:basedOn w:val="Absatz-Standardschriftart"/>
    <w:link w:val="berschrift3"/>
    <w:uiPriority w:val="1"/>
    <w:rsid w:val="000F1C7E"/>
    <w:rPr>
      <w:rFonts w:ascii="Arial" w:eastAsiaTheme="majorEastAsia" w:hAnsi="Arial" w:cstheme="majorBidi"/>
      <w:b/>
      <w:bCs/>
    </w:rPr>
  </w:style>
  <w:style w:type="paragraph" w:customStyle="1" w:styleId="2Einrckung">
    <w:name w:val="2. Einrückung"/>
    <w:basedOn w:val="Standard"/>
    <w:uiPriority w:val="2"/>
    <w:qFormat/>
    <w:rsid w:val="009B0BA2"/>
    <w:pPr>
      <w:tabs>
        <w:tab w:val="left" w:pos="567"/>
        <w:tab w:val="left" w:pos="1134"/>
      </w:tabs>
      <w:ind w:left="1134" w:hanging="567"/>
    </w:pPr>
  </w:style>
  <w:style w:type="paragraph" w:customStyle="1" w:styleId="1Einrckung">
    <w:name w:val="1. Einrückung"/>
    <w:basedOn w:val="Standard"/>
    <w:uiPriority w:val="2"/>
    <w:qFormat/>
    <w:rsid w:val="009B0BA2"/>
    <w:pPr>
      <w:tabs>
        <w:tab w:val="left" w:pos="567"/>
      </w:tabs>
      <w:ind w:left="567" w:hanging="567"/>
    </w:pPr>
  </w:style>
  <w:style w:type="paragraph" w:customStyle="1" w:styleId="3Einrckung">
    <w:name w:val="3. Einrückung"/>
    <w:basedOn w:val="Standard"/>
    <w:uiPriority w:val="2"/>
    <w:qFormat/>
    <w:rsid w:val="009B0BA2"/>
    <w:pPr>
      <w:tabs>
        <w:tab w:val="left" w:pos="567"/>
        <w:tab w:val="left" w:pos="1134"/>
        <w:tab w:val="left" w:pos="1701"/>
      </w:tabs>
      <w:ind w:left="1701" w:hanging="567"/>
    </w:pPr>
  </w:style>
  <w:style w:type="character" w:customStyle="1" w:styleId="berschrift1Zchn">
    <w:name w:val="Überschrift 1 Zchn"/>
    <w:aliases w:val="1. Überschrift Zchn"/>
    <w:basedOn w:val="Absatz-Standardschriftart"/>
    <w:link w:val="berschrift1"/>
    <w:uiPriority w:val="1"/>
    <w:rsid w:val="00E00A39"/>
    <w:rPr>
      <w:rFonts w:ascii="Arial" w:eastAsiaTheme="majorEastAsia" w:hAnsi="Arial" w:cstheme="majorBidi"/>
      <w:b/>
      <w:bCs/>
      <w:sz w:val="28"/>
      <w:szCs w:val="28"/>
    </w:rPr>
  </w:style>
  <w:style w:type="paragraph" w:styleId="KeinLeerraum">
    <w:name w:val="No Spacing"/>
    <w:basedOn w:val="Standard"/>
    <w:uiPriority w:val="4"/>
    <w:semiHidden/>
    <w:unhideWhenUsed/>
    <w:rsid w:val="000F1C7E"/>
  </w:style>
  <w:style w:type="table" w:styleId="Tabellenraster">
    <w:name w:val="Table Grid"/>
    <w:basedOn w:val="NormaleTabelle"/>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B969D6"/>
    <w:rPr>
      <w:rFonts w:ascii="Arial" w:eastAsiaTheme="majorEastAsia" w:hAnsi="Arial" w:cstheme="majorBidi"/>
      <w:bCs/>
      <w:iCs/>
      <w:color w:val="4F81BD" w:themeColor="accent1"/>
    </w:rPr>
  </w:style>
  <w:style w:type="paragraph" w:styleId="Listenabsatz">
    <w:name w:val="List Paragraph"/>
    <w:basedOn w:val="Standard"/>
    <w:uiPriority w:val="34"/>
    <w:qFormat/>
    <w:rsid w:val="004D67A3"/>
    <w:pPr>
      <w:ind w:left="720"/>
      <w:contextualSpacing/>
    </w:pPr>
  </w:style>
  <w:style w:type="paragraph" w:customStyle="1" w:styleId="Thema">
    <w:name w:val="Thema"/>
    <w:basedOn w:val="Standard"/>
    <w:link w:val="ThemaZchn"/>
    <w:qFormat/>
    <w:rsid w:val="00FD1FD4"/>
    <w:pPr>
      <w:spacing w:before="240" w:after="240"/>
    </w:pPr>
    <w:rPr>
      <w:b/>
      <w:sz w:val="24"/>
      <w:szCs w:val="24"/>
    </w:rPr>
  </w:style>
  <w:style w:type="character" w:customStyle="1" w:styleId="ThemaZchn">
    <w:name w:val="Thema Zchn"/>
    <w:basedOn w:val="Absatz-Standardschriftart"/>
    <w:link w:val="Thema"/>
    <w:rsid w:val="00FD1FD4"/>
    <w:rPr>
      <w:rFonts w:ascii="Arial" w:hAnsi="Arial"/>
      <w:b/>
      <w:sz w:val="24"/>
      <w:szCs w:val="24"/>
    </w:rPr>
  </w:style>
  <w:style w:type="paragraph" w:styleId="Funotentext">
    <w:name w:val="footnote text"/>
    <w:basedOn w:val="Standard"/>
    <w:link w:val="FunotentextZchn"/>
    <w:uiPriority w:val="99"/>
    <w:unhideWhenUsed/>
    <w:rsid w:val="00446785"/>
    <w:rPr>
      <w:sz w:val="20"/>
      <w:szCs w:val="20"/>
    </w:rPr>
  </w:style>
  <w:style w:type="character" w:customStyle="1" w:styleId="FunotentextZchn">
    <w:name w:val="Fußnotentext Zchn"/>
    <w:basedOn w:val="Absatz-Standardschriftart"/>
    <w:link w:val="Funotentext"/>
    <w:uiPriority w:val="99"/>
    <w:rsid w:val="00446785"/>
    <w:rPr>
      <w:rFonts w:ascii="Arial" w:hAnsi="Arial"/>
      <w:sz w:val="20"/>
      <w:szCs w:val="20"/>
    </w:rPr>
  </w:style>
  <w:style w:type="character" w:styleId="Funotenzeichen">
    <w:name w:val="footnote reference"/>
    <w:basedOn w:val="Absatz-Standardschriftart"/>
    <w:uiPriority w:val="99"/>
    <w:semiHidden/>
    <w:unhideWhenUsed/>
    <w:rsid w:val="00446785"/>
    <w:rPr>
      <w:vertAlign w:val="superscript"/>
    </w:rPr>
  </w:style>
  <w:style w:type="character" w:styleId="Kommentarzeichen">
    <w:name w:val="annotation reference"/>
    <w:basedOn w:val="Absatz-Standardschriftart"/>
    <w:uiPriority w:val="99"/>
    <w:semiHidden/>
    <w:unhideWhenUsed/>
    <w:rsid w:val="000B01F9"/>
    <w:rPr>
      <w:sz w:val="16"/>
      <w:szCs w:val="16"/>
    </w:rPr>
  </w:style>
  <w:style w:type="paragraph" w:styleId="Kommentartext">
    <w:name w:val="annotation text"/>
    <w:basedOn w:val="Standard"/>
    <w:link w:val="KommentartextZchn"/>
    <w:uiPriority w:val="99"/>
    <w:semiHidden/>
    <w:unhideWhenUsed/>
    <w:rsid w:val="000B01F9"/>
    <w:rPr>
      <w:sz w:val="20"/>
      <w:szCs w:val="20"/>
    </w:rPr>
  </w:style>
  <w:style w:type="character" w:customStyle="1" w:styleId="KommentartextZchn">
    <w:name w:val="Kommentartext Zchn"/>
    <w:basedOn w:val="Absatz-Standardschriftart"/>
    <w:link w:val="Kommentartext"/>
    <w:uiPriority w:val="99"/>
    <w:semiHidden/>
    <w:rsid w:val="000B01F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B01F9"/>
    <w:rPr>
      <w:b/>
      <w:bCs/>
    </w:rPr>
  </w:style>
  <w:style w:type="character" w:customStyle="1" w:styleId="KommentarthemaZchn">
    <w:name w:val="Kommentarthema Zchn"/>
    <w:basedOn w:val="KommentartextZchn"/>
    <w:link w:val="Kommentarthema"/>
    <w:uiPriority w:val="99"/>
    <w:semiHidden/>
    <w:rsid w:val="000B01F9"/>
    <w:rPr>
      <w:rFonts w:ascii="Arial" w:hAnsi="Arial"/>
      <w:b/>
      <w:bCs/>
      <w:sz w:val="20"/>
      <w:szCs w:val="20"/>
    </w:rPr>
  </w:style>
  <w:style w:type="paragraph" w:customStyle="1" w:styleId="Einzug">
    <w:name w:val="Einzug"/>
    <w:basedOn w:val="Standard"/>
    <w:rsid w:val="003F6BA1"/>
    <w:pPr>
      <w:autoSpaceDE w:val="0"/>
      <w:autoSpaceDN w:val="0"/>
      <w:ind w:left="851"/>
    </w:pPr>
    <w:rPr>
      <w:rFonts w:eastAsia="Times New Roman" w:cs="Arial"/>
      <w:lang w:eastAsia="de-DE"/>
    </w:rPr>
  </w:style>
  <w:style w:type="character" w:styleId="Hyperlink">
    <w:name w:val="Hyperlink"/>
    <w:basedOn w:val="Absatz-Standardschriftart"/>
    <w:uiPriority w:val="99"/>
    <w:unhideWhenUsed/>
    <w:rsid w:val="008048F8"/>
    <w:rPr>
      <w:color w:val="0000FF" w:themeColor="hyperlink"/>
      <w:u w:val="single"/>
    </w:rPr>
  </w:style>
  <w:style w:type="character" w:customStyle="1" w:styleId="NichtaufgelsteErwhnung1">
    <w:name w:val="Nicht aufgelöste Erwähnung1"/>
    <w:basedOn w:val="Absatz-Standardschriftart"/>
    <w:uiPriority w:val="99"/>
    <w:unhideWhenUsed/>
    <w:rsid w:val="006C6B60"/>
    <w:rPr>
      <w:color w:val="605E5C"/>
      <w:shd w:val="clear" w:color="auto" w:fill="E1DFDD"/>
    </w:rPr>
  </w:style>
  <w:style w:type="paragraph" w:styleId="Endnotentext">
    <w:name w:val="endnote text"/>
    <w:basedOn w:val="Standard"/>
    <w:link w:val="EndnotentextZchn"/>
    <w:uiPriority w:val="99"/>
    <w:semiHidden/>
    <w:unhideWhenUsed/>
    <w:rsid w:val="0014104A"/>
    <w:rPr>
      <w:sz w:val="20"/>
      <w:szCs w:val="20"/>
    </w:rPr>
  </w:style>
  <w:style w:type="character" w:customStyle="1" w:styleId="EndnotentextZchn">
    <w:name w:val="Endnotentext Zchn"/>
    <w:basedOn w:val="Absatz-Standardschriftart"/>
    <w:link w:val="Endnotentext"/>
    <w:uiPriority w:val="99"/>
    <w:semiHidden/>
    <w:rsid w:val="0014104A"/>
    <w:rPr>
      <w:rFonts w:ascii="Arial" w:hAnsi="Arial"/>
      <w:sz w:val="20"/>
      <w:szCs w:val="20"/>
    </w:rPr>
  </w:style>
  <w:style w:type="character" w:styleId="Endnotenzeichen">
    <w:name w:val="endnote reference"/>
    <w:basedOn w:val="Absatz-Standardschriftart"/>
    <w:uiPriority w:val="99"/>
    <w:semiHidden/>
    <w:unhideWhenUsed/>
    <w:rsid w:val="0014104A"/>
    <w:rPr>
      <w:vertAlign w:val="superscript"/>
    </w:rPr>
  </w:style>
  <w:style w:type="paragraph" w:customStyle="1" w:styleId="U-Bezeichn">
    <w:name w:val="U-Bezeichn"/>
    <w:basedOn w:val="Standard"/>
    <w:next w:val="Standard"/>
    <w:rsid w:val="00326D88"/>
    <w:pPr>
      <w:tabs>
        <w:tab w:val="left" w:pos="3969"/>
        <w:tab w:val="left" w:pos="5781"/>
      </w:tabs>
    </w:pPr>
    <w:rPr>
      <w:rFonts w:eastAsia="Times New Roman" w:cs="Times New Roman"/>
      <w:sz w:val="16"/>
    </w:rPr>
  </w:style>
  <w:style w:type="paragraph" w:styleId="berarbeitung">
    <w:name w:val="Revision"/>
    <w:hidden/>
    <w:uiPriority w:val="99"/>
    <w:semiHidden/>
    <w:rsid w:val="00621B85"/>
    <w:pPr>
      <w:spacing w:after="0" w:line="240" w:lineRule="auto"/>
    </w:pPr>
    <w:rPr>
      <w:rFonts w:ascii="Arial" w:hAnsi="Arial"/>
    </w:rPr>
  </w:style>
  <w:style w:type="character" w:customStyle="1" w:styleId="Erwhnung1">
    <w:name w:val="Erwähnung1"/>
    <w:basedOn w:val="Absatz-Standardschriftart"/>
    <w:uiPriority w:val="99"/>
    <w:unhideWhenUsed/>
    <w:rsid w:val="00621B8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642609">
      <w:bodyDiv w:val="1"/>
      <w:marLeft w:val="0"/>
      <w:marRight w:val="0"/>
      <w:marTop w:val="0"/>
      <w:marBottom w:val="0"/>
      <w:divBdr>
        <w:top w:val="none" w:sz="0" w:space="0" w:color="auto"/>
        <w:left w:val="none" w:sz="0" w:space="0" w:color="auto"/>
        <w:bottom w:val="none" w:sz="0" w:space="0" w:color="auto"/>
        <w:right w:val="none" w:sz="0" w:space="0" w:color="auto"/>
      </w:divBdr>
    </w:div>
    <w:div w:id="13708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ffma_sar1\Desktop\Vorlagen%20&#252;berarbeiten\OuR\fzb_dokumentation_empfaengerpruefung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408B4DEFEB564408E586D8B03DDAC9C" ma:contentTypeVersion="4" ma:contentTypeDescription="Ein neues Dokument erstellen." ma:contentTypeScope="" ma:versionID="979448d540c4b067866190985837aeed">
  <xsd:schema xmlns:xsd="http://www.w3.org/2001/XMLSchema" xmlns:xs="http://www.w3.org/2001/XMLSchema" xmlns:p="http://schemas.microsoft.com/office/2006/metadata/properties" xmlns:ns2="b00fdb1d-db3d-4d0d-bb2f-687a67bc244e" targetNamespace="http://schemas.microsoft.com/office/2006/metadata/properties" ma:root="true" ma:fieldsID="85eddd829670c81efd87038dc6bc9710" ns2:_="">
    <xsd:import namespace="b00fdb1d-db3d-4d0d-bb2f-687a67bc24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fdb1d-db3d-4d0d-bb2f-687a67bc24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DFB53D-CAC5-4CA9-B7F0-8232D9D07A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5A8D69-4B7A-441D-8F63-7E955CEACFFB}">
  <ds:schemaRefs>
    <ds:schemaRef ds:uri="http://schemas.openxmlformats.org/officeDocument/2006/bibliography"/>
  </ds:schemaRefs>
</ds:datastoreItem>
</file>

<file path=customXml/itemProps3.xml><?xml version="1.0" encoding="utf-8"?>
<ds:datastoreItem xmlns:ds="http://schemas.openxmlformats.org/officeDocument/2006/customXml" ds:itemID="{C8B12B6E-5DF5-4559-9E91-38B6E0D2E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fdb1d-db3d-4d0d-bb2f-687a67bc2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8DA6C8-BB4E-4183-AA01-D160A94605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fzb_dokumentation_empfaengerpruefung_de.dotx</Template>
  <TotalTime>0</TotalTime>
  <Pages>6</Pages>
  <Words>1723</Words>
  <Characters>9477</Characters>
  <Application>Microsoft Office Word</Application>
  <DocSecurity>0</DocSecurity>
  <Lines>451</Lines>
  <Paragraphs>177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GTZ GmbH</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 Scholz</dc:creator>
  <cp:keywords/>
  <cp:lastModifiedBy>Scholz, Ute GIZ</cp:lastModifiedBy>
  <cp:revision>3</cp:revision>
  <cp:lastPrinted>2019-07-01T19:47:00Z</cp:lastPrinted>
  <dcterms:created xsi:type="dcterms:W3CDTF">2022-12-01T10:37:00Z</dcterms:created>
  <dcterms:modified xsi:type="dcterms:W3CDTF">2022-12-02T12:19:00Z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0x010100B408B4DEFEB564408E586D8B03DDAC9C</vt:lpwstr>
  </property>
  <property fmtid="{D5CDD505-2E9C-101B-9397-08002B2CF9AE}" pid="4" name="Kat 1">
    <vt:lpwstr>;#-;#</vt:lpwstr>
  </property>
  <property fmtid="{D5CDD505-2E9C-101B-9397-08002B2CF9AE}" pid="5" name="Status">
    <vt:lpwstr>In Bearbeitung</vt:lpwstr>
  </property>
</Properties>
</file>