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0F1B3CB1"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971238" w:rsidRPr="00971238">
        <w:rPr>
          <w:lang w:val="en-GB"/>
        </w:rPr>
        <w:t>83492600</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5313A0B3"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571151">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971238" w:rsidRPr="00971238">
        <w:rPr>
          <w:rFonts w:cs="Arial"/>
          <w:noProof/>
          <w:szCs w:val="22"/>
          <w:lang w:val="en-GB"/>
        </w:rPr>
        <w:t>22</w:t>
      </w:r>
      <w:r w:rsidR="00971238">
        <w:rPr>
          <w:rFonts w:cs="Arial"/>
          <w:noProof/>
          <w:szCs w:val="22"/>
          <w:lang w:val="en-GB"/>
        </w:rPr>
        <w:t>.</w:t>
      </w:r>
      <w:r w:rsidR="00971238" w:rsidRPr="00971238">
        <w:rPr>
          <w:rFonts w:cs="Arial"/>
          <w:noProof/>
          <w:szCs w:val="22"/>
          <w:lang w:val="en-GB"/>
        </w:rPr>
        <w:t>551</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33273A4"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646B78">
        <w:rPr>
          <w:rFonts w:cs="Arial"/>
          <w:noProof/>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055965BE"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165339">
        <w:rPr>
          <w:b w:val="0"/>
          <w:noProof/>
          <w:lang w:val="en-GB"/>
        </w:rPr>
        <w:t>1</w:t>
      </w:r>
      <w:r w:rsidR="00466F60">
        <w:rPr>
          <w:b w:val="0"/>
          <w:noProof/>
          <w:lang w:val="en-GB"/>
        </w:rPr>
        <w:t>0</w:t>
      </w:r>
      <w:r w:rsidR="00ED5E17">
        <w:rPr>
          <w:b w:val="0"/>
          <w:noProof/>
          <w:lang w:val="en-GB"/>
        </w:rPr>
        <w:t>.</w:t>
      </w:r>
      <w:r w:rsidR="00ED5E17" w:rsidRPr="00ED5E17">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61890A99" w:rsidR="00CE7FBD" w:rsidRPr="003F2462" w:rsidRDefault="00074A24" w:rsidP="00EF101F">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466F60">
        <w:rPr>
          <w:b w:val="0"/>
          <w:noProof/>
          <w:lang w:val="en-GB"/>
        </w:rPr>
        <w:t>2</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466F60">
        <w:rPr>
          <w:b w:val="0"/>
          <w:lang w:val="en-GB"/>
        </w:rPr>
        <w:t>Movies Industry</w:t>
      </w:r>
      <w:r w:rsidRPr="003F2462">
        <w:rPr>
          <w:b w:val="0"/>
          <w:lang w:val="en-GB"/>
        </w:rPr>
        <w:fldChar w:fldCharType="end"/>
      </w:r>
    </w:p>
    <w:p w14:paraId="1E565595" w14:textId="21CD65D5"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466F60">
        <w:rPr>
          <w:b w:val="0"/>
          <w:noProof/>
          <w:lang w:val="en-GB"/>
        </w:rPr>
        <w:t>2</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D62967">
        <w:rPr>
          <w:b w:val="0"/>
          <w:lang w:val="en-GB"/>
        </w:rPr>
        <w:t>Indonesia</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EF101F">
        <w:rPr>
          <w:b w:val="0"/>
          <w:lang w:val="en-GB"/>
        </w:rPr>
        <w:t> </w:t>
      </w:r>
      <w:r w:rsidR="00EF101F">
        <w:rPr>
          <w:b w:val="0"/>
          <w:lang w:val="en-GB"/>
        </w:rPr>
        <w:t> </w:t>
      </w:r>
      <w:r w:rsidR="00EF101F">
        <w:rPr>
          <w:b w:val="0"/>
          <w:lang w:val="en-GB"/>
        </w:rPr>
        <w:t> </w:t>
      </w:r>
      <w:r w:rsidR="00EF101F">
        <w:rPr>
          <w:b w:val="0"/>
          <w:lang w:val="en-GB"/>
        </w:rPr>
        <w:t> </w:t>
      </w:r>
      <w:r w:rsidR="00EF101F">
        <w:rPr>
          <w:b w:val="0"/>
          <w:lang w:val="en-GB"/>
        </w:rPr>
        <w:t>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8"/>
          <w:footerReference w:type="default" r:id="rId9"/>
          <w:headerReference w:type="first" r:id="rId10"/>
          <w:footerReference w:type="first" r:id="rId11"/>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2"/>
          <w:footerReference w:type="default" r:id="rId13"/>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4"/>
      <w:footerReference w:type="default" r:id="rId15"/>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62434" w14:textId="77777777" w:rsidR="00B64156" w:rsidRDefault="00B64156" w:rsidP="00A637D0">
      <w:r>
        <w:separator/>
      </w:r>
    </w:p>
  </w:endnote>
  <w:endnote w:type="continuationSeparator" w:id="0">
    <w:p w14:paraId="7F070CC6" w14:textId="77777777" w:rsidR="00B64156" w:rsidRDefault="00B64156"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8D105" w14:textId="77777777" w:rsidR="00B64156" w:rsidRDefault="00B64156" w:rsidP="00A637D0">
      <w:r>
        <w:separator/>
      </w:r>
    </w:p>
  </w:footnote>
  <w:footnote w:type="continuationSeparator" w:id="0">
    <w:p w14:paraId="3DC03DD5" w14:textId="77777777" w:rsidR="00B64156" w:rsidRDefault="00B64156"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304BC"/>
    <w:rsid w:val="000338C6"/>
    <w:rsid w:val="00047F4A"/>
    <w:rsid w:val="00052ABD"/>
    <w:rsid w:val="000548E6"/>
    <w:rsid w:val="00054B0B"/>
    <w:rsid w:val="000559A2"/>
    <w:rsid w:val="0006192A"/>
    <w:rsid w:val="00074A24"/>
    <w:rsid w:val="00074DAF"/>
    <w:rsid w:val="00083456"/>
    <w:rsid w:val="000A5C66"/>
    <w:rsid w:val="000B0E75"/>
    <w:rsid w:val="000B1A38"/>
    <w:rsid w:val="000B478D"/>
    <w:rsid w:val="000B7E54"/>
    <w:rsid w:val="000C1CE3"/>
    <w:rsid w:val="000C4C1D"/>
    <w:rsid w:val="000E3666"/>
    <w:rsid w:val="000E4FA6"/>
    <w:rsid w:val="000F1C7E"/>
    <w:rsid w:val="00101577"/>
    <w:rsid w:val="00101FDB"/>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339"/>
    <w:rsid w:val="00165E31"/>
    <w:rsid w:val="00170611"/>
    <w:rsid w:val="00182FB6"/>
    <w:rsid w:val="0018551C"/>
    <w:rsid w:val="00190868"/>
    <w:rsid w:val="001A17F9"/>
    <w:rsid w:val="001B0209"/>
    <w:rsid w:val="001B11D3"/>
    <w:rsid w:val="001B1784"/>
    <w:rsid w:val="001B5011"/>
    <w:rsid w:val="001B7AAD"/>
    <w:rsid w:val="001C07C7"/>
    <w:rsid w:val="001C755E"/>
    <w:rsid w:val="001D41F6"/>
    <w:rsid w:val="001D6A12"/>
    <w:rsid w:val="001D7634"/>
    <w:rsid w:val="001F2E71"/>
    <w:rsid w:val="00200B0F"/>
    <w:rsid w:val="002045A8"/>
    <w:rsid w:val="00205815"/>
    <w:rsid w:val="0020698D"/>
    <w:rsid w:val="00213B1C"/>
    <w:rsid w:val="002320DD"/>
    <w:rsid w:val="002436FD"/>
    <w:rsid w:val="00247C37"/>
    <w:rsid w:val="0025197C"/>
    <w:rsid w:val="002532B6"/>
    <w:rsid w:val="00260630"/>
    <w:rsid w:val="002616A5"/>
    <w:rsid w:val="00270146"/>
    <w:rsid w:val="00270A19"/>
    <w:rsid w:val="00271D34"/>
    <w:rsid w:val="0027290F"/>
    <w:rsid w:val="00275F2B"/>
    <w:rsid w:val="002840F5"/>
    <w:rsid w:val="0028645D"/>
    <w:rsid w:val="00286A7C"/>
    <w:rsid w:val="00287466"/>
    <w:rsid w:val="00287635"/>
    <w:rsid w:val="00293310"/>
    <w:rsid w:val="00294602"/>
    <w:rsid w:val="00295C25"/>
    <w:rsid w:val="002975F6"/>
    <w:rsid w:val="002A379A"/>
    <w:rsid w:val="002A4265"/>
    <w:rsid w:val="002B0417"/>
    <w:rsid w:val="002B0559"/>
    <w:rsid w:val="002B1EEA"/>
    <w:rsid w:val="002B3058"/>
    <w:rsid w:val="002B5766"/>
    <w:rsid w:val="002B696B"/>
    <w:rsid w:val="002C0268"/>
    <w:rsid w:val="002C318A"/>
    <w:rsid w:val="002C4AAF"/>
    <w:rsid w:val="002E00A2"/>
    <w:rsid w:val="002E0FF5"/>
    <w:rsid w:val="002E3268"/>
    <w:rsid w:val="002F4523"/>
    <w:rsid w:val="00303CC2"/>
    <w:rsid w:val="003049BD"/>
    <w:rsid w:val="00304B51"/>
    <w:rsid w:val="00316AD4"/>
    <w:rsid w:val="003306FA"/>
    <w:rsid w:val="0033225A"/>
    <w:rsid w:val="00333EFE"/>
    <w:rsid w:val="0034250C"/>
    <w:rsid w:val="00342640"/>
    <w:rsid w:val="00351DC4"/>
    <w:rsid w:val="00354D41"/>
    <w:rsid w:val="00371240"/>
    <w:rsid w:val="00371F72"/>
    <w:rsid w:val="00372DAC"/>
    <w:rsid w:val="00373042"/>
    <w:rsid w:val="0037723D"/>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D7DC8"/>
    <w:rsid w:val="003F2462"/>
    <w:rsid w:val="003F6EC9"/>
    <w:rsid w:val="003F7303"/>
    <w:rsid w:val="00415BA6"/>
    <w:rsid w:val="004435ED"/>
    <w:rsid w:val="004511CA"/>
    <w:rsid w:val="0045631A"/>
    <w:rsid w:val="0045739A"/>
    <w:rsid w:val="00463EC1"/>
    <w:rsid w:val="00466305"/>
    <w:rsid w:val="004666E2"/>
    <w:rsid w:val="00466F60"/>
    <w:rsid w:val="00472CB8"/>
    <w:rsid w:val="0047680C"/>
    <w:rsid w:val="004821C0"/>
    <w:rsid w:val="0049307C"/>
    <w:rsid w:val="00495C9A"/>
    <w:rsid w:val="004A1C00"/>
    <w:rsid w:val="004A28D6"/>
    <w:rsid w:val="004A2BE9"/>
    <w:rsid w:val="004A374F"/>
    <w:rsid w:val="004A5843"/>
    <w:rsid w:val="004B1237"/>
    <w:rsid w:val="004B5869"/>
    <w:rsid w:val="004B6704"/>
    <w:rsid w:val="004C4961"/>
    <w:rsid w:val="004D1A52"/>
    <w:rsid w:val="004D5B34"/>
    <w:rsid w:val="004E11DA"/>
    <w:rsid w:val="004E37B6"/>
    <w:rsid w:val="004E597C"/>
    <w:rsid w:val="004F56CA"/>
    <w:rsid w:val="004F6D94"/>
    <w:rsid w:val="004F7FBA"/>
    <w:rsid w:val="0050244A"/>
    <w:rsid w:val="00502CE8"/>
    <w:rsid w:val="00503D35"/>
    <w:rsid w:val="00507C1D"/>
    <w:rsid w:val="00516FF0"/>
    <w:rsid w:val="00553FC0"/>
    <w:rsid w:val="00554D64"/>
    <w:rsid w:val="00556EAD"/>
    <w:rsid w:val="00560342"/>
    <w:rsid w:val="00562AAE"/>
    <w:rsid w:val="00571151"/>
    <w:rsid w:val="005856CD"/>
    <w:rsid w:val="005875AF"/>
    <w:rsid w:val="0058778D"/>
    <w:rsid w:val="00597D18"/>
    <w:rsid w:val="005A05F7"/>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40871"/>
    <w:rsid w:val="00640E1F"/>
    <w:rsid w:val="00641269"/>
    <w:rsid w:val="00642A84"/>
    <w:rsid w:val="006441C9"/>
    <w:rsid w:val="00645BF8"/>
    <w:rsid w:val="00646202"/>
    <w:rsid w:val="0064662C"/>
    <w:rsid w:val="00646B78"/>
    <w:rsid w:val="00647683"/>
    <w:rsid w:val="00655A55"/>
    <w:rsid w:val="00655F11"/>
    <w:rsid w:val="006601D0"/>
    <w:rsid w:val="00672B9A"/>
    <w:rsid w:val="00682E0C"/>
    <w:rsid w:val="00686E7F"/>
    <w:rsid w:val="0069220B"/>
    <w:rsid w:val="00694737"/>
    <w:rsid w:val="00696B10"/>
    <w:rsid w:val="006A5B09"/>
    <w:rsid w:val="006B01FA"/>
    <w:rsid w:val="006B4708"/>
    <w:rsid w:val="006C3411"/>
    <w:rsid w:val="006D12CF"/>
    <w:rsid w:val="006E2E2F"/>
    <w:rsid w:val="006E6BF7"/>
    <w:rsid w:val="006E724B"/>
    <w:rsid w:val="006F15DB"/>
    <w:rsid w:val="006F1D40"/>
    <w:rsid w:val="006F545C"/>
    <w:rsid w:val="006F5A39"/>
    <w:rsid w:val="006F643B"/>
    <w:rsid w:val="007000B3"/>
    <w:rsid w:val="007058FA"/>
    <w:rsid w:val="007077E8"/>
    <w:rsid w:val="00722877"/>
    <w:rsid w:val="007245A9"/>
    <w:rsid w:val="007273C6"/>
    <w:rsid w:val="00737A70"/>
    <w:rsid w:val="00752AC5"/>
    <w:rsid w:val="007543A6"/>
    <w:rsid w:val="00763DE2"/>
    <w:rsid w:val="007646C2"/>
    <w:rsid w:val="007702B2"/>
    <w:rsid w:val="00771C78"/>
    <w:rsid w:val="00776B87"/>
    <w:rsid w:val="00780022"/>
    <w:rsid w:val="00787AAD"/>
    <w:rsid w:val="00791EC5"/>
    <w:rsid w:val="0079505C"/>
    <w:rsid w:val="007A14C8"/>
    <w:rsid w:val="007B0B24"/>
    <w:rsid w:val="007B14B5"/>
    <w:rsid w:val="007B15CD"/>
    <w:rsid w:val="007C019E"/>
    <w:rsid w:val="007C2451"/>
    <w:rsid w:val="007C6460"/>
    <w:rsid w:val="007D1F6F"/>
    <w:rsid w:val="007D416C"/>
    <w:rsid w:val="007D4193"/>
    <w:rsid w:val="007D626A"/>
    <w:rsid w:val="007D6FB7"/>
    <w:rsid w:val="007F04A8"/>
    <w:rsid w:val="007F1604"/>
    <w:rsid w:val="007F4156"/>
    <w:rsid w:val="007F53DB"/>
    <w:rsid w:val="008018D8"/>
    <w:rsid w:val="008071C6"/>
    <w:rsid w:val="00810BE4"/>
    <w:rsid w:val="00812317"/>
    <w:rsid w:val="00814003"/>
    <w:rsid w:val="00824179"/>
    <w:rsid w:val="00840C47"/>
    <w:rsid w:val="00840C61"/>
    <w:rsid w:val="0084450E"/>
    <w:rsid w:val="00845E5A"/>
    <w:rsid w:val="008472EF"/>
    <w:rsid w:val="00847F0B"/>
    <w:rsid w:val="008564C5"/>
    <w:rsid w:val="00856CFA"/>
    <w:rsid w:val="008710E3"/>
    <w:rsid w:val="008761AD"/>
    <w:rsid w:val="00880B21"/>
    <w:rsid w:val="00882D2F"/>
    <w:rsid w:val="008862EE"/>
    <w:rsid w:val="008964DD"/>
    <w:rsid w:val="008A634C"/>
    <w:rsid w:val="008B1997"/>
    <w:rsid w:val="008B7244"/>
    <w:rsid w:val="008C00BE"/>
    <w:rsid w:val="008C0E93"/>
    <w:rsid w:val="008D3380"/>
    <w:rsid w:val="008D4B06"/>
    <w:rsid w:val="008D5A9C"/>
    <w:rsid w:val="008E3230"/>
    <w:rsid w:val="00904E6F"/>
    <w:rsid w:val="00905B81"/>
    <w:rsid w:val="00907EFD"/>
    <w:rsid w:val="00914472"/>
    <w:rsid w:val="0091691F"/>
    <w:rsid w:val="009239DC"/>
    <w:rsid w:val="00936D15"/>
    <w:rsid w:val="009421DC"/>
    <w:rsid w:val="00942857"/>
    <w:rsid w:val="00956706"/>
    <w:rsid w:val="00957D5A"/>
    <w:rsid w:val="00960432"/>
    <w:rsid w:val="00964A05"/>
    <w:rsid w:val="00967801"/>
    <w:rsid w:val="00971238"/>
    <w:rsid w:val="00986F39"/>
    <w:rsid w:val="00992376"/>
    <w:rsid w:val="00994A1D"/>
    <w:rsid w:val="009A13D5"/>
    <w:rsid w:val="009A45E6"/>
    <w:rsid w:val="009A6F15"/>
    <w:rsid w:val="009B0BA2"/>
    <w:rsid w:val="009B4A8D"/>
    <w:rsid w:val="009B5500"/>
    <w:rsid w:val="009C20A0"/>
    <w:rsid w:val="009C300B"/>
    <w:rsid w:val="009C60C8"/>
    <w:rsid w:val="009C7098"/>
    <w:rsid w:val="009D1859"/>
    <w:rsid w:val="009D2E7B"/>
    <w:rsid w:val="009D33C1"/>
    <w:rsid w:val="009E0B2D"/>
    <w:rsid w:val="009E36C4"/>
    <w:rsid w:val="009E4E08"/>
    <w:rsid w:val="009E7E71"/>
    <w:rsid w:val="009F1656"/>
    <w:rsid w:val="00A00268"/>
    <w:rsid w:val="00A028F9"/>
    <w:rsid w:val="00A03C19"/>
    <w:rsid w:val="00A10620"/>
    <w:rsid w:val="00A11BEF"/>
    <w:rsid w:val="00A1268A"/>
    <w:rsid w:val="00A13972"/>
    <w:rsid w:val="00A277C0"/>
    <w:rsid w:val="00A33934"/>
    <w:rsid w:val="00A43ABF"/>
    <w:rsid w:val="00A454D1"/>
    <w:rsid w:val="00A637D0"/>
    <w:rsid w:val="00A64890"/>
    <w:rsid w:val="00A66242"/>
    <w:rsid w:val="00A66F32"/>
    <w:rsid w:val="00A71D28"/>
    <w:rsid w:val="00A724D2"/>
    <w:rsid w:val="00A73771"/>
    <w:rsid w:val="00A908BD"/>
    <w:rsid w:val="00A910C0"/>
    <w:rsid w:val="00A9423E"/>
    <w:rsid w:val="00A95017"/>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6C78"/>
    <w:rsid w:val="00B4737B"/>
    <w:rsid w:val="00B503C1"/>
    <w:rsid w:val="00B5388E"/>
    <w:rsid w:val="00B64156"/>
    <w:rsid w:val="00B66F1A"/>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1EFC"/>
    <w:rsid w:val="00C1422E"/>
    <w:rsid w:val="00C177A6"/>
    <w:rsid w:val="00C21919"/>
    <w:rsid w:val="00C33309"/>
    <w:rsid w:val="00C33501"/>
    <w:rsid w:val="00C436E8"/>
    <w:rsid w:val="00C538E0"/>
    <w:rsid w:val="00C56D26"/>
    <w:rsid w:val="00C61FBD"/>
    <w:rsid w:val="00C63C0B"/>
    <w:rsid w:val="00C66567"/>
    <w:rsid w:val="00C76E1E"/>
    <w:rsid w:val="00C83669"/>
    <w:rsid w:val="00C85221"/>
    <w:rsid w:val="00C91A29"/>
    <w:rsid w:val="00C954BA"/>
    <w:rsid w:val="00C95AC5"/>
    <w:rsid w:val="00CA3541"/>
    <w:rsid w:val="00CA3AE8"/>
    <w:rsid w:val="00CB0F3D"/>
    <w:rsid w:val="00CB5D0D"/>
    <w:rsid w:val="00CC27E3"/>
    <w:rsid w:val="00CC342C"/>
    <w:rsid w:val="00CC41DD"/>
    <w:rsid w:val="00CC441D"/>
    <w:rsid w:val="00CC49D9"/>
    <w:rsid w:val="00CC4DB7"/>
    <w:rsid w:val="00CD1093"/>
    <w:rsid w:val="00CD34D5"/>
    <w:rsid w:val="00CD4F23"/>
    <w:rsid w:val="00CD69B8"/>
    <w:rsid w:val="00CE7FBD"/>
    <w:rsid w:val="00CF3A30"/>
    <w:rsid w:val="00D027FB"/>
    <w:rsid w:val="00D038BA"/>
    <w:rsid w:val="00D04E04"/>
    <w:rsid w:val="00D10ABD"/>
    <w:rsid w:val="00D11C26"/>
    <w:rsid w:val="00D151EE"/>
    <w:rsid w:val="00D15832"/>
    <w:rsid w:val="00D167A3"/>
    <w:rsid w:val="00D2054F"/>
    <w:rsid w:val="00D21E07"/>
    <w:rsid w:val="00D25ADC"/>
    <w:rsid w:val="00D26A6F"/>
    <w:rsid w:val="00D27533"/>
    <w:rsid w:val="00D332D6"/>
    <w:rsid w:val="00D33627"/>
    <w:rsid w:val="00D377D7"/>
    <w:rsid w:val="00D62967"/>
    <w:rsid w:val="00D642DF"/>
    <w:rsid w:val="00D67C9D"/>
    <w:rsid w:val="00D75C71"/>
    <w:rsid w:val="00D80282"/>
    <w:rsid w:val="00D828C7"/>
    <w:rsid w:val="00D915D5"/>
    <w:rsid w:val="00DA3266"/>
    <w:rsid w:val="00DB1469"/>
    <w:rsid w:val="00DD0D7D"/>
    <w:rsid w:val="00DD48B5"/>
    <w:rsid w:val="00DD592E"/>
    <w:rsid w:val="00DD658A"/>
    <w:rsid w:val="00DE0892"/>
    <w:rsid w:val="00DE3C1A"/>
    <w:rsid w:val="00DE6D89"/>
    <w:rsid w:val="00DE78C1"/>
    <w:rsid w:val="00DE7E67"/>
    <w:rsid w:val="00DF46F4"/>
    <w:rsid w:val="00DF6E8E"/>
    <w:rsid w:val="00E00A39"/>
    <w:rsid w:val="00E17E99"/>
    <w:rsid w:val="00E2052D"/>
    <w:rsid w:val="00E244BC"/>
    <w:rsid w:val="00E26540"/>
    <w:rsid w:val="00E27A10"/>
    <w:rsid w:val="00E30D70"/>
    <w:rsid w:val="00E32D51"/>
    <w:rsid w:val="00E415DF"/>
    <w:rsid w:val="00E46413"/>
    <w:rsid w:val="00E46FEC"/>
    <w:rsid w:val="00E51376"/>
    <w:rsid w:val="00E534D5"/>
    <w:rsid w:val="00E56945"/>
    <w:rsid w:val="00E617FD"/>
    <w:rsid w:val="00E62B79"/>
    <w:rsid w:val="00E704DD"/>
    <w:rsid w:val="00E71D03"/>
    <w:rsid w:val="00E73D50"/>
    <w:rsid w:val="00E747E1"/>
    <w:rsid w:val="00E80124"/>
    <w:rsid w:val="00E8565A"/>
    <w:rsid w:val="00E9115F"/>
    <w:rsid w:val="00E917CA"/>
    <w:rsid w:val="00E94D73"/>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5E17"/>
    <w:rsid w:val="00ED67E0"/>
    <w:rsid w:val="00ED68B5"/>
    <w:rsid w:val="00EE04BC"/>
    <w:rsid w:val="00EE15A3"/>
    <w:rsid w:val="00EF101F"/>
    <w:rsid w:val="00EF1B99"/>
    <w:rsid w:val="00EF54C1"/>
    <w:rsid w:val="00F02605"/>
    <w:rsid w:val="00F02F04"/>
    <w:rsid w:val="00F03473"/>
    <w:rsid w:val="00F0397E"/>
    <w:rsid w:val="00F059C6"/>
    <w:rsid w:val="00F147C6"/>
    <w:rsid w:val="00F16E21"/>
    <w:rsid w:val="00F16F42"/>
    <w:rsid w:val="00F2243E"/>
    <w:rsid w:val="00F22843"/>
    <w:rsid w:val="00F371CB"/>
    <w:rsid w:val="00F42DC1"/>
    <w:rsid w:val="00F45237"/>
    <w:rsid w:val="00F517B0"/>
    <w:rsid w:val="00F546C2"/>
    <w:rsid w:val="00F55CC9"/>
    <w:rsid w:val="00F7392C"/>
    <w:rsid w:val="00F96761"/>
    <w:rsid w:val="00FA0578"/>
    <w:rsid w:val="00FA7E09"/>
    <w:rsid w:val="00FB21AF"/>
    <w:rsid w:val="00FB2A41"/>
    <w:rsid w:val="00FB2B83"/>
    <w:rsid w:val="00FB3CCB"/>
    <w:rsid w:val="00FC5121"/>
    <w:rsid w:val="00FD090A"/>
    <w:rsid w:val="00FD0CDF"/>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54B3D"/>
    <w:rsid w:val="00171B32"/>
    <w:rsid w:val="001C755E"/>
    <w:rsid w:val="00235435"/>
    <w:rsid w:val="00282750"/>
    <w:rsid w:val="00297D54"/>
    <w:rsid w:val="002E00A2"/>
    <w:rsid w:val="00340AF0"/>
    <w:rsid w:val="0038269E"/>
    <w:rsid w:val="003D7DC8"/>
    <w:rsid w:val="00487871"/>
    <w:rsid w:val="004D3552"/>
    <w:rsid w:val="005600F0"/>
    <w:rsid w:val="0058778D"/>
    <w:rsid w:val="005C631F"/>
    <w:rsid w:val="005E2F52"/>
    <w:rsid w:val="006038E3"/>
    <w:rsid w:val="00686E7F"/>
    <w:rsid w:val="006E233B"/>
    <w:rsid w:val="007F1604"/>
    <w:rsid w:val="00821512"/>
    <w:rsid w:val="00882CCD"/>
    <w:rsid w:val="00927956"/>
    <w:rsid w:val="00950015"/>
    <w:rsid w:val="00991ACB"/>
    <w:rsid w:val="009D2E7B"/>
    <w:rsid w:val="009D336F"/>
    <w:rsid w:val="00A277C0"/>
    <w:rsid w:val="00AF2B32"/>
    <w:rsid w:val="00AF7064"/>
    <w:rsid w:val="00B048E9"/>
    <w:rsid w:val="00B46C78"/>
    <w:rsid w:val="00B5752D"/>
    <w:rsid w:val="00BA70FB"/>
    <w:rsid w:val="00BF7BAB"/>
    <w:rsid w:val="00C72E5A"/>
    <w:rsid w:val="00C87B31"/>
    <w:rsid w:val="00C97DAF"/>
    <w:rsid w:val="00CD6951"/>
    <w:rsid w:val="00D10ABD"/>
    <w:rsid w:val="00D1327F"/>
    <w:rsid w:val="00D25ADC"/>
    <w:rsid w:val="00D3109A"/>
    <w:rsid w:val="00DB64AB"/>
    <w:rsid w:val="00DB7054"/>
    <w:rsid w:val="00DB7DF1"/>
    <w:rsid w:val="00DF1388"/>
    <w:rsid w:val="00E14AC7"/>
    <w:rsid w:val="00E22FB5"/>
    <w:rsid w:val="00EB2CA5"/>
    <w:rsid w:val="00EC42C3"/>
    <w:rsid w:val="00F22E5F"/>
    <w:rsid w:val="00F66362"/>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1835</Words>
  <Characters>10466</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Jata, Lidya Susana Kusuma GIZ ID</cp:lastModifiedBy>
  <cp:revision>38</cp:revision>
  <cp:lastPrinted>2018-02-16T12:47:00Z</cp:lastPrinted>
  <dcterms:created xsi:type="dcterms:W3CDTF">2024-03-07T06:51:00Z</dcterms:created>
  <dcterms:modified xsi:type="dcterms:W3CDTF">2025-07-04T08:08:00Z</dcterms:modified>
</cp:coreProperties>
</file>