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1A1676B8"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165339" w:rsidRPr="00165339">
        <w:rPr>
          <w:lang w:val="en-GB"/>
        </w:rPr>
        <w:t>83492517</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6608A8C9"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71151">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165339" w:rsidRPr="00165339">
        <w:rPr>
          <w:rFonts w:cs="Arial"/>
          <w:noProof/>
          <w:szCs w:val="22"/>
          <w:lang w:val="en-GB"/>
        </w:rPr>
        <w:t>23</w:t>
      </w:r>
      <w:r w:rsidR="00165339">
        <w:rPr>
          <w:rFonts w:cs="Arial"/>
          <w:noProof/>
          <w:szCs w:val="22"/>
          <w:lang w:val="en-GB"/>
        </w:rPr>
        <w:t>.</w:t>
      </w:r>
      <w:r w:rsidR="00165339" w:rsidRPr="00165339">
        <w:rPr>
          <w:rFonts w:cs="Arial"/>
          <w:noProof/>
          <w:szCs w:val="22"/>
          <w:lang w:val="en-GB"/>
        </w:rPr>
        <w:t>826</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3CBF42B6"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165339">
        <w:rPr>
          <w:b w:val="0"/>
          <w:noProof/>
          <w:lang w:val="en-GB"/>
        </w:rPr>
        <w:t>15</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4383F05B" w:rsidR="00CE7FBD" w:rsidRPr="003F2462" w:rsidRDefault="00074A24" w:rsidP="00EF101F">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EF101F">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EF101F">
        <w:rPr>
          <w:b w:val="0"/>
          <w:lang w:val="en-GB"/>
        </w:rPr>
        <w:t>Endline Study</w:t>
      </w:r>
      <w:r w:rsidRPr="003F2462">
        <w:rPr>
          <w:b w:val="0"/>
          <w:lang w:val="en-GB"/>
        </w:rPr>
        <w:fldChar w:fldCharType="end"/>
      </w:r>
    </w:p>
    <w:p w14:paraId="1E565595" w14:textId="5CB8C854"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71151">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D62967">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EF101F">
        <w:rPr>
          <w:b w:val="0"/>
          <w:lang w:val="en-GB"/>
        </w:rPr>
        <w:t> </w:t>
      </w:r>
      <w:r w:rsidR="00EF101F">
        <w:rPr>
          <w:b w:val="0"/>
          <w:lang w:val="en-GB"/>
        </w:rPr>
        <w:t> </w:t>
      </w:r>
      <w:r w:rsidR="00EF101F">
        <w:rPr>
          <w:b w:val="0"/>
          <w:lang w:val="en-GB"/>
        </w:rPr>
        <w:t> </w:t>
      </w:r>
      <w:r w:rsidR="00EF101F">
        <w:rPr>
          <w:b w:val="0"/>
          <w:lang w:val="en-GB"/>
        </w:rPr>
        <w:t> </w:t>
      </w:r>
      <w:r w:rsidR="00EF101F">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98558" w14:textId="77777777" w:rsidR="00907EFD" w:rsidRDefault="00907EFD" w:rsidP="00A637D0">
      <w:r>
        <w:separator/>
      </w:r>
    </w:p>
  </w:endnote>
  <w:endnote w:type="continuationSeparator" w:id="0">
    <w:p w14:paraId="418ED8D6" w14:textId="77777777" w:rsidR="00907EFD" w:rsidRDefault="00907EFD"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AA82C" w14:textId="77777777" w:rsidR="00907EFD" w:rsidRDefault="00907EFD" w:rsidP="00A637D0">
      <w:r>
        <w:separator/>
      </w:r>
    </w:p>
  </w:footnote>
  <w:footnote w:type="continuationSeparator" w:id="0">
    <w:p w14:paraId="37312C32" w14:textId="77777777" w:rsidR="00907EFD" w:rsidRDefault="00907EFD"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6192A"/>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339"/>
    <w:rsid w:val="00165E31"/>
    <w:rsid w:val="00170611"/>
    <w:rsid w:val="00182FB6"/>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146"/>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306FA"/>
    <w:rsid w:val="0033225A"/>
    <w:rsid w:val="00333EFE"/>
    <w:rsid w:val="0034250C"/>
    <w:rsid w:val="00342640"/>
    <w:rsid w:val="00351DC4"/>
    <w:rsid w:val="00354D41"/>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71151"/>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702B2"/>
    <w:rsid w:val="00771C78"/>
    <w:rsid w:val="00776B87"/>
    <w:rsid w:val="00780022"/>
    <w:rsid w:val="00787AAD"/>
    <w:rsid w:val="00791EC5"/>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1604"/>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07EFD"/>
    <w:rsid w:val="00914472"/>
    <w:rsid w:val="0091691F"/>
    <w:rsid w:val="009239DC"/>
    <w:rsid w:val="00936D15"/>
    <w:rsid w:val="009421DC"/>
    <w:rsid w:val="00942857"/>
    <w:rsid w:val="00956706"/>
    <w:rsid w:val="00957D5A"/>
    <w:rsid w:val="00960432"/>
    <w:rsid w:val="00964A05"/>
    <w:rsid w:val="00967801"/>
    <w:rsid w:val="00986F39"/>
    <w:rsid w:val="00992376"/>
    <w:rsid w:val="00994A1D"/>
    <w:rsid w:val="009A13D5"/>
    <w:rsid w:val="009A45E6"/>
    <w:rsid w:val="009A6F15"/>
    <w:rsid w:val="009B0BA2"/>
    <w:rsid w:val="009B4A8D"/>
    <w:rsid w:val="009B5500"/>
    <w:rsid w:val="009C20A0"/>
    <w:rsid w:val="009C300B"/>
    <w:rsid w:val="009C60C8"/>
    <w:rsid w:val="009C7098"/>
    <w:rsid w:val="009D1859"/>
    <w:rsid w:val="009D2E7B"/>
    <w:rsid w:val="009D33C1"/>
    <w:rsid w:val="009E0B2D"/>
    <w:rsid w:val="009E36C4"/>
    <w:rsid w:val="009E4E08"/>
    <w:rsid w:val="009E7E71"/>
    <w:rsid w:val="009F1656"/>
    <w:rsid w:val="00A00268"/>
    <w:rsid w:val="00A028F9"/>
    <w:rsid w:val="00A03C19"/>
    <w:rsid w:val="00A10620"/>
    <w:rsid w:val="00A11BEF"/>
    <w:rsid w:val="00A1268A"/>
    <w:rsid w:val="00A13972"/>
    <w:rsid w:val="00A277C0"/>
    <w:rsid w:val="00A33934"/>
    <w:rsid w:val="00A43ABF"/>
    <w:rsid w:val="00A454D1"/>
    <w:rsid w:val="00A637D0"/>
    <w:rsid w:val="00A64890"/>
    <w:rsid w:val="00A66242"/>
    <w:rsid w:val="00A66F32"/>
    <w:rsid w:val="00A71D28"/>
    <w:rsid w:val="00A724D2"/>
    <w:rsid w:val="00A73771"/>
    <w:rsid w:val="00A908BD"/>
    <w:rsid w:val="00A910C0"/>
    <w:rsid w:val="00A9423E"/>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6C78"/>
    <w:rsid w:val="00B4737B"/>
    <w:rsid w:val="00B503C1"/>
    <w:rsid w:val="00B5388E"/>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1EFC"/>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ADC"/>
    <w:rsid w:val="00D26A6F"/>
    <w:rsid w:val="00D27533"/>
    <w:rsid w:val="00D332D6"/>
    <w:rsid w:val="00D33627"/>
    <w:rsid w:val="00D377D7"/>
    <w:rsid w:val="00D62967"/>
    <w:rsid w:val="00D642DF"/>
    <w:rsid w:val="00D67C9D"/>
    <w:rsid w:val="00D75C71"/>
    <w:rsid w:val="00D80282"/>
    <w:rsid w:val="00D828C7"/>
    <w:rsid w:val="00D915D5"/>
    <w:rsid w:val="00DA3266"/>
    <w:rsid w:val="00DB1469"/>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01F"/>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C755E"/>
    <w:rsid w:val="00235435"/>
    <w:rsid w:val="00282750"/>
    <w:rsid w:val="00297D54"/>
    <w:rsid w:val="002E00A2"/>
    <w:rsid w:val="00340AF0"/>
    <w:rsid w:val="0038269E"/>
    <w:rsid w:val="00487871"/>
    <w:rsid w:val="004D3552"/>
    <w:rsid w:val="005600F0"/>
    <w:rsid w:val="0058778D"/>
    <w:rsid w:val="005C631F"/>
    <w:rsid w:val="005E2F52"/>
    <w:rsid w:val="006038E3"/>
    <w:rsid w:val="00686E7F"/>
    <w:rsid w:val="006E233B"/>
    <w:rsid w:val="007F1604"/>
    <w:rsid w:val="00821512"/>
    <w:rsid w:val="00882CCD"/>
    <w:rsid w:val="00927956"/>
    <w:rsid w:val="00950015"/>
    <w:rsid w:val="00991ACB"/>
    <w:rsid w:val="009D2E7B"/>
    <w:rsid w:val="009D336F"/>
    <w:rsid w:val="00A277C0"/>
    <w:rsid w:val="00AF2B32"/>
    <w:rsid w:val="00AF7064"/>
    <w:rsid w:val="00B048E9"/>
    <w:rsid w:val="00B46C78"/>
    <w:rsid w:val="00B5752D"/>
    <w:rsid w:val="00BA70FB"/>
    <w:rsid w:val="00BF7BAB"/>
    <w:rsid w:val="00C72E5A"/>
    <w:rsid w:val="00C87B31"/>
    <w:rsid w:val="00C97DAF"/>
    <w:rsid w:val="00CD6951"/>
    <w:rsid w:val="00D10ABD"/>
    <w:rsid w:val="00D1327F"/>
    <w:rsid w:val="00D25ADC"/>
    <w:rsid w:val="00D3109A"/>
    <w:rsid w:val="00DB64AB"/>
    <w:rsid w:val="00DB7054"/>
    <w:rsid w:val="00DB7DF1"/>
    <w:rsid w:val="00DF1388"/>
    <w:rsid w:val="00E14AC7"/>
    <w:rsid w:val="00E22FB5"/>
    <w:rsid w:val="00EB2CA5"/>
    <w:rsid w:val="00EC42C3"/>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1835</Words>
  <Characters>10464</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36</cp:revision>
  <cp:lastPrinted>2018-02-16T12:47:00Z</cp:lastPrinted>
  <dcterms:created xsi:type="dcterms:W3CDTF">2024-03-07T06:51:00Z</dcterms:created>
  <dcterms:modified xsi:type="dcterms:W3CDTF">2025-07-03T11:15:00Z</dcterms:modified>
</cp:coreProperties>
</file>