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06EB6B22" w:rsidR="00930030" w:rsidRPr="00D31D1A" w:rsidRDefault="00930030" w:rsidP="00930030">
      <w:pPr>
        <w:tabs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D31D1A">
        <w:rPr>
          <w:b/>
          <w:szCs w:val="22"/>
          <w:lang w:val="en-US"/>
        </w:rPr>
        <w:t>Transaction number:</w:t>
      </w:r>
      <w:r w:rsidR="00EE527E">
        <w:rPr>
          <w:b/>
          <w:szCs w:val="22"/>
          <w:lang w:val="en-US"/>
        </w:rPr>
        <w:t xml:space="preserve"> 202321222_V002</w:t>
      </w:r>
      <w:r w:rsidRPr="00D31D1A">
        <w:rPr>
          <w:b/>
          <w:szCs w:val="22"/>
          <w:lang w:val="en-US"/>
        </w:rPr>
        <w:tab/>
      </w:r>
    </w:p>
    <w:p w14:paraId="0CE4B19D" w14:textId="3E62EDF6" w:rsidR="00930030" w:rsidRPr="00161896" w:rsidRDefault="00000000" w:rsidP="00930030">
      <w:pPr>
        <w:tabs>
          <w:tab w:val="left" w:pos="3119"/>
        </w:tabs>
        <w:spacing w:before="120"/>
        <w:rPr>
          <w:rFonts w:cs="Arial"/>
          <w:szCs w:val="22"/>
          <w:lang w:val="en-US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Content>
          <w:r w:rsidR="00161896">
            <w:rPr>
              <w:b/>
              <w:szCs w:val="22"/>
            </w:rPr>
            <w:t>Project processing number</w:t>
          </w:r>
        </w:sdtContent>
      </w:sdt>
      <w:r w:rsidR="00930030" w:rsidRPr="00161896">
        <w:rPr>
          <w:b/>
          <w:szCs w:val="22"/>
          <w:lang w:val="en-US"/>
        </w:rPr>
        <w:t>:</w:t>
      </w:r>
      <w:r w:rsidR="00161896" w:rsidRPr="00161896">
        <w:rPr>
          <w:noProof/>
          <w:lang w:val="en-US"/>
        </w:rPr>
        <w:t xml:space="preserve"> 23.2122.2-002.30</w:t>
      </w:r>
    </w:p>
    <w:p w14:paraId="3C7E8723" w14:textId="1AB77110" w:rsidR="00930030" w:rsidRPr="00161896" w:rsidRDefault="00930030" w:rsidP="00161896">
      <w:pPr>
        <w:tabs>
          <w:tab w:val="left" w:pos="2523"/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161896">
        <w:rPr>
          <w:b/>
          <w:szCs w:val="22"/>
          <w:lang w:val="en-US"/>
        </w:rPr>
        <w:t>Brief project title:</w:t>
      </w:r>
      <w:r w:rsidRPr="00161896">
        <w:rPr>
          <w:b/>
          <w:szCs w:val="22"/>
          <w:lang w:val="en-US"/>
        </w:rPr>
        <w:tab/>
      </w:r>
      <w:r w:rsidR="007648D7" w:rsidRPr="007648D7">
        <w:rPr>
          <w:bCs/>
          <w:szCs w:val="22"/>
          <w:lang w:val="en-US"/>
        </w:rPr>
        <w:t>U-LEAD with Europe: Phase III</w:t>
      </w:r>
    </w:p>
    <w:p w14:paraId="5D131EE8" w14:textId="659B4A7C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161896">
        <w:rPr>
          <w:b/>
          <w:szCs w:val="22"/>
        </w:rPr>
        <w:t xml:space="preserve"> </w:t>
      </w:r>
      <w:r w:rsidR="00161896" w:rsidRPr="006A43C1">
        <w:rPr>
          <w:bCs/>
          <w:szCs w:val="22"/>
        </w:rPr>
        <w:t>Ukraine</w:t>
      </w:r>
      <w:r w:rsidRPr="006A43C1">
        <w:rPr>
          <w:bCs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77777777" w:rsidR="00247C37" w:rsidRPr="00662918" w:rsidRDefault="007D41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 xml:space="preserve">To ensure smooth processing, please only provide the information requested and do not </w:t>
      </w:r>
      <w:r w:rsidR="00CC56F1" w:rsidRPr="00662918">
        <w:rPr>
          <w:b w:val="0"/>
          <w:i/>
          <w:szCs w:val="22"/>
        </w:rPr>
        <w:t>submit additional</w:t>
      </w:r>
      <w:r w:rsidRPr="00662918">
        <w:rPr>
          <w:b w:val="0"/>
          <w:i/>
          <w:szCs w:val="22"/>
        </w:rPr>
        <w:t xml:space="preserve"> attachments (such as CVs, company brochures etc.). If you announce your interest as part of a service</w:t>
      </w:r>
      <w:r w:rsidR="00A75A52" w:rsidRPr="00662918">
        <w:rPr>
          <w:b w:val="0"/>
          <w:i/>
          <w:szCs w:val="22"/>
        </w:rPr>
        <w:t xml:space="preserve"> </w:t>
      </w:r>
      <w:r w:rsidRPr="00662918">
        <w:rPr>
          <w:b w:val="0"/>
          <w:i/>
          <w:szCs w:val="22"/>
        </w:rPr>
        <w:t>delivery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 xml:space="preserve">, please provide the requested information for all consortium partners </w:t>
      </w:r>
      <w:r w:rsidR="00CC56F1" w:rsidRPr="00662918">
        <w:rPr>
          <w:b w:val="0"/>
          <w:i/>
          <w:szCs w:val="22"/>
        </w:rPr>
        <w:t>and present it clearly</w:t>
      </w:r>
      <w:r w:rsidRPr="00662918">
        <w:rPr>
          <w:b w:val="0"/>
          <w:i/>
          <w:szCs w:val="22"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3BAF08D3" w14:textId="77777777" w:rsidR="00930030" w:rsidRPr="00662918" w:rsidRDefault="0093003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1C0D8901" w:rsidR="00930030" w:rsidRPr="00662918" w:rsidRDefault="00000000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02E2" w:rsidRPr="00662918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5A28B710" w14:textId="77777777" w:rsidR="007B02E2" w:rsidRPr="00662918" w:rsidRDefault="007B02E2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1C7C10F7" w14:textId="35BA15CB" w:rsidR="00047F4A" w:rsidRDefault="00F147C6" w:rsidP="003D266E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EE2E816" w14:textId="77777777" w:rsidR="001156D5" w:rsidRPr="00662918" w:rsidRDefault="001156D5" w:rsidP="003D266E">
      <w:pPr>
        <w:pStyle w:val="BodyText"/>
        <w:rPr>
          <w:szCs w:val="22"/>
          <w:u w:val="single"/>
        </w:rPr>
      </w:pPr>
    </w:p>
    <w:p w14:paraId="58D997A4" w14:textId="4AA62331" w:rsidR="001C67CA" w:rsidRDefault="001C67CA" w:rsidP="001156D5">
      <w:pPr>
        <w:spacing w:line="276" w:lineRule="auto"/>
        <w:jc w:val="both"/>
        <w:rPr>
          <w:bCs/>
          <w:i/>
          <w:szCs w:val="22"/>
          <w:lang w:val="uk-UA"/>
        </w:rPr>
      </w:pPr>
      <w:r w:rsidRPr="001C67CA">
        <w:rPr>
          <w:bCs/>
          <w:i/>
          <w:szCs w:val="22"/>
          <w:lang w:val="uk-UA"/>
        </w:rPr>
        <w:t xml:space="preserve">Proof of technical eligibility is provided by naming at least 2 (two) reference projects similar in scope and nature to the current assignment, implemented within the last 5 (five) years, </w:t>
      </w:r>
      <w:r w:rsidRPr="00AA6623">
        <w:rPr>
          <w:bCs/>
          <w:i/>
          <w:szCs w:val="22"/>
          <w:lang w:val="uk-UA"/>
        </w:rPr>
        <w:t xml:space="preserve">demonstrating the company’s experience </w:t>
      </w:r>
      <w:r w:rsidR="00C8667D" w:rsidRPr="00AA6623">
        <w:rPr>
          <w:bCs/>
          <w:i/>
          <w:szCs w:val="22"/>
          <w:lang w:val="en-US"/>
        </w:rPr>
        <w:t xml:space="preserve">in </w:t>
      </w:r>
      <w:r w:rsidR="00E15B6C" w:rsidRPr="00E15B6C">
        <w:rPr>
          <w:bCs/>
          <w:i/>
          <w:szCs w:val="22"/>
        </w:rPr>
        <w:t xml:space="preserve">developing municipal statutes </w:t>
      </w:r>
      <w:r w:rsidR="00C8667D" w:rsidRPr="00AA6623">
        <w:rPr>
          <w:bCs/>
          <w:i/>
          <w:szCs w:val="22"/>
        </w:rPr>
        <w:t xml:space="preserve">and </w:t>
      </w:r>
      <w:r w:rsidR="00FB156E">
        <w:rPr>
          <w:bCs/>
          <w:i/>
          <w:szCs w:val="22"/>
        </w:rPr>
        <w:t>deliver</w:t>
      </w:r>
      <w:r w:rsidR="00E15B6C">
        <w:rPr>
          <w:bCs/>
          <w:i/>
          <w:szCs w:val="22"/>
        </w:rPr>
        <w:t>ing</w:t>
      </w:r>
      <w:r w:rsidR="00FB156E">
        <w:rPr>
          <w:bCs/>
          <w:i/>
          <w:szCs w:val="22"/>
        </w:rPr>
        <w:t xml:space="preserve"> </w:t>
      </w:r>
      <w:r w:rsidR="00FB156E" w:rsidRPr="00FB156E">
        <w:rPr>
          <w:bCs/>
          <w:i/>
          <w:szCs w:val="22"/>
        </w:rPr>
        <w:t>training events for local self-government officials on</w:t>
      </w:r>
      <w:r w:rsidR="00E15B6C" w:rsidRPr="00E15B6C">
        <w:rPr>
          <w:bCs/>
          <w:i/>
          <w:szCs w:val="22"/>
        </w:rPr>
        <w:t xml:space="preserve"> public involvement in addressing local issues</w:t>
      </w:r>
      <w:r w:rsidRPr="00AA6623">
        <w:rPr>
          <w:bCs/>
          <w:i/>
          <w:szCs w:val="22"/>
          <w:lang w:val="uk-UA"/>
        </w:rPr>
        <w:t>.</w:t>
      </w:r>
    </w:p>
    <w:p w14:paraId="2542C761" w14:textId="77777777" w:rsidR="00275F2B" w:rsidRPr="00662918" w:rsidRDefault="00275F2B" w:rsidP="007C2007">
      <w:pPr>
        <w:spacing w:before="100" w:beforeAutospacing="1" w:after="100" w:line="288" w:lineRule="auto"/>
        <w:ind w:right="57"/>
        <w:jc w:val="both"/>
        <w:rPr>
          <w:rFonts w:cs="Arial"/>
          <w:bCs/>
          <w:i/>
          <w:szCs w:val="22"/>
        </w:rPr>
      </w:pPr>
      <w:r w:rsidRPr="00662918">
        <w:rPr>
          <w:bCs/>
          <w:i/>
          <w:szCs w:val="22"/>
        </w:rPr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0DE78ADD" w14:textId="77777777" w:rsidR="008071C6" w:rsidRPr="00662918" w:rsidRDefault="008071C6" w:rsidP="007245A9">
      <w:pPr>
        <w:pStyle w:val="BodyText"/>
        <w:rPr>
          <w:szCs w:val="22"/>
        </w:rPr>
      </w:pPr>
    </w:p>
    <w:p w14:paraId="7AE240C8" w14:textId="224A427E" w:rsidR="001156D5" w:rsidRPr="00780DA8" w:rsidRDefault="001156D5" w:rsidP="001156D5">
      <w:pPr>
        <w:pStyle w:val="ListParagraph"/>
        <w:numPr>
          <w:ilvl w:val="0"/>
          <w:numId w:val="23"/>
        </w:numPr>
        <w:spacing w:line="276" w:lineRule="auto"/>
        <w:ind w:left="0" w:firstLine="0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lastRenderedPageBreak/>
        <w:t>Minimum requirements for references</w:t>
      </w:r>
    </w:p>
    <w:p w14:paraId="7FFCDA29" w14:textId="77777777" w:rsidR="001156D5" w:rsidRPr="001156D5" w:rsidRDefault="001156D5" w:rsidP="001156D5">
      <w:pPr>
        <w:pStyle w:val="ListParagraph"/>
        <w:spacing w:line="276" w:lineRule="auto"/>
        <w:jc w:val="both"/>
        <w:rPr>
          <w:rFonts w:eastAsia="Arial"/>
          <w:sz w:val="20"/>
          <w:szCs w:val="20"/>
        </w:rPr>
      </w:pPr>
    </w:p>
    <w:p w14:paraId="781D221B" w14:textId="09B69D1D" w:rsidR="00737DF1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22309E">
        <w:rPr>
          <w:rFonts w:eastAsia="Arial"/>
          <w:sz w:val="20"/>
          <w:szCs w:val="22"/>
        </w:rPr>
        <w:t>At least 2 (two) reference project(s</w:t>
      </w:r>
      <w:r w:rsidRPr="00FB156E">
        <w:rPr>
          <w:rFonts w:eastAsia="Arial"/>
          <w:sz w:val="20"/>
          <w:szCs w:val="22"/>
        </w:rPr>
        <w:t>)</w:t>
      </w:r>
      <w:r w:rsidR="00385A6E" w:rsidRPr="00FB156E">
        <w:rPr>
          <w:rFonts w:eastAsia="Arial"/>
          <w:sz w:val="20"/>
          <w:szCs w:val="22"/>
        </w:rPr>
        <w:t xml:space="preserve"> in </w:t>
      </w:r>
      <w:r w:rsidR="000C79BB" w:rsidRPr="00FB156E">
        <w:rPr>
          <w:rFonts w:eastAsia="Arial"/>
          <w:sz w:val="20"/>
          <w:szCs w:val="22"/>
        </w:rPr>
        <w:t xml:space="preserve">the field of </w:t>
      </w:r>
      <w:r w:rsidR="00E15B6C" w:rsidRPr="00E15B6C">
        <w:rPr>
          <w:rFonts w:eastAsia="Arial"/>
          <w:sz w:val="20"/>
          <w:szCs w:val="22"/>
          <w:lang w:val="en-US"/>
        </w:rPr>
        <w:t>developing municipal statutes and delivering training events for local self-government officials on public involvement in addressing local issues</w:t>
      </w:r>
      <w:r w:rsidR="000C79BB" w:rsidRPr="00FB156E">
        <w:rPr>
          <w:rFonts w:eastAsia="Arial"/>
          <w:sz w:val="20"/>
          <w:szCs w:val="22"/>
        </w:rPr>
        <w:t>.</w:t>
      </w:r>
      <w:r w:rsidR="000C79BB">
        <w:rPr>
          <w:rFonts w:eastAsia="Arial"/>
          <w:sz w:val="20"/>
          <w:szCs w:val="22"/>
        </w:rPr>
        <w:t xml:space="preserve"> </w:t>
      </w:r>
      <w:r w:rsidR="000C79BB">
        <w:rPr>
          <w:color w:val="000000"/>
          <w:sz w:val="20"/>
          <w:szCs w:val="22"/>
        </w:rPr>
        <w:t>I</w:t>
      </w:r>
      <w:r w:rsidRPr="0022309E">
        <w:rPr>
          <w:color w:val="000000"/>
          <w:sz w:val="20"/>
          <w:szCs w:val="22"/>
        </w:rPr>
        <w:t>nformation on reference projects should also include topic, goals of project, target audience, commissioning source</w:t>
      </w:r>
      <w:r w:rsidR="00EA73BA">
        <w:rPr>
          <w:rFonts w:eastAsia="Arial"/>
          <w:sz w:val="20"/>
          <w:szCs w:val="22"/>
        </w:rPr>
        <w:t>.</w:t>
      </w:r>
    </w:p>
    <w:p w14:paraId="1C0D9C99" w14:textId="77777777" w:rsidR="00D30395" w:rsidRPr="0022309E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</w:p>
    <w:p w14:paraId="1C92C34C" w14:textId="4AA02E3C" w:rsidR="001156D5" w:rsidRPr="00780DA8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 xml:space="preserve">B.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>Minimum requirements for working experience</w:t>
      </w:r>
    </w:p>
    <w:p w14:paraId="09FF081C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6EE17B63" w14:textId="15A17229" w:rsidR="00341622" w:rsidRPr="00784EF1" w:rsidRDefault="00F2748F" w:rsidP="00341622">
      <w:pPr>
        <w:tabs>
          <w:tab w:val="left" w:pos="0"/>
        </w:tabs>
        <w:spacing w:line="276" w:lineRule="auto"/>
        <w:jc w:val="both"/>
        <w:rPr>
          <w:rFonts w:eastAsia="Arial"/>
          <w:sz w:val="20"/>
          <w:szCs w:val="22"/>
          <w:lang w:val="uk-UA"/>
        </w:rPr>
      </w:pPr>
      <w:r w:rsidRPr="00F2748F">
        <w:rPr>
          <w:rFonts w:eastAsia="Arial"/>
          <w:sz w:val="20"/>
          <w:szCs w:val="22"/>
        </w:rPr>
        <w:t xml:space="preserve">At least </w:t>
      </w:r>
      <w:r w:rsidR="00716D27">
        <w:rPr>
          <w:rFonts w:eastAsia="Arial"/>
          <w:sz w:val="20"/>
          <w:szCs w:val="22"/>
          <w:lang w:val="uk-UA"/>
        </w:rPr>
        <w:t>3</w:t>
      </w:r>
      <w:r w:rsidRPr="00F2748F">
        <w:rPr>
          <w:rFonts w:eastAsia="Arial"/>
          <w:sz w:val="20"/>
          <w:szCs w:val="22"/>
        </w:rPr>
        <w:t xml:space="preserve"> (three) years of </w:t>
      </w:r>
      <w:r w:rsidRPr="00FB156E">
        <w:rPr>
          <w:rFonts w:eastAsia="Arial"/>
          <w:sz w:val="20"/>
          <w:szCs w:val="22"/>
        </w:rPr>
        <w:t xml:space="preserve">experience in the field of </w:t>
      </w:r>
      <w:r w:rsidR="00E15B6C" w:rsidRPr="00E15B6C">
        <w:rPr>
          <w:rFonts w:eastAsia="Arial"/>
          <w:sz w:val="20"/>
          <w:szCs w:val="22"/>
          <w:lang w:val="en-US"/>
        </w:rPr>
        <w:t xml:space="preserve">developing municipal statutes and delivering training events for local self-government officials on public involvement in addressing local issues </w:t>
      </w:r>
      <w:r w:rsidRPr="00F2748F">
        <w:rPr>
          <w:rFonts w:eastAsia="Arial"/>
          <w:sz w:val="20"/>
          <w:szCs w:val="22"/>
        </w:rPr>
        <w:t xml:space="preserve">by providing </w:t>
      </w:r>
      <w:r w:rsidR="00E373F0">
        <w:rPr>
          <w:rFonts w:eastAsia="Arial"/>
          <w:sz w:val="20"/>
          <w:szCs w:val="22"/>
        </w:rPr>
        <w:t>2 reference projects(s)</w:t>
      </w:r>
      <w:r w:rsidR="00EE4F4B">
        <w:rPr>
          <w:rFonts w:eastAsia="Arial"/>
          <w:sz w:val="20"/>
          <w:szCs w:val="22"/>
        </w:rPr>
        <w:t xml:space="preserve">, </w:t>
      </w:r>
      <w:r w:rsidR="00EE4F4B" w:rsidRPr="00EE4F4B">
        <w:rPr>
          <w:rFonts w:eastAsia="Arial"/>
          <w:sz w:val="20"/>
          <w:szCs w:val="22"/>
        </w:rPr>
        <w:t>independently from the total value of the Project</w:t>
      </w:r>
      <w:r w:rsidR="00784EF1">
        <w:rPr>
          <w:rFonts w:eastAsia="Arial"/>
          <w:sz w:val="20"/>
          <w:szCs w:val="22"/>
          <w:lang w:val="uk-UA"/>
        </w:rPr>
        <w:t>.</w:t>
      </w:r>
    </w:p>
    <w:p w14:paraId="0F3ACAA6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1EB14289" w14:textId="7E1A94D3" w:rsidR="001156D5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  <w:lang w:val="en-US"/>
        </w:rPr>
      </w:pPr>
      <w:r w:rsidRPr="00780DA8">
        <w:rPr>
          <w:rFonts w:eastAsia="Arial"/>
          <w:b/>
          <w:bCs/>
          <w:sz w:val="20"/>
          <w:szCs w:val="20"/>
        </w:rPr>
        <w:t xml:space="preserve">C.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 xml:space="preserve">Minimum requirements for </w:t>
      </w:r>
      <w:r w:rsidR="008F46F6">
        <w:rPr>
          <w:rFonts w:eastAsia="Arial"/>
          <w:b/>
          <w:bCs/>
          <w:sz w:val="20"/>
          <w:szCs w:val="20"/>
          <w:lang w:val="en-US"/>
        </w:rPr>
        <w:t>commission value of the project</w:t>
      </w:r>
    </w:p>
    <w:p w14:paraId="0C2A9636" w14:textId="77777777" w:rsidR="008A738D" w:rsidRDefault="008A738D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71581F18" w14:textId="7CCFAA39" w:rsidR="008A738D" w:rsidRDefault="00331B3B" w:rsidP="00331B3B">
      <w:pPr>
        <w:spacing w:before="40" w:after="40"/>
        <w:ind w:right="-284"/>
        <w:jc w:val="both"/>
        <w:rPr>
          <w:color w:val="000000"/>
          <w:sz w:val="20"/>
          <w:szCs w:val="22"/>
        </w:rPr>
      </w:pPr>
      <w:r w:rsidRPr="00331B3B">
        <w:rPr>
          <w:sz w:val="20"/>
          <w:szCs w:val="22"/>
        </w:rPr>
        <w:t xml:space="preserve">Experience in managing projects with minimum commission </w:t>
      </w:r>
      <w:r w:rsidRPr="001F0211">
        <w:rPr>
          <w:sz w:val="20"/>
          <w:szCs w:val="22"/>
        </w:rPr>
        <w:t xml:space="preserve">value of </w:t>
      </w:r>
      <w:r w:rsidR="001F0211" w:rsidRPr="001F0211">
        <w:rPr>
          <w:sz w:val="20"/>
          <w:szCs w:val="22"/>
          <w:lang w:val="uk-UA"/>
        </w:rPr>
        <w:t>2</w:t>
      </w:r>
      <w:r w:rsidR="001F0211">
        <w:rPr>
          <w:sz w:val="20"/>
          <w:szCs w:val="22"/>
          <w:lang w:val="uk-UA"/>
        </w:rPr>
        <w:t>,</w:t>
      </w:r>
      <w:r w:rsidR="001F0211" w:rsidRPr="001F0211">
        <w:rPr>
          <w:sz w:val="20"/>
          <w:szCs w:val="22"/>
          <w:lang w:val="uk-UA"/>
        </w:rPr>
        <w:t>262</w:t>
      </w:r>
      <w:r w:rsidR="001F0211">
        <w:rPr>
          <w:sz w:val="20"/>
          <w:szCs w:val="22"/>
          <w:lang w:val="uk-UA"/>
        </w:rPr>
        <w:t>,</w:t>
      </w:r>
      <w:r w:rsidRPr="001F0211">
        <w:rPr>
          <w:sz w:val="20"/>
          <w:szCs w:val="22"/>
        </w:rPr>
        <w:t>000</w:t>
      </w:r>
      <w:r w:rsidR="001F0211">
        <w:rPr>
          <w:sz w:val="20"/>
          <w:szCs w:val="22"/>
          <w:lang w:val="uk-UA"/>
        </w:rPr>
        <w:t>.00</w:t>
      </w:r>
      <w:r w:rsidRPr="001F0211">
        <w:rPr>
          <w:sz w:val="20"/>
          <w:szCs w:val="22"/>
        </w:rPr>
        <w:t xml:space="preserve"> UAH:</w:t>
      </w:r>
      <w:r w:rsidRPr="00331B3B">
        <w:rPr>
          <w:color w:val="000000"/>
          <w:sz w:val="20"/>
          <w:szCs w:val="22"/>
        </w:rPr>
        <w:t xml:space="preserve"> information on reference projects with minimum commissioning value should also include topic, goals of project, target audience, commissioning source. </w:t>
      </w:r>
    </w:p>
    <w:p w14:paraId="6D696E9A" w14:textId="77777777" w:rsidR="00331B3B" w:rsidRPr="00331B3B" w:rsidRDefault="00331B3B" w:rsidP="00A95A9F">
      <w:pPr>
        <w:spacing w:before="40" w:after="40"/>
        <w:ind w:right="-284"/>
        <w:rPr>
          <w:rFonts w:cs="Arial"/>
          <w:b/>
          <w:sz w:val="18"/>
          <w:szCs w:val="18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72E7870F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1)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 xml:space="preserve">he minimum requirements for reference projects in the </w:t>
      </w:r>
      <w:r w:rsidR="00F002E8" w:rsidRPr="00662918">
        <w:rPr>
          <w:b/>
          <w:szCs w:val="22"/>
        </w:rPr>
        <w:t xml:space="preserve">required technical </w:t>
      </w:r>
      <w:r w:rsidRPr="00662918">
        <w:rPr>
          <w:b/>
          <w:szCs w:val="22"/>
        </w:rPr>
        <w:t>field</w:t>
      </w:r>
      <w:r w:rsidR="00F002E8" w:rsidRPr="00662918">
        <w:rPr>
          <w:b/>
          <w:szCs w:val="22"/>
        </w:rPr>
        <w:t xml:space="preserve"> are </w:t>
      </w:r>
      <w:r w:rsidR="00CC56F1" w:rsidRPr="00662918">
        <w:rPr>
          <w:b/>
          <w:szCs w:val="22"/>
        </w:rPr>
        <w:t>fulfilled</w:t>
      </w:r>
      <w:r w:rsidRPr="00662918">
        <w:rPr>
          <w:b/>
          <w:szCs w:val="22"/>
        </w:rPr>
        <w:t>.</w:t>
      </w:r>
    </w:p>
    <w:p w14:paraId="37352D4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E16ED1D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  <w:r w:rsidRPr="00662918">
        <w:rPr>
          <w:szCs w:val="20"/>
        </w:rPr>
        <w:t xml:space="preserve">The corresponding reference project numbers (as per table 1) 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20932FBA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499AC345" w14:textId="40E46D25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2)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6B1119A7" w14:textId="1133DE43" w:rsidR="00A95A9F" w:rsidRPr="00662918" w:rsidRDefault="00A95A9F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AE5681" w:rsidRPr="00662918">
        <w:rPr>
          <w:szCs w:val="20"/>
        </w:rPr>
        <w:t xml:space="preserve">years of experience </w:t>
      </w:r>
      <w:proofErr w:type="gramStart"/>
      <w:r w:rsidRPr="00662918">
        <w:rPr>
          <w:szCs w:val="20"/>
        </w:rPr>
        <w:t>are:</w:t>
      </w:r>
      <w:proofErr w:type="gramEnd"/>
      <w:r w:rsidRPr="00662918">
        <w:rPr>
          <w:szCs w:val="20"/>
        </w:rPr>
        <w:t xml:space="preserve">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0DE25E59" w14:textId="404A440A" w:rsidR="006245D2" w:rsidRPr="00662918" w:rsidRDefault="006245D2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447032FE" w14:textId="0C837431" w:rsidR="006245D2" w:rsidRPr="00662918" w:rsidRDefault="006245D2" w:rsidP="006245D2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rFonts w:cs="Arial"/>
          <w:szCs w:val="22"/>
        </w:rPr>
        <w:t xml:space="preserve">3) </w:t>
      </w:r>
      <w:r w:rsidRPr="00662918">
        <w:rPr>
          <w:b/>
          <w:szCs w:val="22"/>
        </w:rPr>
        <w:t xml:space="preserve">The minimum requirements for </w:t>
      </w:r>
      <w:r w:rsidR="00CE763D">
        <w:rPr>
          <w:rFonts w:cs="Arial"/>
          <w:b/>
          <w:szCs w:val="22"/>
        </w:rPr>
        <w:t xml:space="preserve">commission value of the project </w:t>
      </w:r>
      <w:r w:rsidRPr="00662918">
        <w:rPr>
          <w:b/>
          <w:szCs w:val="22"/>
        </w:rPr>
        <w:t>are fulfilled.</w:t>
      </w:r>
    </w:p>
    <w:p w14:paraId="7C2106F3" w14:textId="4A0B1C99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693B5164" w14:textId="6EDAD758" w:rsidR="006245D2" w:rsidRPr="00662918" w:rsidRDefault="006245D2" w:rsidP="006245D2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CE763D">
        <w:rPr>
          <w:szCs w:val="20"/>
        </w:rPr>
        <w:t xml:space="preserve">projects </w:t>
      </w:r>
      <w:r w:rsidR="00B65D2B">
        <w:rPr>
          <w:szCs w:val="20"/>
        </w:rPr>
        <w:t>number (as per table 1)</w:t>
      </w:r>
      <w:r w:rsidRPr="00662918">
        <w:rPr>
          <w:szCs w:val="20"/>
        </w:rPr>
        <w:t xml:space="preserve">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754E363" w14:textId="77777777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27BEF268" w14:textId="77777777" w:rsidR="003C5C7C" w:rsidRPr="00662918" w:rsidRDefault="003C5C7C" w:rsidP="003C5C7C">
      <w:pPr>
        <w:spacing w:before="40" w:after="40"/>
        <w:ind w:right="-284"/>
        <w:rPr>
          <w:rFonts w:cs="Arial"/>
          <w:b/>
          <w:bCs/>
          <w:szCs w:val="22"/>
        </w:rPr>
      </w:pPr>
    </w:p>
    <w:p w14:paraId="70ECCC8D" w14:textId="46ED08D0" w:rsidR="001B5011" w:rsidRPr="00662918" w:rsidRDefault="001B5011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1B5011" w:rsidRPr="00662918" w:rsidSect="004F56C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1133" w:bottom="1247" w:left="1418" w:header="425" w:footer="567" w:gutter="0"/>
          <w:cols w:space="708"/>
          <w:docGrid w:linePitch="360"/>
        </w:sectPr>
      </w:pPr>
    </w:p>
    <w:p w14:paraId="47702B5E" w14:textId="78F73567" w:rsidR="00DA3266" w:rsidRPr="00662918" w:rsidRDefault="002975F6" w:rsidP="008B1997">
      <w:pPr>
        <w:spacing w:before="100" w:beforeAutospacing="1" w:after="100" w:line="288" w:lineRule="auto"/>
        <w:ind w:right="28"/>
        <w:rPr>
          <w:rFonts w:cs="Arial"/>
          <w:bCs/>
          <w:i/>
          <w:szCs w:val="22"/>
        </w:rPr>
      </w:pPr>
      <w:r w:rsidRPr="00662918">
        <w:rPr>
          <w:b/>
        </w:rPr>
        <w:lastRenderedPageBreak/>
        <w:t>Table 1:</w:t>
      </w:r>
      <w:r w:rsidRPr="00662918">
        <w:rPr>
          <w:b/>
          <w:bCs/>
          <w:szCs w:val="22"/>
        </w:rPr>
        <w:t xml:space="preserve"> Overview of reference projects </w:t>
      </w:r>
      <w:r w:rsidRPr="00662918">
        <w:rPr>
          <w:bCs/>
          <w:szCs w:val="22"/>
        </w:rPr>
        <w:t>(</w:t>
      </w:r>
      <w:r w:rsidRPr="00662918">
        <w:rPr>
          <w:bCs/>
          <w:i/>
          <w:szCs w:val="22"/>
        </w:rPr>
        <w:t xml:space="preserve">only reference projects with the minimum contract volume stipulated in </w:t>
      </w:r>
      <w:r w:rsidR="000F2177" w:rsidRPr="00662918">
        <w:rPr>
          <w:bCs/>
          <w:i/>
          <w:szCs w:val="22"/>
        </w:rPr>
        <w:t>‘</w:t>
      </w:r>
      <w:r w:rsidRPr="00662918">
        <w:rPr>
          <w:bCs/>
          <w:i/>
          <w:szCs w:val="22"/>
        </w:rPr>
        <w:t>A. Minimum requirements for reference</w:t>
      </w:r>
      <w:r w:rsidR="00B00315">
        <w:rPr>
          <w:bCs/>
          <w:i/>
          <w:szCs w:val="22"/>
        </w:rPr>
        <w:t xml:space="preserve"> project(s)</w:t>
      </w:r>
      <w:r w:rsidR="000F2177" w:rsidRPr="00662918">
        <w:rPr>
          <w:bCs/>
          <w:i/>
          <w:szCs w:val="22"/>
        </w:rPr>
        <w:t>’</w:t>
      </w:r>
      <w:r w:rsidR="00E86794">
        <w:rPr>
          <w:bCs/>
          <w:i/>
          <w:szCs w:val="22"/>
        </w:rPr>
        <w:t xml:space="preserve"> </w:t>
      </w:r>
      <w:r w:rsidR="0028411B">
        <w:rPr>
          <w:bCs/>
          <w:i/>
          <w:szCs w:val="22"/>
          <w:lang w:val="en-US"/>
        </w:rPr>
        <w:t>‘</w:t>
      </w:r>
      <w:r w:rsidR="00E86794">
        <w:rPr>
          <w:bCs/>
          <w:i/>
          <w:szCs w:val="22"/>
        </w:rPr>
        <w:t xml:space="preserve">B. </w:t>
      </w:r>
      <w:r w:rsidR="00E86794" w:rsidRPr="00D1668C">
        <w:rPr>
          <w:rFonts w:eastAsia="Arial"/>
          <w:i/>
          <w:iCs/>
          <w:szCs w:val="22"/>
        </w:rPr>
        <w:t>Minimum requirements for working experience</w:t>
      </w:r>
      <w:r w:rsidR="0028411B">
        <w:rPr>
          <w:rFonts w:eastAsia="Arial"/>
          <w:i/>
          <w:iCs/>
          <w:szCs w:val="22"/>
        </w:rPr>
        <w:t>’</w:t>
      </w:r>
      <w:r w:rsidR="00E86794" w:rsidRPr="00D1668C">
        <w:rPr>
          <w:bCs/>
          <w:i/>
          <w:sz w:val="24"/>
        </w:rPr>
        <w:t xml:space="preserve"> </w:t>
      </w:r>
      <w:r w:rsidR="00B65D2B">
        <w:rPr>
          <w:bCs/>
          <w:i/>
          <w:szCs w:val="22"/>
        </w:rPr>
        <w:t xml:space="preserve">and </w:t>
      </w:r>
      <w:r w:rsidR="00670A95">
        <w:rPr>
          <w:bCs/>
          <w:i/>
          <w:szCs w:val="22"/>
        </w:rPr>
        <w:t>‘C.</w:t>
      </w:r>
      <w:r w:rsidR="00670A95" w:rsidRPr="00670A95">
        <w:rPr>
          <w:rFonts w:eastAsia="Arial"/>
          <w:b/>
          <w:bCs/>
          <w:sz w:val="20"/>
          <w:szCs w:val="20"/>
        </w:rPr>
        <w:t xml:space="preserve"> </w:t>
      </w:r>
      <w:r w:rsidR="00670A95" w:rsidRPr="00670A95">
        <w:rPr>
          <w:rFonts w:eastAsia="Arial"/>
          <w:i/>
          <w:iCs/>
          <w:szCs w:val="22"/>
        </w:rPr>
        <w:t xml:space="preserve">Minimum requirements for </w:t>
      </w:r>
      <w:r w:rsidR="00670A95" w:rsidRPr="00670A95">
        <w:rPr>
          <w:rFonts w:eastAsia="Arial"/>
          <w:i/>
          <w:iCs/>
          <w:szCs w:val="22"/>
          <w:lang w:val="en-US"/>
        </w:rPr>
        <w:t>commission value of the project</w:t>
      </w:r>
      <w:r w:rsidR="00B00315">
        <w:rPr>
          <w:rFonts w:eastAsia="Arial"/>
          <w:i/>
          <w:iCs/>
          <w:szCs w:val="22"/>
          <w:lang w:val="en-US"/>
        </w:rPr>
        <w:t>(s)</w:t>
      </w:r>
      <w:r w:rsidR="00670A95" w:rsidRPr="00670A95">
        <w:rPr>
          <w:i/>
          <w:iCs/>
          <w:szCs w:val="22"/>
        </w:rPr>
        <w:t>’</w:t>
      </w:r>
      <w:r w:rsidRPr="00662918">
        <w:rPr>
          <w:bCs/>
          <w:i/>
          <w:szCs w:val="22"/>
        </w:rPr>
        <w:t>)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07E0DFFA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 xml:space="preserve">(brief description of the content of the measure, </w:t>
            </w:r>
            <w:r w:rsidR="00D46793">
              <w:rPr>
                <w:b/>
                <w:bCs/>
                <w:szCs w:val="20"/>
                <w:lang w:val="en-US"/>
              </w:rPr>
              <w:t xml:space="preserve">commission value, </w:t>
            </w:r>
            <w:r w:rsidRPr="00662918">
              <w:rPr>
                <w:b/>
                <w:bCs/>
                <w:szCs w:val="20"/>
              </w:rPr>
              <w:t>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4D7B6D59" w14:textId="77777777" w:rsidR="00DA3266" w:rsidRPr="00662918" w:rsidRDefault="00DA3266" w:rsidP="0025197C">
      <w:pPr>
        <w:pStyle w:val="Heading3"/>
        <w:spacing w:before="100" w:beforeAutospacing="1" w:after="100"/>
        <w:rPr>
          <w:rFonts w:cs="Arial"/>
        </w:rPr>
      </w:pPr>
    </w:p>
    <w:p w14:paraId="131EBBB0" w14:textId="5C094AA8" w:rsidR="003049BD" w:rsidRPr="00662918" w:rsidRDefault="00C63C0B" w:rsidP="0025197C">
      <w:pPr>
        <w:pStyle w:val="Heading3"/>
        <w:spacing w:before="100" w:beforeAutospacing="1" w:after="100"/>
        <w:rPr>
          <w:rFonts w:cs="Arial"/>
        </w:rPr>
      </w:pPr>
      <w:r w:rsidRPr="00662918">
        <w:t>By submitting this document, I/we confirm that the aforementioned information is complete and true.</w:t>
      </w: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56A0" w14:textId="77777777" w:rsidR="004044BA" w:rsidRDefault="004044BA" w:rsidP="00A637D0">
      <w:r>
        <w:separator/>
      </w:r>
    </w:p>
  </w:endnote>
  <w:endnote w:type="continuationSeparator" w:id="0">
    <w:p w14:paraId="4B4E82EB" w14:textId="77777777" w:rsidR="004044BA" w:rsidRDefault="004044BA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77777777" w:rsidR="00A06D30" w:rsidRPr="00E32D51" w:rsidRDefault="000E5268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12</w:t>
          </w:r>
          <w:r w:rsidR="00A06D30">
            <w:t>/2018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77777777" w:rsidR="00A06D30" w:rsidRPr="00E32D51" w:rsidRDefault="00930030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</w:t>
          </w:r>
          <w:r w:rsidR="00A06D30">
            <w:t>2/2018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4BE10" w14:textId="77777777" w:rsidR="004044BA" w:rsidRDefault="004044BA" w:rsidP="00A637D0">
      <w:r>
        <w:separator/>
      </w:r>
    </w:p>
  </w:footnote>
  <w:footnote w:type="continuationSeparator" w:id="0">
    <w:p w14:paraId="2A0FDDE7" w14:textId="77777777" w:rsidR="004044BA" w:rsidRDefault="004044BA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7193" w14:textId="77777777" w:rsidR="000937B6" w:rsidRDefault="000937B6"/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344C310" w14:textId="77777777" w:rsidTr="000937B6">
      <w:trPr>
        <w:trHeight w:val="1418"/>
      </w:trPr>
      <w:tc>
        <w:tcPr>
          <w:tcW w:w="9348" w:type="dxa"/>
        </w:tcPr>
        <w:p w14:paraId="3680B641" w14:textId="77777777" w:rsidR="000937B6" w:rsidRPr="000937B6" w:rsidRDefault="000937B6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bCs/>
              <w:lang w:val="en-US"/>
            </w:rPr>
          </w:pPr>
          <w:r w:rsidRPr="000937B6">
            <w:rPr>
              <w:bCs/>
              <w:lang w:val="en-US"/>
            </w:rPr>
            <w:t>CONFIDENTIAL</w:t>
          </w:r>
        </w:p>
        <w:p w14:paraId="25F2EB97" w14:textId="013DAF74" w:rsidR="00A06D30" w:rsidRPr="00FB21AF" w:rsidRDefault="00A06D30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Self-declaration of eligibility </w:t>
          </w:r>
        </w:p>
      </w:tc>
    </w:tr>
  </w:tbl>
  <w:p w14:paraId="2FFC3A65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5A023D8" w14:textId="77777777" w:rsidR="000937B6" w:rsidRPr="000937B6" w:rsidRDefault="000937B6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asciiTheme="majorHAnsi" w:hAnsiTheme="majorHAnsi" w:cstheme="majorHAnsi"/>
              <w:bCs/>
            </w:rPr>
          </w:pPr>
          <w:r w:rsidRPr="000937B6">
            <w:rPr>
              <w:rFonts w:asciiTheme="majorHAnsi" w:hAnsiTheme="majorHAnsi" w:cstheme="majorHAnsi"/>
              <w:bCs/>
            </w:rPr>
            <w:t>CONFIDENTIAL</w:t>
          </w:r>
        </w:p>
        <w:p w14:paraId="0239A088" w14:textId="2CDBC1A2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52783"/>
    <w:multiLevelType w:val="hybridMultilevel"/>
    <w:tmpl w:val="F490C116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19951">
    <w:abstractNumId w:val="9"/>
  </w:num>
  <w:num w:numId="2" w16cid:durableId="1681005071">
    <w:abstractNumId w:val="8"/>
  </w:num>
  <w:num w:numId="3" w16cid:durableId="1023938296">
    <w:abstractNumId w:val="7"/>
  </w:num>
  <w:num w:numId="4" w16cid:durableId="733359581">
    <w:abstractNumId w:val="6"/>
  </w:num>
  <w:num w:numId="5" w16cid:durableId="324818986">
    <w:abstractNumId w:val="5"/>
  </w:num>
  <w:num w:numId="6" w16cid:durableId="1840928121">
    <w:abstractNumId w:val="4"/>
  </w:num>
  <w:num w:numId="7" w16cid:durableId="225727053">
    <w:abstractNumId w:val="3"/>
  </w:num>
  <w:num w:numId="8" w16cid:durableId="922686526">
    <w:abstractNumId w:val="2"/>
  </w:num>
  <w:num w:numId="9" w16cid:durableId="2050373682">
    <w:abstractNumId w:val="1"/>
  </w:num>
  <w:num w:numId="10" w16cid:durableId="59057791">
    <w:abstractNumId w:val="0"/>
  </w:num>
  <w:num w:numId="11" w16cid:durableId="1381900043">
    <w:abstractNumId w:val="21"/>
  </w:num>
  <w:num w:numId="12" w16cid:durableId="688723892">
    <w:abstractNumId w:val="10"/>
  </w:num>
  <w:num w:numId="13" w16cid:durableId="732702053">
    <w:abstractNumId w:val="19"/>
  </w:num>
  <w:num w:numId="14" w16cid:durableId="1966958899">
    <w:abstractNumId w:val="17"/>
  </w:num>
  <w:num w:numId="15" w16cid:durableId="1718159749">
    <w:abstractNumId w:val="11"/>
  </w:num>
  <w:num w:numId="16" w16cid:durableId="1718045089">
    <w:abstractNumId w:val="14"/>
  </w:num>
  <w:num w:numId="17" w16cid:durableId="899906061">
    <w:abstractNumId w:val="18"/>
  </w:num>
  <w:num w:numId="18" w16cid:durableId="1977367625">
    <w:abstractNumId w:val="15"/>
  </w:num>
  <w:num w:numId="19" w16cid:durableId="566458124">
    <w:abstractNumId w:val="22"/>
  </w:num>
  <w:num w:numId="20" w16cid:durableId="596866465">
    <w:abstractNumId w:val="16"/>
  </w:num>
  <w:num w:numId="21" w16cid:durableId="189226730">
    <w:abstractNumId w:val="12"/>
  </w:num>
  <w:num w:numId="22" w16cid:durableId="1501505512">
    <w:abstractNumId w:val="20"/>
  </w:num>
  <w:num w:numId="23" w16cid:durableId="400981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1316A"/>
    <w:rsid w:val="00013752"/>
    <w:rsid w:val="000304BC"/>
    <w:rsid w:val="00047F4A"/>
    <w:rsid w:val="00052ABD"/>
    <w:rsid w:val="000559A2"/>
    <w:rsid w:val="00060807"/>
    <w:rsid w:val="00074DAF"/>
    <w:rsid w:val="00083456"/>
    <w:rsid w:val="000937B6"/>
    <w:rsid w:val="000A5C66"/>
    <w:rsid w:val="000B0E75"/>
    <w:rsid w:val="000B478D"/>
    <w:rsid w:val="000C1CE3"/>
    <w:rsid w:val="000C79BB"/>
    <w:rsid w:val="000D0E11"/>
    <w:rsid w:val="000E3666"/>
    <w:rsid w:val="000E4FA6"/>
    <w:rsid w:val="000E5268"/>
    <w:rsid w:val="000F1C7E"/>
    <w:rsid w:val="000F2177"/>
    <w:rsid w:val="00100ADB"/>
    <w:rsid w:val="00101FDB"/>
    <w:rsid w:val="00112883"/>
    <w:rsid w:val="001130BA"/>
    <w:rsid w:val="00113204"/>
    <w:rsid w:val="00114F6C"/>
    <w:rsid w:val="001156D5"/>
    <w:rsid w:val="00125B43"/>
    <w:rsid w:val="00131B58"/>
    <w:rsid w:val="00131DC6"/>
    <w:rsid w:val="00142010"/>
    <w:rsid w:val="00143B6A"/>
    <w:rsid w:val="00150FD8"/>
    <w:rsid w:val="00152257"/>
    <w:rsid w:val="001530E8"/>
    <w:rsid w:val="00161428"/>
    <w:rsid w:val="00161896"/>
    <w:rsid w:val="00165E31"/>
    <w:rsid w:val="00166BD8"/>
    <w:rsid w:val="0017673B"/>
    <w:rsid w:val="00190868"/>
    <w:rsid w:val="001A17F9"/>
    <w:rsid w:val="001B0209"/>
    <w:rsid w:val="001B11D3"/>
    <w:rsid w:val="001B1784"/>
    <w:rsid w:val="001B5011"/>
    <w:rsid w:val="001B7AAD"/>
    <w:rsid w:val="001C07C7"/>
    <w:rsid w:val="001C5FE9"/>
    <w:rsid w:val="001C67CA"/>
    <w:rsid w:val="001D41F6"/>
    <w:rsid w:val="001D6A12"/>
    <w:rsid w:val="001D7634"/>
    <w:rsid w:val="001E3DF3"/>
    <w:rsid w:val="001F0211"/>
    <w:rsid w:val="001F1379"/>
    <w:rsid w:val="00200B0F"/>
    <w:rsid w:val="002045A8"/>
    <w:rsid w:val="00204F3F"/>
    <w:rsid w:val="00205815"/>
    <w:rsid w:val="0020698D"/>
    <w:rsid w:val="00206AAB"/>
    <w:rsid w:val="0021094D"/>
    <w:rsid w:val="0022309E"/>
    <w:rsid w:val="002320DD"/>
    <w:rsid w:val="002365A5"/>
    <w:rsid w:val="00241632"/>
    <w:rsid w:val="00247C37"/>
    <w:rsid w:val="0025097C"/>
    <w:rsid w:val="0025197C"/>
    <w:rsid w:val="002532B6"/>
    <w:rsid w:val="00260630"/>
    <w:rsid w:val="002616A5"/>
    <w:rsid w:val="00270A19"/>
    <w:rsid w:val="0027290F"/>
    <w:rsid w:val="00275F2B"/>
    <w:rsid w:val="002840F5"/>
    <w:rsid w:val="0028411B"/>
    <w:rsid w:val="0028645D"/>
    <w:rsid w:val="00287635"/>
    <w:rsid w:val="00293310"/>
    <w:rsid w:val="00293EF4"/>
    <w:rsid w:val="00294602"/>
    <w:rsid w:val="00295C25"/>
    <w:rsid w:val="002975F6"/>
    <w:rsid w:val="002A379A"/>
    <w:rsid w:val="002A4265"/>
    <w:rsid w:val="002B0417"/>
    <w:rsid w:val="002B1DF5"/>
    <w:rsid w:val="002B3058"/>
    <w:rsid w:val="002B696B"/>
    <w:rsid w:val="002C0268"/>
    <w:rsid w:val="002C318A"/>
    <w:rsid w:val="002F4523"/>
    <w:rsid w:val="003049BD"/>
    <w:rsid w:val="00304B51"/>
    <w:rsid w:val="003143BA"/>
    <w:rsid w:val="00320EDC"/>
    <w:rsid w:val="003250F7"/>
    <w:rsid w:val="003306FA"/>
    <w:rsid w:val="00331B3B"/>
    <w:rsid w:val="00332977"/>
    <w:rsid w:val="00333EFE"/>
    <w:rsid w:val="00341622"/>
    <w:rsid w:val="0034250C"/>
    <w:rsid w:val="00342640"/>
    <w:rsid w:val="00351DC4"/>
    <w:rsid w:val="003658A9"/>
    <w:rsid w:val="00371240"/>
    <w:rsid w:val="00371F72"/>
    <w:rsid w:val="00373042"/>
    <w:rsid w:val="00373130"/>
    <w:rsid w:val="003828E6"/>
    <w:rsid w:val="0038591D"/>
    <w:rsid w:val="00385A6E"/>
    <w:rsid w:val="003A707D"/>
    <w:rsid w:val="003B1D21"/>
    <w:rsid w:val="003B67CC"/>
    <w:rsid w:val="003C31A1"/>
    <w:rsid w:val="003C5C7C"/>
    <w:rsid w:val="003C6FDC"/>
    <w:rsid w:val="003D0F78"/>
    <w:rsid w:val="003D266E"/>
    <w:rsid w:val="003D3631"/>
    <w:rsid w:val="003F089E"/>
    <w:rsid w:val="003F447D"/>
    <w:rsid w:val="003F6EC9"/>
    <w:rsid w:val="003F7303"/>
    <w:rsid w:val="004044BA"/>
    <w:rsid w:val="00415BA6"/>
    <w:rsid w:val="004435ED"/>
    <w:rsid w:val="004511CA"/>
    <w:rsid w:val="0045739A"/>
    <w:rsid w:val="00463EC1"/>
    <w:rsid w:val="00466305"/>
    <w:rsid w:val="004666E2"/>
    <w:rsid w:val="00471B2E"/>
    <w:rsid w:val="00472CB8"/>
    <w:rsid w:val="0047680C"/>
    <w:rsid w:val="004821C0"/>
    <w:rsid w:val="0049307C"/>
    <w:rsid w:val="00495C9A"/>
    <w:rsid w:val="004A28D6"/>
    <w:rsid w:val="004A2BE9"/>
    <w:rsid w:val="004A374F"/>
    <w:rsid w:val="004A5843"/>
    <w:rsid w:val="004B258F"/>
    <w:rsid w:val="004B6704"/>
    <w:rsid w:val="004C4961"/>
    <w:rsid w:val="004E11DA"/>
    <w:rsid w:val="004E597C"/>
    <w:rsid w:val="004F059C"/>
    <w:rsid w:val="004F56CA"/>
    <w:rsid w:val="004F6D94"/>
    <w:rsid w:val="00503D35"/>
    <w:rsid w:val="00506C86"/>
    <w:rsid w:val="00553FC0"/>
    <w:rsid w:val="00556EAD"/>
    <w:rsid w:val="00560CEA"/>
    <w:rsid w:val="005840EF"/>
    <w:rsid w:val="005875AF"/>
    <w:rsid w:val="00595E85"/>
    <w:rsid w:val="005B3D97"/>
    <w:rsid w:val="005B6BFD"/>
    <w:rsid w:val="005C11A9"/>
    <w:rsid w:val="005D18E7"/>
    <w:rsid w:val="005D500F"/>
    <w:rsid w:val="005D60B4"/>
    <w:rsid w:val="005E0A0F"/>
    <w:rsid w:val="005E650B"/>
    <w:rsid w:val="00613213"/>
    <w:rsid w:val="00613B92"/>
    <w:rsid w:val="00615784"/>
    <w:rsid w:val="006245D2"/>
    <w:rsid w:val="00625191"/>
    <w:rsid w:val="006254E4"/>
    <w:rsid w:val="006305DE"/>
    <w:rsid w:val="00640E1F"/>
    <w:rsid w:val="00641269"/>
    <w:rsid w:val="00642A84"/>
    <w:rsid w:val="00644D9C"/>
    <w:rsid w:val="00647683"/>
    <w:rsid w:val="00655A55"/>
    <w:rsid w:val="00655F11"/>
    <w:rsid w:val="006601D0"/>
    <w:rsid w:val="00662918"/>
    <w:rsid w:val="00670A95"/>
    <w:rsid w:val="006833CC"/>
    <w:rsid w:val="00684EBF"/>
    <w:rsid w:val="0069220B"/>
    <w:rsid w:val="00694737"/>
    <w:rsid w:val="006957CA"/>
    <w:rsid w:val="00696B10"/>
    <w:rsid w:val="006A3525"/>
    <w:rsid w:val="006A43C1"/>
    <w:rsid w:val="006B4708"/>
    <w:rsid w:val="006C3411"/>
    <w:rsid w:val="006D257B"/>
    <w:rsid w:val="006E2E2F"/>
    <w:rsid w:val="006E724B"/>
    <w:rsid w:val="006E7D5E"/>
    <w:rsid w:val="006F5410"/>
    <w:rsid w:val="006F545C"/>
    <w:rsid w:val="006F643B"/>
    <w:rsid w:val="007000B3"/>
    <w:rsid w:val="007077E8"/>
    <w:rsid w:val="00716D27"/>
    <w:rsid w:val="00722877"/>
    <w:rsid w:val="007245A9"/>
    <w:rsid w:val="007273C6"/>
    <w:rsid w:val="00737DF1"/>
    <w:rsid w:val="00745D81"/>
    <w:rsid w:val="00752AC5"/>
    <w:rsid w:val="007648D7"/>
    <w:rsid w:val="007702B2"/>
    <w:rsid w:val="00780022"/>
    <w:rsid w:val="00780DA8"/>
    <w:rsid w:val="00784EF1"/>
    <w:rsid w:val="00792707"/>
    <w:rsid w:val="0079505C"/>
    <w:rsid w:val="00795832"/>
    <w:rsid w:val="007A14C8"/>
    <w:rsid w:val="007A2361"/>
    <w:rsid w:val="007A4878"/>
    <w:rsid w:val="007B02E2"/>
    <w:rsid w:val="007B14B5"/>
    <w:rsid w:val="007B15CD"/>
    <w:rsid w:val="007C0EA5"/>
    <w:rsid w:val="007C2007"/>
    <w:rsid w:val="007C2451"/>
    <w:rsid w:val="007D1F6F"/>
    <w:rsid w:val="007D416C"/>
    <w:rsid w:val="007D626A"/>
    <w:rsid w:val="007D6FB7"/>
    <w:rsid w:val="007F53DB"/>
    <w:rsid w:val="008018D8"/>
    <w:rsid w:val="008071C6"/>
    <w:rsid w:val="00824179"/>
    <w:rsid w:val="00833785"/>
    <w:rsid w:val="00837D78"/>
    <w:rsid w:val="008407CC"/>
    <w:rsid w:val="00840C61"/>
    <w:rsid w:val="00845E5A"/>
    <w:rsid w:val="008472EF"/>
    <w:rsid w:val="00847F0B"/>
    <w:rsid w:val="008564C5"/>
    <w:rsid w:val="00856CFA"/>
    <w:rsid w:val="008761AD"/>
    <w:rsid w:val="00880B21"/>
    <w:rsid w:val="00882D2F"/>
    <w:rsid w:val="00892A88"/>
    <w:rsid w:val="008964DD"/>
    <w:rsid w:val="008A634C"/>
    <w:rsid w:val="008A738D"/>
    <w:rsid w:val="008B1997"/>
    <w:rsid w:val="008C00BE"/>
    <w:rsid w:val="008D4B06"/>
    <w:rsid w:val="008D5A9C"/>
    <w:rsid w:val="008F46F6"/>
    <w:rsid w:val="00905B81"/>
    <w:rsid w:val="00913AD6"/>
    <w:rsid w:val="00914472"/>
    <w:rsid w:val="00922911"/>
    <w:rsid w:val="009239DC"/>
    <w:rsid w:val="00930030"/>
    <w:rsid w:val="009421DC"/>
    <w:rsid w:val="00942857"/>
    <w:rsid w:val="00957D5A"/>
    <w:rsid w:val="00964A05"/>
    <w:rsid w:val="00967801"/>
    <w:rsid w:val="00994A1D"/>
    <w:rsid w:val="009A13D5"/>
    <w:rsid w:val="009A6EC0"/>
    <w:rsid w:val="009B0BA2"/>
    <w:rsid w:val="009C0271"/>
    <w:rsid w:val="009C4392"/>
    <w:rsid w:val="009C7098"/>
    <w:rsid w:val="009D33C1"/>
    <w:rsid w:val="009E1663"/>
    <w:rsid w:val="009E4E08"/>
    <w:rsid w:val="009E7E71"/>
    <w:rsid w:val="009F4C68"/>
    <w:rsid w:val="00A00268"/>
    <w:rsid w:val="00A03C19"/>
    <w:rsid w:val="00A06D30"/>
    <w:rsid w:val="00A10620"/>
    <w:rsid w:val="00A11BEF"/>
    <w:rsid w:val="00A13972"/>
    <w:rsid w:val="00A15A9A"/>
    <w:rsid w:val="00A33934"/>
    <w:rsid w:val="00A43ABF"/>
    <w:rsid w:val="00A454D1"/>
    <w:rsid w:val="00A57680"/>
    <w:rsid w:val="00A637D0"/>
    <w:rsid w:val="00A64890"/>
    <w:rsid w:val="00A66242"/>
    <w:rsid w:val="00A71D28"/>
    <w:rsid w:val="00A73771"/>
    <w:rsid w:val="00A75A52"/>
    <w:rsid w:val="00A95A9F"/>
    <w:rsid w:val="00AA0BB3"/>
    <w:rsid w:val="00AA6623"/>
    <w:rsid w:val="00AB192E"/>
    <w:rsid w:val="00AB4724"/>
    <w:rsid w:val="00AC0E75"/>
    <w:rsid w:val="00AC2FA8"/>
    <w:rsid w:val="00AD7EB8"/>
    <w:rsid w:val="00AE3E5E"/>
    <w:rsid w:val="00AE5681"/>
    <w:rsid w:val="00AE6941"/>
    <w:rsid w:val="00AF5780"/>
    <w:rsid w:val="00B00315"/>
    <w:rsid w:val="00B00A7D"/>
    <w:rsid w:val="00B02916"/>
    <w:rsid w:val="00B03AC9"/>
    <w:rsid w:val="00B1507D"/>
    <w:rsid w:val="00B23934"/>
    <w:rsid w:val="00B24A1B"/>
    <w:rsid w:val="00B30B33"/>
    <w:rsid w:val="00B3773F"/>
    <w:rsid w:val="00B5388E"/>
    <w:rsid w:val="00B65D2B"/>
    <w:rsid w:val="00B71110"/>
    <w:rsid w:val="00B770F7"/>
    <w:rsid w:val="00B805D3"/>
    <w:rsid w:val="00B80CAA"/>
    <w:rsid w:val="00B80DAF"/>
    <w:rsid w:val="00B86CC5"/>
    <w:rsid w:val="00B92A68"/>
    <w:rsid w:val="00B92EA4"/>
    <w:rsid w:val="00B95610"/>
    <w:rsid w:val="00B969D6"/>
    <w:rsid w:val="00B96EDD"/>
    <w:rsid w:val="00BA06E5"/>
    <w:rsid w:val="00BA390D"/>
    <w:rsid w:val="00BB1AD9"/>
    <w:rsid w:val="00BB2B62"/>
    <w:rsid w:val="00BC2A12"/>
    <w:rsid w:val="00BC3FE3"/>
    <w:rsid w:val="00BE09A4"/>
    <w:rsid w:val="00BE1AB2"/>
    <w:rsid w:val="00BE30F2"/>
    <w:rsid w:val="00BF7E24"/>
    <w:rsid w:val="00C01482"/>
    <w:rsid w:val="00C05D03"/>
    <w:rsid w:val="00C11D38"/>
    <w:rsid w:val="00C1422E"/>
    <w:rsid w:val="00C177A6"/>
    <w:rsid w:val="00C21919"/>
    <w:rsid w:val="00C25499"/>
    <w:rsid w:val="00C33501"/>
    <w:rsid w:val="00C34951"/>
    <w:rsid w:val="00C538E0"/>
    <w:rsid w:val="00C61FBD"/>
    <w:rsid w:val="00C63C0B"/>
    <w:rsid w:val="00C66567"/>
    <w:rsid w:val="00C76E1E"/>
    <w:rsid w:val="00C82F24"/>
    <w:rsid w:val="00C83669"/>
    <w:rsid w:val="00C8467D"/>
    <w:rsid w:val="00C8667D"/>
    <w:rsid w:val="00C8677C"/>
    <w:rsid w:val="00C87701"/>
    <w:rsid w:val="00C91A29"/>
    <w:rsid w:val="00C93B8A"/>
    <w:rsid w:val="00CB4D04"/>
    <w:rsid w:val="00CC342C"/>
    <w:rsid w:val="00CC41DD"/>
    <w:rsid w:val="00CC4DB7"/>
    <w:rsid w:val="00CC56F1"/>
    <w:rsid w:val="00CD1093"/>
    <w:rsid w:val="00CD69B8"/>
    <w:rsid w:val="00CE763D"/>
    <w:rsid w:val="00D027FB"/>
    <w:rsid w:val="00D11C26"/>
    <w:rsid w:val="00D151EE"/>
    <w:rsid w:val="00D15832"/>
    <w:rsid w:val="00D1668C"/>
    <w:rsid w:val="00D2054F"/>
    <w:rsid w:val="00D26A6F"/>
    <w:rsid w:val="00D30395"/>
    <w:rsid w:val="00D31D1A"/>
    <w:rsid w:val="00D377D7"/>
    <w:rsid w:val="00D46793"/>
    <w:rsid w:val="00D67C9D"/>
    <w:rsid w:val="00D915D5"/>
    <w:rsid w:val="00DA3266"/>
    <w:rsid w:val="00DB1469"/>
    <w:rsid w:val="00DB1B41"/>
    <w:rsid w:val="00DB6432"/>
    <w:rsid w:val="00DD48B5"/>
    <w:rsid w:val="00DD592E"/>
    <w:rsid w:val="00DD658A"/>
    <w:rsid w:val="00DE0892"/>
    <w:rsid w:val="00DE0E90"/>
    <w:rsid w:val="00DE3C1A"/>
    <w:rsid w:val="00DE6D89"/>
    <w:rsid w:val="00DE7E67"/>
    <w:rsid w:val="00DF6E8E"/>
    <w:rsid w:val="00E00A39"/>
    <w:rsid w:val="00E15B6C"/>
    <w:rsid w:val="00E17E99"/>
    <w:rsid w:val="00E2052D"/>
    <w:rsid w:val="00E26540"/>
    <w:rsid w:val="00E30D70"/>
    <w:rsid w:val="00E32D51"/>
    <w:rsid w:val="00E34427"/>
    <w:rsid w:val="00E373F0"/>
    <w:rsid w:val="00E415DF"/>
    <w:rsid w:val="00E46413"/>
    <w:rsid w:val="00E534D5"/>
    <w:rsid w:val="00E61B1E"/>
    <w:rsid w:val="00E62B79"/>
    <w:rsid w:val="00E704DD"/>
    <w:rsid w:val="00E71D03"/>
    <w:rsid w:val="00E73D50"/>
    <w:rsid w:val="00E747E1"/>
    <w:rsid w:val="00E80124"/>
    <w:rsid w:val="00E8565A"/>
    <w:rsid w:val="00E86794"/>
    <w:rsid w:val="00E9115F"/>
    <w:rsid w:val="00E917CA"/>
    <w:rsid w:val="00E9404A"/>
    <w:rsid w:val="00E95D0B"/>
    <w:rsid w:val="00EA08B9"/>
    <w:rsid w:val="00EA10F3"/>
    <w:rsid w:val="00EA68E8"/>
    <w:rsid w:val="00EA73BA"/>
    <w:rsid w:val="00EA7FA8"/>
    <w:rsid w:val="00EB0E81"/>
    <w:rsid w:val="00EB29C4"/>
    <w:rsid w:val="00EB796A"/>
    <w:rsid w:val="00EC4141"/>
    <w:rsid w:val="00EC70FB"/>
    <w:rsid w:val="00ED1FD6"/>
    <w:rsid w:val="00ED20AC"/>
    <w:rsid w:val="00ED47EB"/>
    <w:rsid w:val="00ED67E0"/>
    <w:rsid w:val="00ED7308"/>
    <w:rsid w:val="00EE15A3"/>
    <w:rsid w:val="00EE4F4B"/>
    <w:rsid w:val="00EE527E"/>
    <w:rsid w:val="00EF26FB"/>
    <w:rsid w:val="00EF6D2F"/>
    <w:rsid w:val="00F002E8"/>
    <w:rsid w:val="00F02F04"/>
    <w:rsid w:val="00F0397E"/>
    <w:rsid w:val="00F07A88"/>
    <w:rsid w:val="00F147C6"/>
    <w:rsid w:val="00F167DB"/>
    <w:rsid w:val="00F16E21"/>
    <w:rsid w:val="00F16F42"/>
    <w:rsid w:val="00F2243E"/>
    <w:rsid w:val="00F2748F"/>
    <w:rsid w:val="00F30371"/>
    <w:rsid w:val="00F31CEC"/>
    <w:rsid w:val="00F46661"/>
    <w:rsid w:val="00F50769"/>
    <w:rsid w:val="00F62456"/>
    <w:rsid w:val="00F821AA"/>
    <w:rsid w:val="00F9603E"/>
    <w:rsid w:val="00F96761"/>
    <w:rsid w:val="00FA0578"/>
    <w:rsid w:val="00FA7E09"/>
    <w:rsid w:val="00FB156E"/>
    <w:rsid w:val="00FB21AF"/>
    <w:rsid w:val="00FB2A41"/>
    <w:rsid w:val="00FB2B83"/>
    <w:rsid w:val="00FC5121"/>
    <w:rsid w:val="00FD0CDF"/>
    <w:rsid w:val="00FD326F"/>
    <w:rsid w:val="00FE1BCE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  <w:style w:type="paragraph" w:styleId="Revision">
    <w:name w:val="Revision"/>
    <w:hidden/>
    <w:uiPriority w:val="99"/>
    <w:semiHidden/>
    <w:rsid w:val="00F31CEC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100ADB"/>
    <w:rsid w:val="00145AF4"/>
    <w:rsid w:val="0017673B"/>
    <w:rsid w:val="001C5FE9"/>
    <w:rsid w:val="0021094D"/>
    <w:rsid w:val="00273EAA"/>
    <w:rsid w:val="00287C44"/>
    <w:rsid w:val="00293EF4"/>
    <w:rsid w:val="00332977"/>
    <w:rsid w:val="003F4301"/>
    <w:rsid w:val="004240D8"/>
    <w:rsid w:val="004D52D4"/>
    <w:rsid w:val="00506C86"/>
    <w:rsid w:val="005456D0"/>
    <w:rsid w:val="005915CE"/>
    <w:rsid w:val="006241CC"/>
    <w:rsid w:val="006A0947"/>
    <w:rsid w:val="006C6BA3"/>
    <w:rsid w:val="006F5410"/>
    <w:rsid w:val="00833785"/>
    <w:rsid w:val="00860530"/>
    <w:rsid w:val="008C6DA7"/>
    <w:rsid w:val="00B95610"/>
    <w:rsid w:val="00BE30F2"/>
    <w:rsid w:val="00CB0D59"/>
    <w:rsid w:val="00D85516"/>
    <w:rsid w:val="00EC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4ddbec-3349-4c85-93f9-32bd5c8d2b43">
      <Terms xmlns="http://schemas.microsoft.com/office/infopath/2007/PartnerControls"/>
    </lcf76f155ced4ddcb4097134ff3c332f>
    <TaxCatchAll xmlns="d48a697e-fd98-49a0-85bc-f2587ce56d60" xsi:nil="true"/>
    <cleaned_x0020_up xmlns="3b4ddbec-3349-4c85-93f9-32bd5c8d2b43">true</cleaned_x0020_up>
    <Status xmlns="3b4ddbec-3349-4c85-93f9-32bd5c8d2b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F754FA02DCA72488A894E436BA3344B" ma:contentTypeVersion="19" ma:contentTypeDescription="Створення нового документа." ma:contentTypeScope="" ma:versionID="f0691d620b36f3ae0b8a56dd7cd5737d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73153b6427d074c084f3828329cc23dd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cleaned_x0020_up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leaned_x0020_up" ma:index="20" nillable="true" ma:displayName="cleaned up" ma:default="1" ma:internalName="cleaned_x0020_up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6" nillable="true" ma:displayName="Status" ma:format="Dropdown" ma:internalName="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593d6-2266-4918-b150-2dc17423ea98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3b4ddbec-3349-4c85-93f9-32bd5c8d2b43"/>
    <ds:schemaRef ds:uri="d48a697e-fd98-49a0-85bc-f2587ce56d60"/>
  </ds:schemaRefs>
</ds:datastoreItem>
</file>

<file path=customXml/itemProps2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1528D-24C3-4E8C-9F69-9DC3C503D0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E9369A-1B83-4804-A7F8-2305C01C6DBA}"/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Interessensbekundung de, Stand: Februar2016</vt:lpstr>
      <vt:lpstr>Interessensbekundung de, Stand: Februar2016</vt:lpstr>
    </vt:vector>
  </TitlesOfParts>
  <Company>GIZ GmbH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Nimchynova, Vita GIZ UA</cp:lastModifiedBy>
  <cp:revision>3</cp:revision>
  <cp:lastPrinted>2018-02-16T12:47:00Z</cp:lastPrinted>
  <dcterms:created xsi:type="dcterms:W3CDTF">2025-12-29T13:35:00Z</dcterms:created>
  <dcterms:modified xsi:type="dcterms:W3CDTF">2025-12-29T13:36:00Z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