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8120FEC"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4B6B84" w:rsidRPr="004B6B84">
        <w:rPr>
          <w:rFonts w:eastAsiaTheme="minorHAnsi"/>
          <w:lang w:val="en-GB"/>
        </w:rPr>
        <w:t>83504787</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2CE8D68"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9D3A07">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1A6FB0">
        <w:rPr>
          <w:rFonts w:cs="Arial"/>
          <w:noProof/>
          <w:szCs w:val="22"/>
          <w:lang w:val="en-GB"/>
        </w:rPr>
        <w:t>5</w:t>
      </w:r>
      <w:r w:rsidR="00634E73">
        <w:rPr>
          <w:rFonts w:cs="Arial"/>
          <w:noProof/>
          <w:szCs w:val="22"/>
          <w:lang w:val="en-GB"/>
        </w:rPr>
        <w:t>0</w:t>
      </w:r>
      <w:r w:rsidR="00843341">
        <w:rPr>
          <w:rFonts w:cs="Arial"/>
          <w:noProof/>
          <w:szCs w:val="22"/>
          <w:lang w:val="en-GB"/>
        </w:rPr>
        <w:t>0</w:t>
      </w:r>
      <w:r w:rsidR="00634E73">
        <w:rPr>
          <w:rFonts w:cs="Arial"/>
          <w:noProof/>
          <w:szCs w:val="22"/>
          <w:lang w:val="en-GB"/>
        </w:rPr>
        <w:t>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4EEA64F1"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FA6C25">
        <w:rPr>
          <w:rFonts w:cs="Arial"/>
          <w:lang w:val="en-GB"/>
        </w:rPr>
        <w:t>3</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EBF0A49"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B10B59">
        <w:rPr>
          <w:b w:val="0"/>
          <w:lang w:val="en-GB"/>
        </w:rPr>
        <w:t>5</w:t>
      </w:r>
      <w:r w:rsidR="00CF2D1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0FC95F5D" w:rsidR="00CE7FBD" w:rsidRPr="003F2462" w:rsidRDefault="00074A24" w:rsidP="00FA6C25">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A6C25">
        <w:rPr>
          <w:b w:val="0"/>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A6C25" w:rsidRPr="00FA6C25">
        <w:rPr>
          <w:b w:val="0"/>
          <w:lang w:val="en-GB"/>
        </w:rPr>
        <w:t xml:space="preserve">regional or national fiscal advisory or green building policy advisory </w:t>
      </w:r>
      <w:r w:rsidRPr="003F2462">
        <w:rPr>
          <w:b w:val="0"/>
          <w:lang w:val="en-GB"/>
        </w:rPr>
        <w:fldChar w:fldCharType="end"/>
      </w:r>
    </w:p>
    <w:p w14:paraId="1E565595" w14:textId="5A769B87"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A6C25">
        <w:rPr>
          <w:b w:val="0"/>
          <w:lang w:val="en-GB"/>
        </w:rPr>
        <w:t>2</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463D77">
        <w:rPr>
          <w:b w:val="0"/>
          <w:lang w:val="en-GB"/>
        </w:rPr>
        <w:t xml:space="preserve">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1A4100">
        <w:rPr>
          <w:b w:val="0"/>
          <w:lang w:val="en-GB"/>
        </w:rPr>
        <w:t> </w:t>
      </w:r>
      <w:r w:rsidR="001A4100">
        <w:rPr>
          <w:b w:val="0"/>
          <w:lang w:val="en-GB"/>
        </w:rPr>
        <w:t> </w:t>
      </w:r>
      <w:r w:rsidR="001A4100">
        <w:rPr>
          <w:b w:val="0"/>
          <w:lang w:val="en-GB"/>
        </w:rPr>
        <w:t> </w:t>
      </w:r>
      <w:r w:rsidR="001A4100">
        <w:rPr>
          <w:b w:val="0"/>
          <w:lang w:val="en-GB"/>
        </w:rPr>
        <w:t> </w:t>
      </w:r>
      <w:r w:rsidR="001A4100">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1339623D"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1B7A699F"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E162A" w14:textId="77777777" w:rsidR="0067343F" w:rsidRDefault="0067343F" w:rsidP="00A637D0">
      <w:r>
        <w:separator/>
      </w:r>
    </w:p>
  </w:endnote>
  <w:endnote w:type="continuationSeparator" w:id="0">
    <w:p w14:paraId="3235EC8A" w14:textId="77777777" w:rsidR="0067343F" w:rsidRDefault="0067343F"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92575" w14:textId="77777777" w:rsidR="0067343F" w:rsidRDefault="0067343F" w:rsidP="00A637D0">
      <w:r>
        <w:separator/>
      </w:r>
    </w:p>
  </w:footnote>
  <w:footnote w:type="continuationSeparator" w:id="0">
    <w:p w14:paraId="5AF95079" w14:textId="77777777" w:rsidR="0067343F" w:rsidRDefault="0067343F"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3702"/>
    <w:rsid w:val="00047F4A"/>
    <w:rsid w:val="00052ABD"/>
    <w:rsid w:val="000548E6"/>
    <w:rsid w:val="00054B0B"/>
    <w:rsid w:val="000559A2"/>
    <w:rsid w:val="00074A24"/>
    <w:rsid w:val="00074DAF"/>
    <w:rsid w:val="00083456"/>
    <w:rsid w:val="000A273E"/>
    <w:rsid w:val="000A5C66"/>
    <w:rsid w:val="000B0E75"/>
    <w:rsid w:val="000B1A38"/>
    <w:rsid w:val="000B478D"/>
    <w:rsid w:val="000B7E54"/>
    <w:rsid w:val="000C1CE3"/>
    <w:rsid w:val="000C4C1D"/>
    <w:rsid w:val="000C7EF0"/>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F92"/>
    <w:rsid w:val="00182FB6"/>
    <w:rsid w:val="0018551C"/>
    <w:rsid w:val="00187B89"/>
    <w:rsid w:val="00190868"/>
    <w:rsid w:val="001A17F9"/>
    <w:rsid w:val="001A4100"/>
    <w:rsid w:val="001A6FB0"/>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157F"/>
    <w:rsid w:val="002320DD"/>
    <w:rsid w:val="002436FD"/>
    <w:rsid w:val="00247C37"/>
    <w:rsid w:val="0025197C"/>
    <w:rsid w:val="00252DC6"/>
    <w:rsid w:val="002532B6"/>
    <w:rsid w:val="00260630"/>
    <w:rsid w:val="002616A5"/>
    <w:rsid w:val="00270A19"/>
    <w:rsid w:val="00271D34"/>
    <w:rsid w:val="0027290F"/>
    <w:rsid w:val="00275F2B"/>
    <w:rsid w:val="00283424"/>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625D9"/>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58B0"/>
    <w:rsid w:val="003F2462"/>
    <w:rsid w:val="003F6EC9"/>
    <w:rsid w:val="003F7303"/>
    <w:rsid w:val="00415BA6"/>
    <w:rsid w:val="0044321E"/>
    <w:rsid w:val="004435ED"/>
    <w:rsid w:val="004511CA"/>
    <w:rsid w:val="0045631A"/>
    <w:rsid w:val="0045739A"/>
    <w:rsid w:val="00463D77"/>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15F0"/>
    <w:rsid w:val="004B6704"/>
    <w:rsid w:val="004B6B84"/>
    <w:rsid w:val="004C4961"/>
    <w:rsid w:val="004D1A52"/>
    <w:rsid w:val="004D5B34"/>
    <w:rsid w:val="004E11DA"/>
    <w:rsid w:val="004E37B6"/>
    <w:rsid w:val="004E597C"/>
    <w:rsid w:val="004F56CA"/>
    <w:rsid w:val="004F6D94"/>
    <w:rsid w:val="004F7FBA"/>
    <w:rsid w:val="00502CE8"/>
    <w:rsid w:val="00503D35"/>
    <w:rsid w:val="00507C1D"/>
    <w:rsid w:val="005151D9"/>
    <w:rsid w:val="00516FF0"/>
    <w:rsid w:val="00541664"/>
    <w:rsid w:val="00553FC0"/>
    <w:rsid w:val="00554D64"/>
    <w:rsid w:val="00556EAD"/>
    <w:rsid w:val="00560342"/>
    <w:rsid w:val="00562AAE"/>
    <w:rsid w:val="005856CD"/>
    <w:rsid w:val="005875AF"/>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34E73"/>
    <w:rsid w:val="00640871"/>
    <w:rsid w:val="00640E1F"/>
    <w:rsid w:val="00641269"/>
    <w:rsid w:val="00642A84"/>
    <w:rsid w:val="00645BF8"/>
    <w:rsid w:val="00646202"/>
    <w:rsid w:val="0064662C"/>
    <w:rsid w:val="00646B78"/>
    <w:rsid w:val="00647683"/>
    <w:rsid w:val="00655A55"/>
    <w:rsid w:val="00655F11"/>
    <w:rsid w:val="006601D0"/>
    <w:rsid w:val="00672B9A"/>
    <w:rsid w:val="0067343F"/>
    <w:rsid w:val="00682E0C"/>
    <w:rsid w:val="00691579"/>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6F6892"/>
    <w:rsid w:val="007000B3"/>
    <w:rsid w:val="007077E8"/>
    <w:rsid w:val="00721DEE"/>
    <w:rsid w:val="00722877"/>
    <w:rsid w:val="007245A9"/>
    <w:rsid w:val="007273C6"/>
    <w:rsid w:val="00737A70"/>
    <w:rsid w:val="00752AC5"/>
    <w:rsid w:val="007543A6"/>
    <w:rsid w:val="00763DE2"/>
    <w:rsid w:val="007644B0"/>
    <w:rsid w:val="007646C2"/>
    <w:rsid w:val="007702B2"/>
    <w:rsid w:val="0077096F"/>
    <w:rsid w:val="00771C78"/>
    <w:rsid w:val="00776B87"/>
    <w:rsid w:val="00780022"/>
    <w:rsid w:val="00787AAD"/>
    <w:rsid w:val="00791EC5"/>
    <w:rsid w:val="0079505C"/>
    <w:rsid w:val="007A14C8"/>
    <w:rsid w:val="007B0B24"/>
    <w:rsid w:val="007B14B5"/>
    <w:rsid w:val="007B15CD"/>
    <w:rsid w:val="007B29A9"/>
    <w:rsid w:val="007C2451"/>
    <w:rsid w:val="007C4739"/>
    <w:rsid w:val="007D1F6F"/>
    <w:rsid w:val="007D416C"/>
    <w:rsid w:val="007D4193"/>
    <w:rsid w:val="007D626A"/>
    <w:rsid w:val="007D6FB7"/>
    <w:rsid w:val="007F04A8"/>
    <w:rsid w:val="007F4156"/>
    <w:rsid w:val="007F53DB"/>
    <w:rsid w:val="008018D8"/>
    <w:rsid w:val="00805C7A"/>
    <w:rsid w:val="008071C6"/>
    <w:rsid w:val="00812317"/>
    <w:rsid w:val="00814003"/>
    <w:rsid w:val="00824179"/>
    <w:rsid w:val="00840C47"/>
    <w:rsid w:val="00840C61"/>
    <w:rsid w:val="00843341"/>
    <w:rsid w:val="0084450E"/>
    <w:rsid w:val="00845E5A"/>
    <w:rsid w:val="008472EF"/>
    <w:rsid w:val="00847F0B"/>
    <w:rsid w:val="008564C5"/>
    <w:rsid w:val="00856CFA"/>
    <w:rsid w:val="008710E3"/>
    <w:rsid w:val="0087461E"/>
    <w:rsid w:val="008761AD"/>
    <w:rsid w:val="00880B21"/>
    <w:rsid w:val="00882D2F"/>
    <w:rsid w:val="008862EE"/>
    <w:rsid w:val="008964DD"/>
    <w:rsid w:val="008A634C"/>
    <w:rsid w:val="008B1997"/>
    <w:rsid w:val="008B7244"/>
    <w:rsid w:val="008C00BE"/>
    <w:rsid w:val="008D3380"/>
    <w:rsid w:val="008D4B06"/>
    <w:rsid w:val="008D5708"/>
    <w:rsid w:val="008D5A9C"/>
    <w:rsid w:val="008E3230"/>
    <w:rsid w:val="00904E6F"/>
    <w:rsid w:val="00905B81"/>
    <w:rsid w:val="00914472"/>
    <w:rsid w:val="0091691F"/>
    <w:rsid w:val="009239DC"/>
    <w:rsid w:val="00936D15"/>
    <w:rsid w:val="009421DC"/>
    <w:rsid w:val="00942857"/>
    <w:rsid w:val="00942E3E"/>
    <w:rsid w:val="00955C7F"/>
    <w:rsid w:val="00956706"/>
    <w:rsid w:val="00957D5A"/>
    <w:rsid w:val="00960432"/>
    <w:rsid w:val="00964A05"/>
    <w:rsid w:val="00967801"/>
    <w:rsid w:val="00986F39"/>
    <w:rsid w:val="00992376"/>
    <w:rsid w:val="00994A1D"/>
    <w:rsid w:val="009A13D5"/>
    <w:rsid w:val="009A45E6"/>
    <w:rsid w:val="009B0BA2"/>
    <w:rsid w:val="009B4A8D"/>
    <w:rsid w:val="009C1BCC"/>
    <w:rsid w:val="009C20A0"/>
    <w:rsid w:val="009C300B"/>
    <w:rsid w:val="009C60C8"/>
    <w:rsid w:val="009C7098"/>
    <w:rsid w:val="009D1859"/>
    <w:rsid w:val="009D33C1"/>
    <w:rsid w:val="009D3A07"/>
    <w:rsid w:val="009D73BB"/>
    <w:rsid w:val="009E0B2D"/>
    <w:rsid w:val="009E4E08"/>
    <w:rsid w:val="009E7BD7"/>
    <w:rsid w:val="009E7E71"/>
    <w:rsid w:val="009F1656"/>
    <w:rsid w:val="00A00268"/>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354"/>
    <w:rsid w:val="00A908BD"/>
    <w:rsid w:val="00A95A9F"/>
    <w:rsid w:val="00A96FDB"/>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0B59"/>
    <w:rsid w:val="00B11033"/>
    <w:rsid w:val="00B154BD"/>
    <w:rsid w:val="00B15DB2"/>
    <w:rsid w:val="00B17D66"/>
    <w:rsid w:val="00B23934"/>
    <w:rsid w:val="00B244C8"/>
    <w:rsid w:val="00B24A1B"/>
    <w:rsid w:val="00B3773F"/>
    <w:rsid w:val="00B42C2E"/>
    <w:rsid w:val="00B4737B"/>
    <w:rsid w:val="00B503C1"/>
    <w:rsid w:val="00B5388E"/>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340"/>
    <w:rsid w:val="00BC3FE3"/>
    <w:rsid w:val="00BE09A4"/>
    <w:rsid w:val="00BE5AEF"/>
    <w:rsid w:val="00BF4517"/>
    <w:rsid w:val="00C11D38"/>
    <w:rsid w:val="00C1422E"/>
    <w:rsid w:val="00C15C00"/>
    <w:rsid w:val="00C177A6"/>
    <w:rsid w:val="00C2145D"/>
    <w:rsid w:val="00C21919"/>
    <w:rsid w:val="00C23F92"/>
    <w:rsid w:val="00C33309"/>
    <w:rsid w:val="00C33501"/>
    <w:rsid w:val="00C40F8D"/>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C73B7"/>
    <w:rsid w:val="00CD1093"/>
    <w:rsid w:val="00CD34D5"/>
    <w:rsid w:val="00CD4F23"/>
    <w:rsid w:val="00CD60E5"/>
    <w:rsid w:val="00CD69B8"/>
    <w:rsid w:val="00CE6B93"/>
    <w:rsid w:val="00CE7FBD"/>
    <w:rsid w:val="00CF2D1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50836"/>
    <w:rsid w:val="00D642DF"/>
    <w:rsid w:val="00D67C9D"/>
    <w:rsid w:val="00D76E6C"/>
    <w:rsid w:val="00D80282"/>
    <w:rsid w:val="00D828C7"/>
    <w:rsid w:val="00D915D5"/>
    <w:rsid w:val="00DA3266"/>
    <w:rsid w:val="00DB1469"/>
    <w:rsid w:val="00DB635D"/>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67ED"/>
    <w:rsid w:val="00E27A10"/>
    <w:rsid w:val="00E30D70"/>
    <w:rsid w:val="00E32D51"/>
    <w:rsid w:val="00E415DF"/>
    <w:rsid w:val="00E46413"/>
    <w:rsid w:val="00E46FEC"/>
    <w:rsid w:val="00E51376"/>
    <w:rsid w:val="00E52AF0"/>
    <w:rsid w:val="00E534D5"/>
    <w:rsid w:val="00E56945"/>
    <w:rsid w:val="00E57584"/>
    <w:rsid w:val="00E62B79"/>
    <w:rsid w:val="00E64056"/>
    <w:rsid w:val="00E704DD"/>
    <w:rsid w:val="00E71D03"/>
    <w:rsid w:val="00E73D50"/>
    <w:rsid w:val="00E747E1"/>
    <w:rsid w:val="00E80124"/>
    <w:rsid w:val="00E8565A"/>
    <w:rsid w:val="00E9115F"/>
    <w:rsid w:val="00E917CA"/>
    <w:rsid w:val="00E94D73"/>
    <w:rsid w:val="00EA095D"/>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1AFC"/>
    <w:rsid w:val="00F546C2"/>
    <w:rsid w:val="00F55CC9"/>
    <w:rsid w:val="00F63CD1"/>
    <w:rsid w:val="00F7392C"/>
    <w:rsid w:val="00F96761"/>
    <w:rsid w:val="00FA0578"/>
    <w:rsid w:val="00FA6C25"/>
    <w:rsid w:val="00FA7E09"/>
    <w:rsid w:val="00FB21AF"/>
    <w:rsid w:val="00FB2A41"/>
    <w:rsid w:val="00FB2B83"/>
    <w:rsid w:val="00FB3CCB"/>
    <w:rsid w:val="00FC5121"/>
    <w:rsid w:val="00FD090A"/>
    <w:rsid w:val="00FD0CDF"/>
    <w:rsid w:val="00FD151A"/>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157F"/>
    <w:rsid w:val="00235435"/>
    <w:rsid w:val="00282750"/>
    <w:rsid w:val="0038269E"/>
    <w:rsid w:val="003D58B0"/>
    <w:rsid w:val="00487871"/>
    <w:rsid w:val="004D3552"/>
    <w:rsid w:val="005600F0"/>
    <w:rsid w:val="00596403"/>
    <w:rsid w:val="005C631F"/>
    <w:rsid w:val="005E2F52"/>
    <w:rsid w:val="006038E3"/>
    <w:rsid w:val="006E233B"/>
    <w:rsid w:val="00821512"/>
    <w:rsid w:val="0087461E"/>
    <w:rsid w:val="00882CCD"/>
    <w:rsid w:val="008D5708"/>
    <w:rsid w:val="00927956"/>
    <w:rsid w:val="00950015"/>
    <w:rsid w:val="00955C7F"/>
    <w:rsid w:val="00991ACB"/>
    <w:rsid w:val="009D336F"/>
    <w:rsid w:val="009E1F04"/>
    <w:rsid w:val="00AF2B32"/>
    <w:rsid w:val="00AF7064"/>
    <w:rsid w:val="00B5752D"/>
    <w:rsid w:val="00BA70FB"/>
    <w:rsid w:val="00C15C00"/>
    <w:rsid w:val="00C40F8D"/>
    <w:rsid w:val="00C72E5A"/>
    <w:rsid w:val="00C87B31"/>
    <w:rsid w:val="00C97DAF"/>
    <w:rsid w:val="00CD6951"/>
    <w:rsid w:val="00D1327F"/>
    <w:rsid w:val="00D3109A"/>
    <w:rsid w:val="00D50836"/>
    <w:rsid w:val="00DB64AB"/>
    <w:rsid w:val="00DB7054"/>
    <w:rsid w:val="00DB7DF1"/>
    <w:rsid w:val="00E14AC7"/>
    <w:rsid w:val="00E22FB5"/>
    <w:rsid w:val="00EB2CA5"/>
    <w:rsid w:val="00EC42C3"/>
    <w:rsid w:val="00EF29A2"/>
    <w:rsid w:val="00F22E5F"/>
    <w:rsid w:val="00F57B52"/>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4f7787a-ad87-4751-acd5-ee01dd34f5fa" xsi:nil="true"/>
    <TaxCatchAll xmlns="e67d4004-1e94-47a1-be2c-47af4079c0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5B041CAD323674B98399F87321BC1CB" ma:contentTypeVersion="11" ma:contentTypeDescription="Create a new document." ma:contentTypeScope="" ma:versionID="e42e59145c62ed6b185bc8b6dc886cf7">
  <xsd:schema xmlns:xsd="http://www.w3.org/2001/XMLSchema" xmlns:xs="http://www.w3.org/2001/XMLSchema" xmlns:p="http://schemas.microsoft.com/office/2006/metadata/properties" xmlns:ns2="b4f7787a-ad87-4751-acd5-ee01dd34f5fa" xmlns:ns3="e67d4004-1e94-47a1-be2c-47af4079c010" targetNamespace="http://schemas.microsoft.com/office/2006/metadata/properties" ma:root="true" ma:fieldsID="a1d15a6fd84d73211f8dfcdc55069782" ns2:_="" ns3:_="">
    <xsd:import namespace="b4f7787a-ad87-4751-acd5-ee01dd34f5fa"/>
    <xsd:import namespace="e67d4004-1e94-47a1-be2c-47af4079c0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7787a-ad87-4751-acd5-ee01dd34f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displayName="Bildmarkierungen_0" ma:hidden="true" ma:internalName="lcf76f155ced4ddcb4097134ff3c332f">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7d4004-1e94-47a1-be2c-47af4079c0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c76695-283b-4b84-b860-2cce217422f3}" ma:internalName="TaxCatchAll" ma:showField="CatchAllData" ma:web="e67d4004-1e94-47a1-be2c-47af4079c0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DD5E3-39E7-4356-A034-8B58505C0CD9}">
  <ds:schemaRefs>
    <ds:schemaRef ds:uri="http://schemas.microsoft.com/office/2006/metadata/properties"/>
    <ds:schemaRef ds:uri="http://schemas.microsoft.com/office/infopath/2007/PartnerControls"/>
    <ds:schemaRef ds:uri="b4f7787a-ad87-4751-acd5-ee01dd34f5fa"/>
    <ds:schemaRef ds:uri="e67d4004-1e94-47a1-be2c-47af4079c010"/>
  </ds:schemaRefs>
</ds:datastoreItem>
</file>

<file path=customXml/itemProps2.xml><?xml version="1.0" encoding="utf-8"?>
<ds:datastoreItem xmlns:ds="http://schemas.openxmlformats.org/officeDocument/2006/customXml" ds:itemID="{7FDEC012-8D7D-4EC9-83DA-9AFAC9450680}">
  <ds:schemaRefs>
    <ds:schemaRef ds:uri="http://schemas.microsoft.com/sharepoint/v3/contenttype/forms"/>
  </ds:schemaRefs>
</ds:datastoreItem>
</file>

<file path=customXml/itemProps3.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4.xml><?xml version="1.0" encoding="utf-8"?>
<ds:datastoreItem xmlns:ds="http://schemas.openxmlformats.org/officeDocument/2006/customXml" ds:itemID="{43239A7A-472F-4B2C-999B-57D2D8240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7787a-ad87-4751-acd5-ee01dd34f5fa"/>
    <ds:schemaRef ds:uri="e67d4004-1e94-47a1-be2c-47af4079c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Teilnahmeantrag_de-neu-entwurf.dotx</Template>
  <TotalTime>0</TotalTime>
  <Pages>9</Pages>
  <Words>1846</Words>
  <Characters>10526</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Rahayu, Lidya Tri GIZ ID</cp:lastModifiedBy>
  <cp:revision>3</cp:revision>
  <cp:lastPrinted>2018-02-16T12:47:00Z</cp:lastPrinted>
  <dcterms:created xsi:type="dcterms:W3CDTF">2025-11-25T07:13:00Z</dcterms:created>
  <dcterms:modified xsi:type="dcterms:W3CDTF">2026-02-17T15:15:00Z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0x010100D5B041CAD323674B98399F87321BC1CB</vt:lpwstr>
  </property>
</Properties>
</file>