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6584A62D"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2F19E1" w:rsidRPr="002F19E1">
        <w:rPr>
          <w:lang w:val="en-GB"/>
        </w:rPr>
        <w:t>RNCOI003</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04767AA5"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EndPr/>
        <w:sdtContent>
          <w:r w:rsidR="009E36C4">
            <w:rPr>
              <w:rFonts w:cs="Arial"/>
              <w:color w:val="A6A6A6" w:themeColor="background1" w:themeShade="A6"/>
              <w:szCs w:val="22"/>
              <w:lang w:val="en-GB"/>
            </w:rPr>
            <w:t>of the entire company</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00810BE4">
        <w:rPr>
          <w:rFonts w:cs="Arial"/>
          <w:noProof/>
          <w:szCs w:val="22"/>
          <w:lang w:val="en-GB"/>
        </w:rPr>
        <w:t> </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A82ACE">
        <w:rPr>
          <w:rFonts w:cs="Arial"/>
          <w:noProof/>
          <w:szCs w:val="22"/>
          <w:lang w:val="en-GB"/>
        </w:rPr>
        <w:t>64406</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83763D"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033273A4"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646B78">
        <w:rPr>
          <w:rFonts w:cs="Arial"/>
          <w:noProof/>
          <w:lang w:val="en-GB"/>
        </w:rPr>
        <w:t>5</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83763D"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End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End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5BBC3EB0"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7654FF">
        <w:rPr>
          <w:b w:val="0"/>
          <w:noProof/>
          <w:lang w:val="en-GB"/>
        </w:rPr>
        <w:t>35</w:t>
      </w:r>
      <w:r w:rsidR="00ED5E17">
        <w:rPr>
          <w:b w:val="0"/>
          <w:noProof/>
          <w:lang w:val="en-GB"/>
        </w:rPr>
        <w:t>.</w:t>
      </w:r>
      <w:r w:rsidR="00ED5E17" w:rsidRPr="00ED5E17">
        <w:rPr>
          <w:b w:val="0"/>
          <w:noProof/>
          <w:lang w:val="en-GB"/>
        </w:rPr>
        <w:t>000</w:t>
      </w:r>
      <w:r w:rsidR="00303CC2" w:rsidRPr="003F2462">
        <w:rPr>
          <w:b w:val="0"/>
          <w:lang w:val="en-GB"/>
        </w:rPr>
        <w:fldChar w:fldCharType="end"/>
      </w:r>
      <w:r w:rsidRPr="003F2462">
        <w:rPr>
          <w:b w:val="0"/>
          <w:color w:val="000000" w:themeColor="text1"/>
          <w:szCs w:val="22"/>
          <w:lang w:val="en-GB"/>
        </w:rPr>
        <w:t>.</w:t>
      </w:r>
    </w:p>
    <w:p w14:paraId="2AC4800A" w14:textId="7AC8E3E9" w:rsidR="00CE7FBD" w:rsidRPr="003F2462" w:rsidRDefault="00074A24" w:rsidP="00F4527C">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7654FF">
        <w:rPr>
          <w:b w:val="0"/>
          <w:noProof/>
          <w:lang w:val="en-GB"/>
        </w:rPr>
        <w:t>1</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7654FF" w:rsidRPr="007654FF">
        <w:rPr>
          <w:b w:val="0"/>
          <w:lang w:val="en-GB"/>
        </w:rPr>
        <w:t xml:space="preserve">marine and fisheries conservation </w:t>
      </w:r>
      <w:r w:rsidRPr="003F2462">
        <w:rPr>
          <w:b w:val="0"/>
          <w:lang w:val="en-GB"/>
        </w:rPr>
        <w:fldChar w:fldCharType="end"/>
      </w:r>
    </w:p>
    <w:p w14:paraId="1E565595" w14:textId="20D866F0"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83763D">
        <w:rPr>
          <w:b w:val="0"/>
          <w:lang w:val="en-GB"/>
        </w:rPr>
        <w:t>3</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Pr="003F2462">
        <w:rPr>
          <w:b w:val="0"/>
          <w:lang w:val="en-GB"/>
        </w:rPr>
        <w:t xml:space="preserve">in </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F96C84" w:rsidRPr="00F96C84">
        <w:rPr>
          <w:b w:val="0"/>
          <w:lang w:val="en-GB"/>
        </w:rPr>
        <w:t>Indonesia</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are: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A66F32">
          <w:headerReference w:type="default" r:id="rId8"/>
          <w:footerReference w:type="default" r:id="rId9"/>
          <w:headerReference w:type="first" r:id="rId10"/>
          <w:footerReference w:type="first" r:id="rId11"/>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A66F32">
          <w:headerReference w:type="default" r:id="rId12"/>
          <w:footerReference w:type="default" r:id="rId13"/>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A66F32">
      <w:headerReference w:type="default" r:id="rId14"/>
      <w:footerReference w:type="default" r:id="rId15"/>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EC63CC" w14:textId="77777777" w:rsidR="0032521D" w:rsidRDefault="0032521D" w:rsidP="00A637D0">
      <w:r>
        <w:separator/>
      </w:r>
    </w:p>
  </w:endnote>
  <w:endnote w:type="continuationSeparator" w:id="0">
    <w:p w14:paraId="6DABFD60" w14:textId="77777777" w:rsidR="0032521D" w:rsidRDefault="0032521D"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1E0C0" w14:textId="77777777" w:rsidR="0032521D" w:rsidRDefault="0032521D" w:rsidP="00A637D0">
      <w:r>
        <w:separator/>
      </w:r>
    </w:p>
  </w:footnote>
  <w:footnote w:type="continuationSeparator" w:id="0">
    <w:p w14:paraId="2287C9E4" w14:textId="77777777" w:rsidR="0032521D" w:rsidRDefault="0032521D"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2258"/>
    <w:rsid w:val="0001316A"/>
    <w:rsid w:val="000304BC"/>
    <w:rsid w:val="000338C6"/>
    <w:rsid w:val="00047F4A"/>
    <w:rsid w:val="00052ABD"/>
    <w:rsid w:val="000548E6"/>
    <w:rsid w:val="00054B0B"/>
    <w:rsid w:val="000559A2"/>
    <w:rsid w:val="00074A24"/>
    <w:rsid w:val="00074DAF"/>
    <w:rsid w:val="00083456"/>
    <w:rsid w:val="000A5C66"/>
    <w:rsid w:val="000B0E75"/>
    <w:rsid w:val="000B1A38"/>
    <w:rsid w:val="000B478D"/>
    <w:rsid w:val="000B7E54"/>
    <w:rsid w:val="000C1CE3"/>
    <w:rsid w:val="000C4C1D"/>
    <w:rsid w:val="000E3666"/>
    <w:rsid w:val="000E4FA6"/>
    <w:rsid w:val="000F1C7E"/>
    <w:rsid w:val="00101577"/>
    <w:rsid w:val="00101FDB"/>
    <w:rsid w:val="00112883"/>
    <w:rsid w:val="001130BA"/>
    <w:rsid w:val="00113204"/>
    <w:rsid w:val="0011459C"/>
    <w:rsid w:val="00114F6C"/>
    <w:rsid w:val="00125B43"/>
    <w:rsid w:val="00131B58"/>
    <w:rsid w:val="00131DC6"/>
    <w:rsid w:val="00142010"/>
    <w:rsid w:val="00143B6A"/>
    <w:rsid w:val="0015068A"/>
    <w:rsid w:val="00150FD8"/>
    <w:rsid w:val="00152257"/>
    <w:rsid w:val="001527C9"/>
    <w:rsid w:val="001554B7"/>
    <w:rsid w:val="00165E31"/>
    <w:rsid w:val="00182FB6"/>
    <w:rsid w:val="00185312"/>
    <w:rsid w:val="0018551C"/>
    <w:rsid w:val="00190868"/>
    <w:rsid w:val="001A17F9"/>
    <w:rsid w:val="001B0209"/>
    <w:rsid w:val="001B11D3"/>
    <w:rsid w:val="001B1784"/>
    <w:rsid w:val="001B5011"/>
    <w:rsid w:val="001B7AAD"/>
    <w:rsid w:val="001C07C7"/>
    <w:rsid w:val="001C755E"/>
    <w:rsid w:val="001D41F6"/>
    <w:rsid w:val="001D6A12"/>
    <w:rsid w:val="001D7634"/>
    <w:rsid w:val="001F2E71"/>
    <w:rsid w:val="00200B0F"/>
    <w:rsid w:val="002045A8"/>
    <w:rsid w:val="00205815"/>
    <w:rsid w:val="0020698D"/>
    <w:rsid w:val="00213B1C"/>
    <w:rsid w:val="002320DD"/>
    <w:rsid w:val="002436FD"/>
    <w:rsid w:val="00247C37"/>
    <w:rsid w:val="0025197C"/>
    <w:rsid w:val="002532B6"/>
    <w:rsid w:val="00260630"/>
    <w:rsid w:val="002616A5"/>
    <w:rsid w:val="00270A19"/>
    <w:rsid w:val="00271D34"/>
    <w:rsid w:val="0027290F"/>
    <w:rsid w:val="00275F2B"/>
    <w:rsid w:val="002840F5"/>
    <w:rsid w:val="0028645D"/>
    <w:rsid w:val="00286A7C"/>
    <w:rsid w:val="00287466"/>
    <w:rsid w:val="00287635"/>
    <w:rsid w:val="00293310"/>
    <w:rsid w:val="00294602"/>
    <w:rsid w:val="00295C25"/>
    <w:rsid w:val="002975F6"/>
    <w:rsid w:val="002A379A"/>
    <w:rsid w:val="002A4265"/>
    <w:rsid w:val="002B0417"/>
    <w:rsid w:val="002B0559"/>
    <w:rsid w:val="002B1EEA"/>
    <w:rsid w:val="002B3058"/>
    <w:rsid w:val="002B5766"/>
    <w:rsid w:val="002B696B"/>
    <w:rsid w:val="002C0268"/>
    <w:rsid w:val="002C318A"/>
    <w:rsid w:val="002C4AAF"/>
    <w:rsid w:val="002E00A2"/>
    <w:rsid w:val="002E0FF5"/>
    <w:rsid w:val="002E3268"/>
    <w:rsid w:val="002F19E1"/>
    <w:rsid w:val="002F4523"/>
    <w:rsid w:val="00303CC2"/>
    <w:rsid w:val="003049BD"/>
    <w:rsid w:val="00304B51"/>
    <w:rsid w:val="00316AD4"/>
    <w:rsid w:val="0032521D"/>
    <w:rsid w:val="003306FA"/>
    <w:rsid w:val="0033225A"/>
    <w:rsid w:val="00333EFE"/>
    <w:rsid w:val="0034250C"/>
    <w:rsid w:val="00342640"/>
    <w:rsid w:val="00351DC4"/>
    <w:rsid w:val="00354D41"/>
    <w:rsid w:val="00370D8B"/>
    <w:rsid w:val="00371240"/>
    <w:rsid w:val="00371F72"/>
    <w:rsid w:val="00372DAC"/>
    <w:rsid w:val="00373042"/>
    <w:rsid w:val="0037723D"/>
    <w:rsid w:val="00377742"/>
    <w:rsid w:val="003828E6"/>
    <w:rsid w:val="0038591D"/>
    <w:rsid w:val="00387FBA"/>
    <w:rsid w:val="003921CA"/>
    <w:rsid w:val="00393E26"/>
    <w:rsid w:val="003A414A"/>
    <w:rsid w:val="003A707D"/>
    <w:rsid w:val="003B1D21"/>
    <w:rsid w:val="003B67CC"/>
    <w:rsid w:val="003C31A1"/>
    <w:rsid w:val="003C3527"/>
    <w:rsid w:val="003C3986"/>
    <w:rsid w:val="003C6FDC"/>
    <w:rsid w:val="003D09FF"/>
    <w:rsid w:val="003D266E"/>
    <w:rsid w:val="003F2462"/>
    <w:rsid w:val="003F6EC9"/>
    <w:rsid w:val="003F7303"/>
    <w:rsid w:val="0040456E"/>
    <w:rsid w:val="00415BA6"/>
    <w:rsid w:val="004435ED"/>
    <w:rsid w:val="004511CA"/>
    <w:rsid w:val="0045631A"/>
    <w:rsid w:val="0045739A"/>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5869"/>
    <w:rsid w:val="004B6704"/>
    <w:rsid w:val="004C4961"/>
    <w:rsid w:val="004D1A52"/>
    <w:rsid w:val="004D5B34"/>
    <w:rsid w:val="004E11DA"/>
    <w:rsid w:val="004E37B6"/>
    <w:rsid w:val="004E597C"/>
    <w:rsid w:val="004F56CA"/>
    <w:rsid w:val="004F6D94"/>
    <w:rsid w:val="004F7FBA"/>
    <w:rsid w:val="0050244A"/>
    <w:rsid w:val="00502CE8"/>
    <w:rsid w:val="00503D35"/>
    <w:rsid w:val="00507C1D"/>
    <w:rsid w:val="00516FF0"/>
    <w:rsid w:val="00553FC0"/>
    <w:rsid w:val="00554D64"/>
    <w:rsid w:val="00556EAD"/>
    <w:rsid w:val="00560342"/>
    <w:rsid w:val="00562AAE"/>
    <w:rsid w:val="005856CD"/>
    <w:rsid w:val="005875AF"/>
    <w:rsid w:val="0058778D"/>
    <w:rsid w:val="00597D18"/>
    <w:rsid w:val="005A05F7"/>
    <w:rsid w:val="005B3D97"/>
    <w:rsid w:val="005C11A9"/>
    <w:rsid w:val="005D18E7"/>
    <w:rsid w:val="005D2CAF"/>
    <w:rsid w:val="005D500F"/>
    <w:rsid w:val="005D60B4"/>
    <w:rsid w:val="005E0A0F"/>
    <w:rsid w:val="005F41CA"/>
    <w:rsid w:val="006038E3"/>
    <w:rsid w:val="00613B92"/>
    <w:rsid w:val="00615784"/>
    <w:rsid w:val="00625191"/>
    <w:rsid w:val="006254E4"/>
    <w:rsid w:val="006317B5"/>
    <w:rsid w:val="00640871"/>
    <w:rsid w:val="00640E1F"/>
    <w:rsid w:val="00641269"/>
    <w:rsid w:val="00642A84"/>
    <w:rsid w:val="006441C9"/>
    <w:rsid w:val="00645BF8"/>
    <w:rsid w:val="00646202"/>
    <w:rsid w:val="0064662C"/>
    <w:rsid w:val="00646B78"/>
    <w:rsid w:val="00647683"/>
    <w:rsid w:val="00655A55"/>
    <w:rsid w:val="00655F11"/>
    <w:rsid w:val="006601D0"/>
    <w:rsid w:val="00672B9A"/>
    <w:rsid w:val="00682E0C"/>
    <w:rsid w:val="00686E7F"/>
    <w:rsid w:val="0069220B"/>
    <w:rsid w:val="00694737"/>
    <w:rsid w:val="00696B10"/>
    <w:rsid w:val="006A5B09"/>
    <w:rsid w:val="006B01FA"/>
    <w:rsid w:val="006B4708"/>
    <w:rsid w:val="006C3411"/>
    <w:rsid w:val="006D12CF"/>
    <w:rsid w:val="006E2E2F"/>
    <w:rsid w:val="006E6BF7"/>
    <w:rsid w:val="006E724B"/>
    <w:rsid w:val="006F15DB"/>
    <w:rsid w:val="006F1D40"/>
    <w:rsid w:val="006F545C"/>
    <w:rsid w:val="006F5A39"/>
    <w:rsid w:val="006F643B"/>
    <w:rsid w:val="007000B3"/>
    <w:rsid w:val="007058FA"/>
    <w:rsid w:val="007077E8"/>
    <w:rsid w:val="00722877"/>
    <w:rsid w:val="007245A9"/>
    <w:rsid w:val="007273C6"/>
    <w:rsid w:val="00737A70"/>
    <w:rsid w:val="00752AC5"/>
    <w:rsid w:val="007543A6"/>
    <w:rsid w:val="00763DE2"/>
    <w:rsid w:val="007646C2"/>
    <w:rsid w:val="007654FF"/>
    <w:rsid w:val="007702B2"/>
    <w:rsid w:val="00771C78"/>
    <w:rsid w:val="0077216C"/>
    <w:rsid w:val="00776B87"/>
    <w:rsid w:val="00780022"/>
    <w:rsid w:val="00787AAD"/>
    <w:rsid w:val="00791EC5"/>
    <w:rsid w:val="0079505C"/>
    <w:rsid w:val="007A14C8"/>
    <w:rsid w:val="007B0B24"/>
    <w:rsid w:val="007B14B5"/>
    <w:rsid w:val="007B15CD"/>
    <w:rsid w:val="007C019E"/>
    <w:rsid w:val="007C2451"/>
    <w:rsid w:val="007C6460"/>
    <w:rsid w:val="007D1F6F"/>
    <w:rsid w:val="007D416C"/>
    <w:rsid w:val="007D4193"/>
    <w:rsid w:val="007D626A"/>
    <w:rsid w:val="007D6FB7"/>
    <w:rsid w:val="007F04A8"/>
    <w:rsid w:val="007F4156"/>
    <w:rsid w:val="007F53DB"/>
    <w:rsid w:val="007F7EE4"/>
    <w:rsid w:val="008018D8"/>
    <w:rsid w:val="008071C6"/>
    <w:rsid w:val="00810BE4"/>
    <w:rsid w:val="00812317"/>
    <w:rsid w:val="00814003"/>
    <w:rsid w:val="00824179"/>
    <w:rsid w:val="0083763D"/>
    <w:rsid w:val="00840C47"/>
    <w:rsid w:val="00840C61"/>
    <w:rsid w:val="0084450E"/>
    <w:rsid w:val="00845E5A"/>
    <w:rsid w:val="008472EF"/>
    <w:rsid w:val="00847F0B"/>
    <w:rsid w:val="008564C5"/>
    <w:rsid w:val="00856CFA"/>
    <w:rsid w:val="008710E3"/>
    <w:rsid w:val="008761AD"/>
    <w:rsid w:val="00880B21"/>
    <w:rsid w:val="00882D2F"/>
    <w:rsid w:val="008862EE"/>
    <w:rsid w:val="008964DD"/>
    <w:rsid w:val="008A634C"/>
    <w:rsid w:val="008B1997"/>
    <w:rsid w:val="008B7244"/>
    <w:rsid w:val="008C00BE"/>
    <w:rsid w:val="008C0E93"/>
    <w:rsid w:val="008D3380"/>
    <w:rsid w:val="008D4B06"/>
    <w:rsid w:val="008D5A9C"/>
    <w:rsid w:val="008E3230"/>
    <w:rsid w:val="00904E6F"/>
    <w:rsid w:val="00905B81"/>
    <w:rsid w:val="00914472"/>
    <w:rsid w:val="0091691F"/>
    <w:rsid w:val="009239DC"/>
    <w:rsid w:val="00936D15"/>
    <w:rsid w:val="009421DC"/>
    <w:rsid w:val="00942857"/>
    <w:rsid w:val="00956706"/>
    <w:rsid w:val="00957D5A"/>
    <w:rsid w:val="00960432"/>
    <w:rsid w:val="00964A05"/>
    <w:rsid w:val="00967801"/>
    <w:rsid w:val="00986F39"/>
    <w:rsid w:val="00992376"/>
    <w:rsid w:val="00994A1D"/>
    <w:rsid w:val="009A13D5"/>
    <w:rsid w:val="009A2E2E"/>
    <w:rsid w:val="009A45E6"/>
    <w:rsid w:val="009B0BA2"/>
    <w:rsid w:val="009B4A8D"/>
    <w:rsid w:val="009B5500"/>
    <w:rsid w:val="009C20A0"/>
    <w:rsid w:val="009C300B"/>
    <w:rsid w:val="009C60C8"/>
    <w:rsid w:val="009C7098"/>
    <w:rsid w:val="009D1859"/>
    <w:rsid w:val="009D33C1"/>
    <w:rsid w:val="009E0B2D"/>
    <w:rsid w:val="009E36C4"/>
    <w:rsid w:val="009E4E08"/>
    <w:rsid w:val="009E7E71"/>
    <w:rsid w:val="009F1656"/>
    <w:rsid w:val="00A00268"/>
    <w:rsid w:val="00A028F9"/>
    <w:rsid w:val="00A03C19"/>
    <w:rsid w:val="00A06939"/>
    <w:rsid w:val="00A10620"/>
    <w:rsid w:val="00A11BEF"/>
    <w:rsid w:val="00A1268A"/>
    <w:rsid w:val="00A13972"/>
    <w:rsid w:val="00A33934"/>
    <w:rsid w:val="00A43ABF"/>
    <w:rsid w:val="00A454D1"/>
    <w:rsid w:val="00A637D0"/>
    <w:rsid w:val="00A64890"/>
    <w:rsid w:val="00A66242"/>
    <w:rsid w:val="00A66F32"/>
    <w:rsid w:val="00A71D28"/>
    <w:rsid w:val="00A724D2"/>
    <w:rsid w:val="00A73771"/>
    <w:rsid w:val="00A82ACE"/>
    <w:rsid w:val="00A908BD"/>
    <w:rsid w:val="00A95017"/>
    <w:rsid w:val="00A95A9F"/>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1033"/>
    <w:rsid w:val="00B154BD"/>
    <w:rsid w:val="00B15DB2"/>
    <w:rsid w:val="00B17D66"/>
    <w:rsid w:val="00B23934"/>
    <w:rsid w:val="00B24A1B"/>
    <w:rsid w:val="00B3773F"/>
    <w:rsid w:val="00B42C2E"/>
    <w:rsid w:val="00B4737B"/>
    <w:rsid w:val="00B503C1"/>
    <w:rsid w:val="00B5388E"/>
    <w:rsid w:val="00B66F1A"/>
    <w:rsid w:val="00B71110"/>
    <w:rsid w:val="00B74287"/>
    <w:rsid w:val="00B770F7"/>
    <w:rsid w:val="00B805D3"/>
    <w:rsid w:val="00B80CAA"/>
    <w:rsid w:val="00B80DAF"/>
    <w:rsid w:val="00B86CC5"/>
    <w:rsid w:val="00B92A68"/>
    <w:rsid w:val="00B92EA4"/>
    <w:rsid w:val="00B969D6"/>
    <w:rsid w:val="00B96EDD"/>
    <w:rsid w:val="00BA06E5"/>
    <w:rsid w:val="00BA3F85"/>
    <w:rsid w:val="00BB1AD9"/>
    <w:rsid w:val="00BB2B62"/>
    <w:rsid w:val="00BB57AD"/>
    <w:rsid w:val="00BC2A12"/>
    <w:rsid w:val="00BC3FE3"/>
    <w:rsid w:val="00BE09A4"/>
    <w:rsid w:val="00BE5AEF"/>
    <w:rsid w:val="00BF4517"/>
    <w:rsid w:val="00C11D38"/>
    <w:rsid w:val="00C1422E"/>
    <w:rsid w:val="00C177A6"/>
    <w:rsid w:val="00C21919"/>
    <w:rsid w:val="00C33309"/>
    <w:rsid w:val="00C33501"/>
    <w:rsid w:val="00C436E8"/>
    <w:rsid w:val="00C538E0"/>
    <w:rsid w:val="00C56D26"/>
    <w:rsid w:val="00C61FBD"/>
    <w:rsid w:val="00C63C0B"/>
    <w:rsid w:val="00C66567"/>
    <w:rsid w:val="00C76E1E"/>
    <w:rsid w:val="00C83669"/>
    <w:rsid w:val="00C85221"/>
    <w:rsid w:val="00C91A29"/>
    <w:rsid w:val="00C954BA"/>
    <w:rsid w:val="00C95AC5"/>
    <w:rsid w:val="00CA3541"/>
    <w:rsid w:val="00CA3AE8"/>
    <w:rsid w:val="00CB0F3D"/>
    <w:rsid w:val="00CB5D0D"/>
    <w:rsid w:val="00CC27E3"/>
    <w:rsid w:val="00CC342C"/>
    <w:rsid w:val="00CC41DD"/>
    <w:rsid w:val="00CC441D"/>
    <w:rsid w:val="00CC49D9"/>
    <w:rsid w:val="00CC4DB7"/>
    <w:rsid w:val="00CD1093"/>
    <w:rsid w:val="00CD34D5"/>
    <w:rsid w:val="00CD4F23"/>
    <w:rsid w:val="00CD69B8"/>
    <w:rsid w:val="00CE7FBD"/>
    <w:rsid w:val="00CF3A30"/>
    <w:rsid w:val="00D027FB"/>
    <w:rsid w:val="00D038BA"/>
    <w:rsid w:val="00D04E04"/>
    <w:rsid w:val="00D10ABD"/>
    <w:rsid w:val="00D11C26"/>
    <w:rsid w:val="00D151EE"/>
    <w:rsid w:val="00D15832"/>
    <w:rsid w:val="00D167A3"/>
    <w:rsid w:val="00D2054F"/>
    <w:rsid w:val="00D21E07"/>
    <w:rsid w:val="00D25842"/>
    <w:rsid w:val="00D25ADC"/>
    <w:rsid w:val="00D26A6F"/>
    <w:rsid w:val="00D27533"/>
    <w:rsid w:val="00D332D6"/>
    <w:rsid w:val="00D33627"/>
    <w:rsid w:val="00D377D7"/>
    <w:rsid w:val="00D642DF"/>
    <w:rsid w:val="00D67C9D"/>
    <w:rsid w:val="00D75C71"/>
    <w:rsid w:val="00D80282"/>
    <w:rsid w:val="00D828C7"/>
    <w:rsid w:val="00D915D5"/>
    <w:rsid w:val="00DA3266"/>
    <w:rsid w:val="00DB1469"/>
    <w:rsid w:val="00DD0D7D"/>
    <w:rsid w:val="00DD48B5"/>
    <w:rsid w:val="00DD592E"/>
    <w:rsid w:val="00DD658A"/>
    <w:rsid w:val="00DE0892"/>
    <w:rsid w:val="00DE3C1A"/>
    <w:rsid w:val="00DE6D89"/>
    <w:rsid w:val="00DE78C1"/>
    <w:rsid w:val="00DE7E67"/>
    <w:rsid w:val="00DF46F4"/>
    <w:rsid w:val="00DF6E8E"/>
    <w:rsid w:val="00E00A39"/>
    <w:rsid w:val="00E17E99"/>
    <w:rsid w:val="00E2052D"/>
    <w:rsid w:val="00E244BC"/>
    <w:rsid w:val="00E26540"/>
    <w:rsid w:val="00E27A10"/>
    <w:rsid w:val="00E30D70"/>
    <w:rsid w:val="00E32D51"/>
    <w:rsid w:val="00E415DF"/>
    <w:rsid w:val="00E46413"/>
    <w:rsid w:val="00E46FEC"/>
    <w:rsid w:val="00E51376"/>
    <w:rsid w:val="00E534D5"/>
    <w:rsid w:val="00E56945"/>
    <w:rsid w:val="00E617FD"/>
    <w:rsid w:val="00E62B79"/>
    <w:rsid w:val="00E704DD"/>
    <w:rsid w:val="00E71D03"/>
    <w:rsid w:val="00E73D50"/>
    <w:rsid w:val="00E747E1"/>
    <w:rsid w:val="00E80124"/>
    <w:rsid w:val="00E8565A"/>
    <w:rsid w:val="00E9115F"/>
    <w:rsid w:val="00E917CA"/>
    <w:rsid w:val="00E94D73"/>
    <w:rsid w:val="00EA0D98"/>
    <w:rsid w:val="00EA10F3"/>
    <w:rsid w:val="00EA17FF"/>
    <w:rsid w:val="00EA349C"/>
    <w:rsid w:val="00EA4415"/>
    <w:rsid w:val="00EA68E8"/>
    <w:rsid w:val="00EA7FA8"/>
    <w:rsid w:val="00EB0E81"/>
    <w:rsid w:val="00EB29C4"/>
    <w:rsid w:val="00EB796A"/>
    <w:rsid w:val="00EC70FB"/>
    <w:rsid w:val="00ED0F51"/>
    <w:rsid w:val="00ED1FD6"/>
    <w:rsid w:val="00ED20AC"/>
    <w:rsid w:val="00ED47EB"/>
    <w:rsid w:val="00ED581C"/>
    <w:rsid w:val="00ED5E17"/>
    <w:rsid w:val="00ED67E0"/>
    <w:rsid w:val="00ED68B5"/>
    <w:rsid w:val="00EE04BC"/>
    <w:rsid w:val="00EE15A3"/>
    <w:rsid w:val="00EF1B99"/>
    <w:rsid w:val="00EF54C1"/>
    <w:rsid w:val="00F02605"/>
    <w:rsid w:val="00F02F04"/>
    <w:rsid w:val="00F03473"/>
    <w:rsid w:val="00F0397E"/>
    <w:rsid w:val="00F059C6"/>
    <w:rsid w:val="00F147C6"/>
    <w:rsid w:val="00F16E21"/>
    <w:rsid w:val="00F16F42"/>
    <w:rsid w:val="00F2243E"/>
    <w:rsid w:val="00F22843"/>
    <w:rsid w:val="00F371CB"/>
    <w:rsid w:val="00F42DC1"/>
    <w:rsid w:val="00F45237"/>
    <w:rsid w:val="00F4527C"/>
    <w:rsid w:val="00F517B0"/>
    <w:rsid w:val="00F546C2"/>
    <w:rsid w:val="00F55CC9"/>
    <w:rsid w:val="00F7392C"/>
    <w:rsid w:val="00F96761"/>
    <w:rsid w:val="00F96C84"/>
    <w:rsid w:val="00FA0578"/>
    <w:rsid w:val="00FA7E09"/>
    <w:rsid w:val="00FB21AF"/>
    <w:rsid w:val="00FB2A41"/>
    <w:rsid w:val="00FB2B83"/>
    <w:rsid w:val="00FB3CCB"/>
    <w:rsid w:val="00FC5121"/>
    <w:rsid w:val="00FD090A"/>
    <w:rsid w:val="00FD0CDF"/>
    <w:rsid w:val="00FD3362"/>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2114"/>
    <w:rsid w:val="00154B3D"/>
    <w:rsid w:val="00171B32"/>
    <w:rsid w:val="00185312"/>
    <w:rsid w:val="001C755E"/>
    <w:rsid w:val="00235435"/>
    <w:rsid w:val="00282750"/>
    <w:rsid w:val="002E00A2"/>
    <w:rsid w:val="00340AF0"/>
    <w:rsid w:val="0038269E"/>
    <w:rsid w:val="00487871"/>
    <w:rsid w:val="004D3552"/>
    <w:rsid w:val="005600F0"/>
    <w:rsid w:val="0058778D"/>
    <w:rsid w:val="005C631F"/>
    <w:rsid w:val="005E2F52"/>
    <w:rsid w:val="006038E3"/>
    <w:rsid w:val="00686E7F"/>
    <w:rsid w:val="006E233B"/>
    <w:rsid w:val="00821512"/>
    <w:rsid w:val="00882CCD"/>
    <w:rsid w:val="00927956"/>
    <w:rsid w:val="00950015"/>
    <w:rsid w:val="00991ACB"/>
    <w:rsid w:val="009A2E2E"/>
    <w:rsid w:val="009D336F"/>
    <w:rsid w:val="00AF2B32"/>
    <w:rsid w:val="00AF7064"/>
    <w:rsid w:val="00B048E9"/>
    <w:rsid w:val="00B5752D"/>
    <w:rsid w:val="00BA3F85"/>
    <w:rsid w:val="00BA70FB"/>
    <w:rsid w:val="00C72E5A"/>
    <w:rsid w:val="00C87B31"/>
    <w:rsid w:val="00C97DAF"/>
    <w:rsid w:val="00CD6951"/>
    <w:rsid w:val="00D10ABD"/>
    <w:rsid w:val="00D1327F"/>
    <w:rsid w:val="00D25ADC"/>
    <w:rsid w:val="00D3109A"/>
    <w:rsid w:val="00DB64AB"/>
    <w:rsid w:val="00DB7054"/>
    <w:rsid w:val="00DB7DF1"/>
    <w:rsid w:val="00E14AC7"/>
    <w:rsid w:val="00E22FB5"/>
    <w:rsid w:val="00EA349C"/>
    <w:rsid w:val="00EB2CA5"/>
    <w:rsid w:val="00EC42C3"/>
    <w:rsid w:val="00EF16F2"/>
    <w:rsid w:val="00EF5611"/>
    <w:rsid w:val="00F22E5F"/>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1837</Words>
  <Characters>10477</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Jata, Lidya Susana Kusuma GIZ ID</cp:lastModifiedBy>
  <cp:revision>39</cp:revision>
  <cp:lastPrinted>2018-02-16T12:47:00Z</cp:lastPrinted>
  <dcterms:created xsi:type="dcterms:W3CDTF">2024-03-07T06:51:00Z</dcterms:created>
  <dcterms:modified xsi:type="dcterms:W3CDTF">2026-02-26T07:45:00Z</dcterms:modified>
</cp:coreProperties>
</file>